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822C7" w14:textId="77777777" w:rsidR="00253438" w:rsidRDefault="00253438" w:rsidP="00253438">
      <w:pPr>
        <w:pStyle w:val="BodyText10ItalicBorders"/>
      </w:pPr>
      <w:bookmarkStart w:id="0" w:name="_GoBack"/>
      <w:bookmarkEnd w:id="0"/>
      <w:r>
        <w:t xml:space="preserve">For instructions on using this template, please see Notes to Author/Template Instructions on page 25. Notes on accessibility: This template </w:t>
      </w:r>
      <w:proofErr w:type="gramStart"/>
      <w:r>
        <w:t>has been tested</w:t>
      </w:r>
      <w:proofErr w:type="gramEnd"/>
      <w:r>
        <w:t xml:space="preserve"> and is best accessible with JAWS 11.0 or higher. For questions about using this template and </w:t>
      </w:r>
      <w:proofErr w:type="gramStart"/>
      <w:r>
        <w:t>To</w:t>
      </w:r>
      <w:proofErr w:type="gramEnd"/>
      <w:r>
        <w:t xml:space="preserve">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58A2F003" w14:textId="77777777" w:rsidR="00BA6A2C" w:rsidRDefault="00BA6A2C"/>
    <w:p w14:paraId="58A2F004" w14:textId="77777777" w:rsidR="00BA6A2C" w:rsidRDefault="00BA6A2C"/>
    <w:tbl>
      <w:tblPr>
        <w:tblStyle w:val="TableGrid"/>
        <w:tblW w:w="100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0"/>
        <w:gridCol w:w="6758"/>
      </w:tblGrid>
      <w:tr w:rsidR="00BA6A2C" w14:paraId="58A2F008" w14:textId="77777777" w:rsidTr="00462434">
        <w:trPr>
          <w:trHeight w:val="1373"/>
          <w:tblHeader/>
        </w:trPr>
        <w:tc>
          <w:tcPr>
            <w:tcW w:w="3250" w:type="dxa"/>
            <w:vAlign w:val="center"/>
          </w:tcPr>
          <w:p w14:paraId="58A2F005" w14:textId="3186C699" w:rsidR="00BA6A2C" w:rsidRDefault="007D10C2" w:rsidP="00BA6A2C">
            <w:r>
              <w:object w:dxaOrig="15600" w:dyaOrig="5385" w14:anchorId="480D0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50pt;height:60pt" o:ole="">
                  <v:imagedata r:id="rId14" o:title=""/>
                  <o:lock v:ext="edit" aspectratio="f"/>
                </v:shape>
                <o:OLEObject Type="Embed" ProgID="PBrush" ShapeID="_x0000_i1025" DrawAspect="Content" ObjectID="_1676963658" r:id="rId15"/>
              </w:object>
            </w:r>
          </w:p>
        </w:tc>
        <w:tc>
          <w:tcPr>
            <w:tcW w:w="6758" w:type="dxa"/>
            <w:vAlign w:val="center"/>
          </w:tcPr>
          <w:p w14:paraId="58A2F006" w14:textId="77777777" w:rsidR="00BA6A2C" w:rsidRPr="00D241F1" w:rsidRDefault="00BA6A2C" w:rsidP="00A20DCB">
            <w:pPr>
              <w:pStyle w:val="ProgramName"/>
              <w:spacing w:before="0"/>
            </w:pPr>
            <w:r w:rsidRPr="00D241F1">
              <w:t>Centers for Medicare &amp; Medicaid Services</w:t>
            </w:r>
          </w:p>
          <w:p w14:paraId="58A2F007" w14:textId="2608CDEA" w:rsidR="00BA6A2C" w:rsidRDefault="00BA6A2C" w:rsidP="004E0501">
            <w:pPr>
              <w:pStyle w:val="Classification"/>
            </w:pPr>
          </w:p>
        </w:tc>
      </w:tr>
    </w:tbl>
    <w:p w14:paraId="58A2F009"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58A2F00A" w14:textId="77777777" w:rsidR="00D7789C" w:rsidRPr="00ED4293" w:rsidRDefault="00C0739D" w:rsidP="00150991">
      <w:pPr>
        <w:pStyle w:val="DocTitle"/>
        <w:pBdr>
          <w:bottom w:val="single" w:sz="4" w:space="1" w:color="auto"/>
        </w:pBdr>
        <w:spacing w:before="100" w:beforeAutospacing="1"/>
        <w:ind w:left="0"/>
        <w:rPr>
          <w:rFonts w:ascii="Arial Narrow" w:hAnsi="Arial Narrow"/>
        </w:rPr>
      </w:pPr>
      <w:r>
        <w:rPr>
          <w:rFonts w:ascii="Arial Narrow" w:hAnsi="Arial Narrow"/>
        </w:rPr>
        <w:t>Project Charter</w:t>
      </w:r>
    </w:p>
    <w:p w14:paraId="58A2F00B" w14:textId="5234C13C" w:rsidR="00D7789C" w:rsidRDefault="00E0197E" w:rsidP="00150991">
      <w:pPr>
        <w:pStyle w:val="Version"/>
        <w:spacing w:before="240" w:after="120"/>
      </w:pPr>
      <w:r>
        <w:t xml:space="preserve">Version </w:t>
      </w:r>
      <w:r w:rsidR="003A2E29">
        <w:t>X.X</w:t>
      </w:r>
    </w:p>
    <w:p w14:paraId="58A2F00C" w14:textId="77777777" w:rsidR="00D7789C" w:rsidRDefault="00150991" w:rsidP="00150991">
      <w:pPr>
        <w:pStyle w:val="PubDate"/>
        <w:spacing w:before="0" w:after="0"/>
      </w:pPr>
      <w:r>
        <w:t>MM/DD/YYYY</w:t>
      </w:r>
    </w:p>
    <w:p w14:paraId="58A2F00D" w14:textId="77777777" w:rsidR="00D14917" w:rsidRPr="00D14917" w:rsidRDefault="00D14917" w:rsidP="003A2E29">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w:t>
      </w:r>
      <w:proofErr w:type="gramStart"/>
      <w:r w:rsidRPr="00D14917">
        <w:rPr>
          <w:rFonts w:ascii="Arial Narrow" w:hAnsi="Arial Narrow"/>
        </w:rPr>
        <w:t>configuration item control number</w:t>
      </w:r>
      <w:proofErr w:type="gramEnd"/>
      <w:r w:rsidRPr="00D14917">
        <w:rPr>
          <w:rFonts w:ascii="Arial Narrow" w:hAnsi="Arial Narrow"/>
        </w:rPr>
        <w:t>&gt;</w:t>
      </w:r>
    </w:p>
    <w:p w14:paraId="58A2F00E" w14:textId="1F483522" w:rsidR="00D14917" w:rsidRPr="00D14917" w:rsidRDefault="00D14917" w:rsidP="004E0D82">
      <w:pPr>
        <w:rPr>
          <w:rFonts w:ascii="Arial Narrow" w:hAnsi="Arial Narrow"/>
        </w:rPr>
      </w:pPr>
      <w:r w:rsidRPr="00D14917">
        <w:rPr>
          <w:rFonts w:ascii="Arial Narrow" w:hAnsi="Arial Narrow"/>
          <w:b/>
        </w:rPr>
        <w:t>Cont</w:t>
      </w:r>
      <w:r w:rsidR="003A2E29">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58A2F00F"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58A2F010"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2519DBCA" w14:textId="77777777" w:rsidR="00985D5A" w:rsidRDefault="00195C9C">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73762" w:history="1">
        <w:r w:rsidR="00985D5A" w:rsidRPr="006E7140">
          <w:rPr>
            <w:rStyle w:val="Hyperlink"/>
            <w:rFonts w:cs="Arial"/>
          </w:rPr>
          <w:t>1.</w:t>
        </w:r>
        <w:r w:rsidR="00985D5A">
          <w:rPr>
            <w:rFonts w:asciiTheme="minorHAnsi" w:eastAsiaTheme="minorEastAsia" w:hAnsiTheme="minorHAnsi" w:cstheme="minorBidi"/>
            <w:b w:val="0"/>
            <w:sz w:val="22"/>
            <w:szCs w:val="22"/>
          </w:rPr>
          <w:tab/>
        </w:r>
        <w:r w:rsidR="00985D5A" w:rsidRPr="006E7140">
          <w:rPr>
            <w:rStyle w:val="Hyperlink"/>
          </w:rPr>
          <w:t>Introduction</w:t>
        </w:r>
        <w:r w:rsidR="00985D5A">
          <w:rPr>
            <w:webHidden/>
          </w:rPr>
          <w:tab/>
        </w:r>
        <w:r w:rsidR="00985D5A">
          <w:rPr>
            <w:webHidden/>
          </w:rPr>
          <w:fldChar w:fldCharType="begin"/>
        </w:r>
        <w:r w:rsidR="00985D5A">
          <w:rPr>
            <w:webHidden/>
          </w:rPr>
          <w:instrText xml:space="preserve"> PAGEREF _Toc395773762 \h </w:instrText>
        </w:r>
        <w:r w:rsidR="00985D5A">
          <w:rPr>
            <w:webHidden/>
          </w:rPr>
        </w:r>
        <w:r w:rsidR="00985D5A">
          <w:rPr>
            <w:webHidden/>
          </w:rPr>
          <w:fldChar w:fldCharType="separate"/>
        </w:r>
        <w:r w:rsidR="00985D5A">
          <w:rPr>
            <w:webHidden/>
          </w:rPr>
          <w:t>1</w:t>
        </w:r>
        <w:r w:rsidR="00985D5A">
          <w:rPr>
            <w:webHidden/>
          </w:rPr>
          <w:fldChar w:fldCharType="end"/>
        </w:r>
      </w:hyperlink>
    </w:p>
    <w:p w14:paraId="6C119ABD" w14:textId="77777777" w:rsidR="00985D5A" w:rsidRDefault="0040407A">
      <w:pPr>
        <w:pStyle w:val="TOC2"/>
        <w:rPr>
          <w:rFonts w:asciiTheme="minorHAnsi" w:eastAsiaTheme="minorEastAsia" w:hAnsiTheme="minorHAnsi" w:cstheme="minorBidi"/>
          <w:sz w:val="22"/>
          <w:szCs w:val="22"/>
        </w:rPr>
      </w:pPr>
      <w:hyperlink w:anchor="_Toc395773763" w:history="1">
        <w:r w:rsidR="00985D5A" w:rsidRPr="006E7140">
          <w:rPr>
            <w:rStyle w:val="Hyperlink"/>
            <w:rFonts w:cs="Arial"/>
          </w:rPr>
          <w:t>1.1</w:t>
        </w:r>
        <w:r w:rsidR="00985D5A">
          <w:rPr>
            <w:rFonts w:asciiTheme="minorHAnsi" w:eastAsiaTheme="minorEastAsia" w:hAnsiTheme="minorHAnsi" w:cstheme="minorBidi"/>
            <w:sz w:val="22"/>
            <w:szCs w:val="22"/>
          </w:rPr>
          <w:tab/>
        </w:r>
        <w:r w:rsidR="00985D5A" w:rsidRPr="006E7140">
          <w:rPr>
            <w:rStyle w:val="Hyperlink"/>
          </w:rPr>
          <w:t>Project and Product Overview</w:t>
        </w:r>
        <w:r w:rsidR="00985D5A">
          <w:rPr>
            <w:webHidden/>
          </w:rPr>
          <w:tab/>
        </w:r>
        <w:r w:rsidR="00985D5A">
          <w:rPr>
            <w:webHidden/>
          </w:rPr>
          <w:fldChar w:fldCharType="begin"/>
        </w:r>
        <w:r w:rsidR="00985D5A">
          <w:rPr>
            <w:webHidden/>
          </w:rPr>
          <w:instrText xml:space="preserve"> PAGEREF _Toc395773763 \h </w:instrText>
        </w:r>
        <w:r w:rsidR="00985D5A">
          <w:rPr>
            <w:webHidden/>
          </w:rPr>
        </w:r>
        <w:r w:rsidR="00985D5A">
          <w:rPr>
            <w:webHidden/>
          </w:rPr>
          <w:fldChar w:fldCharType="separate"/>
        </w:r>
        <w:r w:rsidR="00985D5A">
          <w:rPr>
            <w:webHidden/>
          </w:rPr>
          <w:t>1</w:t>
        </w:r>
        <w:r w:rsidR="00985D5A">
          <w:rPr>
            <w:webHidden/>
          </w:rPr>
          <w:fldChar w:fldCharType="end"/>
        </w:r>
      </w:hyperlink>
    </w:p>
    <w:p w14:paraId="7A6A3400" w14:textId="77777777" w:rsidR="00985D5A" w:rsidRDefault="0040407A">
      <w:pPr>
        <w:pStyle w:val="TOC2"/>
        <w:rPr>
          <w:rFonts w:asciiTheme="minorHAnsi" w:eastAsiaTheme="minorEastAsia" w:hAnsiTheme="minorHAnsi" w:cstheme="minorBidi"/>
          <w:sz w:val="22"/>
          <w:szCs w:val="22"/>
        </w:rPr>
      </w:pPr>
      <w:hyperlink w:anchor="_Toc395773764" w:history="1">
        <w:r w:rsidR="00985D5A" w:rsidRPr="006E7140">
          <w:rPr>
            <w:rStyle w:val="Hyperlink"/>
            <w:rFonts w:cs="Arial"/>
          </w:rPr>
          <w:t>1.2</w:t>
        </w:r>
        <w:r w:rsidR="00985D5A">
          <w:rPr>
            <w:rFonts w:asciiTheme="minorHAnsi" w:eastAsiaTheme="minorEastAsia" w:hAnsiTheme="minorHAnsi" w:cstheme="minorBidi"/>
            <w:sz w:val="22"/>
            <w:szCs w:val="22"/>
          </w:rPr>
          <w:tab/>
        </w:r>
        <w:r w:rsidR="00985D5A" w:rsidRPr="006E7140">
          <w:rPr>
            <w:rStyle w:val="Hyperlink"/>
          </w:rPr>
          <w:t>Purpose of Project Charter</w:t>
        </w:r>
        <w:r w:rsidR="00985D5A">
          <w:rPr>
            <w:webHidden/>
          </w:rPr>
          <w:tab/>
        </w:r>
        <w:r w:rsidR="00985D5A">
          <w:rPr>
            <w:webHidden/>
          </w:rPr>
          <w:fldChar w:fldCharType="begin"/>
        </w:r>
        <w:r w:rsidR="00985D5A">
          <w:rPr>
            <w:webHidden/>
          </w:rPr>
          <w:instrText xml:space="preserve"> PAGEREF _Toc395773764 \h </w:instrText>
        </w:r>
        <w:r w:rsidR="00985D5A">
          <w:rPr>
            <w:webHidden/>
          </w:rPr>
        </w:r>
        <w:r w:rsidR="00985D5A">
          <w:rPr>
            <w:webHidden/>
          </w:rPr>
          <w:fldChar w:fldCharType="separate"/>
        </w:r>
        <w:r w:rsidR="00985D5A">
          <w:rPr>
            <w:webHidden/>
          </w:rPr>
          <w:t>1</w:t>
        </w:r>
        <w:r w:rsidR="00985D5A">
          <w:rPr>
            <w:webHidden/>
          </w:rPr>
          <w:fldChar w:fldCharType="end"/>
        </w:r>
      </w:hyperlink>
    </w:p>
    <w:p w14:paraId="5759E10E" w14:textId="77777777" w:rsidR="00985D5A" w:rsidRDefault="0040407A">
      <w:pPr>
        <w:pStyle w:val="TOC1"/>
        <w:rPr>
          <w:rFonts w:asciiTheme="minorHAnsi" w:eastAsiaTheme="minorEastAsia" w:hAnsiTheme="minorHAnsi" w:cstheme="minorBidi"/>
          <w:b w:val="0"/>
          <w:sz w:val="22"/>
          <w:szCs w:val="22"/>
        </w:rPr>
      </w:pPr>
      <w:hyperlink w:anchor="_Toc395773765" w:history="1">
        <w:r w:rsidR="00985D5A" w:rsidRPr="006E7140">
          <w:rPr>
            <w:rStyle w:val="Hyperlink"/>
            <w:rFonts w:cs="Arial"/>
          </w:rPr>
          <w:t>2.</w:t>
        </w:r>
        <w:r w:rsidR="00985D5A">
          <w:rPr>
            <w:rFonts w:asciiTheme="minorHAnsi" w:eastAsiaTheme="minorEastAsia" w:hAnsiTheme="minorHAnsi" w:cstheme="minorBidi"/>
            <w:b w:val="0"/>
            <w:sz w:val="22"/>
            <w:szCs w:val="22"/>
          </w:rPr>
          <w:tab/>
        </w:r>
        <w:r w:rsidR="00985D5A" w:rsidRPr="006E7140">
          <w:rPr>
            <w:rStyle w:val="Hyperlink"/>
          </w:rPr>
          <w:t>Justification</w:t>
        </w:r>
        <w:r w:rsidR="00985D5A">
          <w:rPr>
            <w:webHidden/>
          </w:rPr>
          <w:tab/>
        </w:r>
        <w:r w:rsidR="00985D5A">
          <w:rPr>
            <w:webHidden/>
          </w:rPr>
          <w:fldChar w:fldCharType="begin"/>
        </w:r>
        <w:r w:rsidR="00985D5A">
          <w:rPr>
            <w:webHidden/>
          </w:rPr>
          <w:instrText xml:space="preserve"> PAGEREF _Toc395773765 \h </w:instrText>
        </w:r>
        <w:r w:rsidR="00985D5A">
          <w:rPr>
            <w:webHidden/>
          </w:rPr>
        </w:r>
        <w:r w:rsidR="00985D5A">
          <w:rPr>
            <w:webHidden/>
          </w:rPr>
          <w:fldChar w:fldCharType="separate"/>
        </w:r>
        <w:r w:rsidR="00985D5A">
          <w:rPr>
            <w:webHidden/>
          </w:rPr>
          <w:t>1</w:t>
        </w:r>
        <w:r w:rsidR="00985D5A">
          <w:rPr>
            <w:webHidden/>
          </w:rPr>
          <w:fldChar w:fldCharType="end"/>
        </w:r>
      </w:hyperlink>
    </w:p>
    <w:p w14:paraId="2E1BB612" w14:textId="77777777" w:rsidR="00985D5A" w:rsidRDefault="0040407A">
      <w:pPr>
        <w:pStyle w:val="TOC2"/>
        <w:rPr>
          <w:rFonts w:asciiTheme="minorHAnsi" w:eastAsiaTheme="minorEastAsia" w:hAnsiTheme="minorHAnsi" w:cstheme="minorBidi"/>
          <w:sz w:val="22"/>
          <w:szCs w:val="22"/>
        </w:rPr>
      </w:pPr>
      <w:hyperlink w:anchor="_Toc395773766" w:history="1">
        <w:r w:rsidR="00985D5A" w:rsidRPr="006E7140">
          <w:rPr>
            <w:rStyle w:val="Hyperlink"/>
            <w:rFonts w:cs="Arial"/>
          </w:rPr>
          <w:t>2.1</w:t>
        </w:r>
        <w:r w:rsidR="00985D5A">
          <w:rPr>
            <w:rFonts w:asciiTheme="minorHAnsi" w:eastAsiaTheme="minorEastAsia" w:hAnsiTheme="minorHAnsi" w:cstheme="minorBidi"/>
            <w:sz w:val="22"/>
            <w:szCs w:val="22"/>
          </w:rPr>
          <w:tab/>
        </w:r>
        <w:r w:rsidR="00985D5A" w:rsidRPr="006E7140">
          <w:rPr>
            <w:rStyle w:val="Hyperlink"/>
          </w:rPr>
          <w:t>Business Need</w:t>
        </w:r>
        <w:r w:rsidR="00985D5A">
          <w:rPr>
            <w:webHidden/>
          </w:rPr>
          <w:tab/>
        </w:r>
        <w:r w:rsidR="00985D5A">
          <w:rPr>
            <w:webHidden/>
          </w:rPr>
          <w:fldChar w:fldCharType="begin"/>
        </w:r>
        <w:r w:rsidR="00985D5A">
          <w:rPr>
            <w:webHidden/>
          </w:rPr>
          <w:instrText xml:space="preserve"> PAGEREF _Toc395773766 \h </w:instrText>
        </w:r>
        <w:r w:rsidR="00985D5A">
          <w:rPr>
            <w:webHidden/>
          </w:rPr>
        </w:r>
        <w:r w:rsidR="00985D5A">
          <w:rPr>
            <w:webHidden/>
          </w:rPr>
          <w:fldChar w:fldCharType="separate"/>
        </w:r>
        <w:r w:rsidR="00985D5A">
          <w:rPr>
            <w:webHidden/>
          </w:rPr>
          <w:t>1</w:t>
        </w:r>
        <w:r w:rsidR="00985D5A">
          <w:rPr>
            <w:webHidden/>
          </w:rPr>
          <w:fldChar w:fldCharType="end"/>
        </w:r>
      </w:hyperlink>
    </w:p>
    <w:p w14:paraId="78249E29" w14:textId="77777777" w:rsidR="00985D5A" w:rsidRDefault="0040407A">
      <w:pPr>
        <w:pStyle w:val="TOC2"/>
        <w:rPr>
          <w:rFonts w:asciiTheme="minorHAnsi" w:eastAsiaTheme="minorEastAsia" w:hAnsiTheme="minorHAnsi" w:cstheme="minorBidi"/>
          <w:sz w:val="22"/>
          <w:szCs w:val="22"/>
        </w:rPr>
      </w:pPr>
      <w:hyperlink w:anchor="_Toc395773767" w:history="1">
        <w:r w:rsidR="00985D5A" w:rsidRPr="006E7140">
          <w:rPr>
            <w:rStyle w:val="Hyperlink"/>
            <w:rFonts w:cs="Arial"/>
          </w:rPr>
          <w:t>2.2</w:t>
        </w:r>
        <w:r w:rsidR="00985D5A">
          <w:rPr>
            <w:rFonts w:asciiTheme="minorHAnsi" w:eastAsiaTheme="minorEastAsia" w:hAnsiTheme="minorHAnsi" w:cstheme="minorBidi"/>
            <w:sz w:val="22"/>
            <w:szCs w:val="22"/>
          </w:rPr>
          <w:tab/>
        </w:r>
        <w:r w:rsidR="00985D5A" w:rsidRPr="006E7140">
          <w:rPr>
            <w:rStyle w:val="Hyperlink"/>
          </w:rPr>
          <w:t>Business Impact</w:t>
        </w:r>
        <w:r w:rsidR="00985D5A">
          <w:rPr>
            <w:webHidden/>
          </w:rPr>
          <w:tab/>
        </w:r>
        <w:r w:rsidR="00985D5A">
          <w:rPr>
            <w:webHidden/>
          </w:rPr>
          <w:fldChar w:fldCharType="begin"/>
        </w:r>
        <w:r w:rsidR="00985D5A">
          <w:rPr>
            <w:webHidden/>
          </w:rPr>
          <w:instrText xml:space="preserve"> PAGEREF _Toc395773767 \h </w:instrText>
        </w:r>
        <w:r w:rsidR="00985D5A">
          <w:rPr>
            <w:webHidden/>
          </w:rPr>
        </w:r>
        <w:r w:rsidR="00985D5A">
          <w:rPr>
            <w:webHidden/>
          </w:rPr>
          <w:fldChar w:fldCharType="separate"/>
        </w:r>
        <w:r w:rsidR="00985D5A">
          <w:rPr>
            <w:webHidden/>
          </w:rPr>
          <w:t>1</w:t>
        </w:r>
        <w:r w:rsidR="00985D5A">
          <w:rPr>
            <w:webHidden/>
          </w:rPr>
          <w:fldChar w:fldCharType="end"/>
        </w:r>
      </w:hyperlink>
    </w:p>
    <w:p w14:paraId="2FD491FE" w14:textId="77777777" w:rsidR="00985D5A" w:rsidRDefault="0040407A">
      <w:pPr>
        <w:pStyle w:val="TOC2"/>
        <w:rPr>
          <w:rFonts w:asciiTheme="minorHAnsi" w:eastAsiaTheme="minorEastAsia" w:hAnsiTheme="minorHAnsi" w:cstheme="minorBidi"/>
          <w:sz w:val="22"/>
          <w:szCs w:val="22"/>
        </w:rPr>
      </w:pPr>
      <w:hyperlink w:anchor="_Toc395773768" w:history="1">
        <w:r w:rsidR="00985D5A" w:rsidRPr="006E7140">
          <w:rPr>
            <w:rStyle w:val="Hyperlink"/>
            <w:rFonts w:cs="Arial"/>
          </w:rPr>
          <w:t>2.3</w:t>
        </w:r>
        <w:r w:rsidR="00985D5A">
          <w:rPr>
            <w:rFonts w:asciiTheme="minorHAnsi" w:eastAsiaTheme="minorEastAsia" w:hAnsiTheme="minorHAnsi" w:cstheme="minorBidi"/>
            <w:sz w:val="22"/>
            <w:szCs w:val="22"/>
          </w:rPr>
          <w:tab/>
        </w:r>
        <w:r w:rsidR="00985D5A" w:rsidRPr="006E7140">
          <w:rPr>
            <w:rStyle w:val="Hyperlink"/>
          </w:rPr>
          <w:t>Strategic Alignment</w:t>
        </w:r>
        <w:r w:rsidR="00985D5A">
          <w:rPr>
            <w:webHidden/>
          </w:rPr>
          <w:tab/>
        </w:r>
        <w:r w:rsidR="00985D5A">
          <w:rPr>
            <w:webHidden/>
          </w:rPr>
          <w:fldChar w:fldCharType="begin"/>
        </w:r>
        <w:r w:rsidR="00985D5A">
          <w:rPr>
            <w:webHidden/>
          </w:rPr>
          <w:instrText xml:space="preserve"> PAGEREF _Toc395773768 \h </w:instrText>
        </w:r>
        <w:r w:rsidR="00985D5A">
          <w:rPr>
            <w:webHidden/>
          </w:rPr>
        </w:r>
        <w:r w:rsidR="00985D5A">
          <w:rPr>
            <w:webHidden/>
          </w:rPr>
          <w:fldChar w:fldCharType="separate"/>
        </w:r>
        <w:r w:rsidR="00985D5A">
          <w:rPr>
            <w:webHidden/>
          </w:rPr>
          <w:t>2</w:t>
        </w:r>
        <w:r w:rsidR="00985D5A">
          <w:rPr>
            <w:webHidden/>
          </w:rPr>
          <w:fldChar w:fldCharType="end"/>
        </w:r>
      </w:hyperlink>
    </w:p>
    <w:p w14:paraId="08F183EF" w14:textId="77777777" w:rsidR="00985D5A" w:rsidRDefault="0040407A">
      <w:pPr>
        <w:pStyle w:val="TOC1"/>
        <w:rPr>
          <w:rFonts w:asciiTheme="minorHAnsi" w:eastAsiaTheme="minorEastAsia" w:hAnsiTheme="minorHAnsi" w:cstheme="minorBidi"/>
          <w:b w:val="0"/>
          <w:sz w:val="22"/>
          <w:szCs w:val="22"/>
        </w:rPr>
      </w:pPr>
      <w:hyperlink w:anchor="_Toc395773769" w:history="1">
        <w:r w:rsidR="00985D5A" w:rsidRPr="006E7140">
          <w:rPr>
            <w:rStyle w:val="Hyperlink"/>
            <w:rFonts w:cs="Arial"/>
          </w:rPr>
          <w:t>3.</w:t>
        </w:r>
        <w:r w:rsidR="00985D5A">
          <w:rPr>
            <w:rFonts w:asciiTheme="minorHAnsi" w:eastAsiaTheme="minorEastAsia" w:hAnsiTheme="minorHAnsi" w:cstheme="minorBidi"/>
            <w:b w:val="0"/>
            <w:sz w:val="22"/>
            <w:szCs w:val="22"/>
          </w:rPr>
          <w:tab/>
        </w:r>
        <w:r w:rsidR="00985D5A" w:rsidRPr="006E7140">
          <w:rPr>
            <w:rStyle w:val="Hyperlink"/>
          </w:rPr>
          <w:t>Scope</w:t>
        </w:r>
        <w:r w:rsidR="00985D5A">
          <w:rPr>
            <w:webHidden/>
          </w:rPr>
          <w:tab/>
        </w:r>
        <w:r w:rsidR="00985D5A">
          <w:rPr>
            <w:webHidden/>
          </w:rPr>
          <w:fldChar w:fldCharType="begin"/>
        </w:r>
        <w:r w:rsidR="00985D5A">
          <w:rPr>
            <w:webHidden/>
          </w:rPr>
          <w:instrText xml:space="preserve"> PAGEREF _Toc395773769 \h </w:instrText>
        </w:r>
        <w:r w:rsidR="00985D5A">
          <w:rPr>
            <w:webHidden/>
          </w:rPr>
        </w:r>
        <w:r w:rsidR="00985D5A">
          <w:rPr>
            <w:webHidden/>
          </w:rPr>
          <w:fldChar w:fldCharType="separate"/>
        </w:r>
        <w:r w:rsidR="00985D5A">
          <w:rPr>
            <w:webHidden/>
          </w:rPr>
          <w:t>3</w:t>
        </w:r>
        <w:r w:rsidR="00985D5A">
          <w:rPr>
            <w:webHidden/>
          </w:rPr>
          <w:fldChar w:fldCharType="end"/>
        </w:r>
      </w:hyperlink>
    </w:p>
    <w:p w14:paraId="345F2651" w14:textId="77777777" w:rsidR="00985D5A" w:rsidRDefault="0040407A">
      <w:pPr>
        <w:pStyle w:val="TOC2"/>
        <w:rPr>
          <w:rFonts w:asciiTheme="minorHAnsi" w:eastAsiaTheme="minorEastAsia" w:hAnsiTheme="minorHAnsi" w:cstheme="minorBidi"/>
          <w:sz w:val="22"/>
          <w:szCs w:val="22"/>
        </w:rPr>
      </w:pPr>
      <w:hyperlink w:anchor="_Toc395773770" w:history="1">
        <w:r w:rsidR="00985D5A" w:rsidRPr="006E7140">
          <w:rPr>
            <w:rStyle w:val="Hyperlink"/>
            <w:rFonts w:cs="Arial"/>
          </w:rPr>
          <w:t>3.1</w:t>
        </w:r>
        <w:r w:rsidR="00985D5A">
          <w:rPr>
            <w:rFonts w:asciiTheme="minorHAnsi" w:eastAsiaTheme="minorEastAsia" w:hAnsiTheme="minorHAnsi" w:cstheme="minorBidi"/>
            <w:sz w:val="22"/>
            <w:szCs w:val="22"/>
          </w:rPr>
          <w:tab/>
        </w:r>
        <w:r w:rsidR="00985D5A" w:rsidRPr="006E7140">
          <w:rPr>
            <w:rStyle w:val="Hyperlink"/>
          </w:rPr>
          <w:t>Objectives</w:t>
        </w:r>
        <w:r w:rsidR="00985D5A">
          <w:rPr>
            <w:webHidden/>
          </w:rPr>
          <w:tab/>
        </w:r>
        <w:r w:rsidR="00985D5A">
          <w:rPr>
            <w:webHidden/>
          </w:rPr>
          <w:fldChar w:fldCharType="begin"/>
        </w:r>
        <w:r w:rsidR="00985D5A">
          <w:rPr>
            <w:webHidden/>
          </w:rPr>
          <w:instrText xml:space="preserve"> PAGEREF _Toc395773770 \h </w:instrText>
        </w:r>
        <w:r w:rsidR="00985D5A">
          <w:rPr>
            <w:webHidden/>
          </w:rPr>
        </w:r>
        <w:r w:rsidR="00985D5A">
          <w:rPr>
            <w:webHidden/>
          </w:rPr>
          <w:fldChar w:fldCharType="separate"/>
        </w:r>
        <w:r w:rsidR="00985D5A">
          <w:rPr>
            <w:webHidden/>
          </w:rPr>
          <w:t>3</w:t>
        </w:r>
        <w:r w:rsidR="00985D5A">
          <w:rPr>
            <w:webHidden/>
          </w:rPr>
          <w:fldChar w:fldCharType="end"/>
        </w:r>
      </w:hyperlink>
    </w:p>
    <w:p w14:paraId="414DB7A2" w14:textId="77777777" w:rsidR="00985D5A" w:rsidRDefault="0040407A">
      <w:pPr>
        <w:pStyle w:val="TOC2"/>
        <w:rPr>
          <w:rFonts w:asciiTheme="minorHAnsi" w:eastAsiaTheme="minorEastAsia" w:hAnsiTheme="minorHAnsi" w:cstheme="minorBidi"/>
          <w:sz w:val="22"/>
          <w:szCs w:val="22"/>
        </w:rPr>
      </w:pPr>
      <w:hyperlink w:anchor="_Toc395773771" w:history="1">
        <w:r w:rsidR="00985D5A" w:rsidRPr="006E7140">
          <w:rPr>
            <w:rStyle w:val="Hyperlink"/>
            <w:rFonts w:cs="Arial"/>
          </w:rPr>
          <w:t>3.2</w:t>
        </w:r>
        <w:r w:rsidR="00985D5A">
          <w:rPr>
            <w:rFonts w:asciiTheme="minorHAnsi" w:eastAsiaTheme="minorEastAsia" w:hAnsiTheme="minorHAnsi" w:cstheme="minorBidi"/>
            <w:sz w:val="22"/>
            <w:szCs w:val="22"/>
          </w:rPr>
          <w:tab/>
        </w:r>
        <w:r w:rsidR="00985D5A" w:rsidRPr="006E7140">
          <w:rPr>
            <w:rStyle w:val="Hyperlink"/>
          </w:rPr>
          <w:t>High-Level Requirements</w:t>
        </w:r>
        <w:r w:rsidR="00985D5A">
          <w:rPr>
            <w:webHidden/>
          </w:rPr>
          <w:tab/>
        </w:r>
        <w:r w:rsidR="00985D5A">
          <w:rPr>
            <w:webHidden/>
          </w:rPr>
          <w:fldChar w:fldCharType="begin"/>
        </w:r>
        <w:r w:rsidR="00985D5A">
          <w:rPr>
            <w:webHidden/>
          </w:rPr>
          <w:instrText xml:space="preserve"> PAGEREF _Toc395773771 \h </w:instrText>
        </w:r>
        <w:r w:rsidR="00985D5A">
          <w:rPr>
            <w:webHidden/>
          </w:rPr>
        </w:r>
        <w:r w:rsidR="00985D5A">
          <w:rPr>
            <w:webHidden/>
          </w:rPr>
          <w:fldChar w:fldCharType="separate"/>
        </w:r>
        <w:r w:rsidR="00985D5A">
          <w:rPr>
            <w:webHidden/>
          </w:rPr>
          <w:t>3</w:t>
        </w:r>
        <w:r w:rsidR="00985D5A">
          <w:rPr>
            <w:webHidden/>
          </w:rPr>
          <w:fldChar w:fldCharType="end"/>
        </w:r>
      </w:hyperlink>
    </w:p>
    <w:p w14:paraId="5D8AA342" w14:textId="77777777" w:rsidR="00985D5A" w:rsidRDefault="0040407A">
      <w:pPr>
        <w:pStyle w:val="TOC2"/>
        <w:rPr>
          <w:rFonts w:asciiTheme="minorHAnsi" w:eastAsiaTheme="minorEastAsia" w:hAnsiTheme="minorHAnsi" w:cstheme="minorBidi"/>
          <w:sz w:val="22"/>
          <w:szCs w:val="22"/>
        </w:rPr>
      </w:pPr>
      <w:hyperlink w:anchor="_Toc395773772" w:history="1">
        <w:r w:rsidR="00985D5A" w:rsidRPr="006E7140">
          <w:rPr>
            <w:rStyle w:val="Hyperlink"/>
            <w:rFonts w:cs="Arial"/>
          </w:rPr>
          <w:t>3.3</w:t>
        </w:r>
        <w:r w:rsidR="00985D5A">
          <w:rPr>
            <w:rFonts w:asciiTheme="minorHAnsi" w:eastAsiaTheme="minorEastAsia" w:hAnsiTheme="minorHAnsi" w:cstheme="minorBidi"/>
            <w:sz w:val="22"/>
            <w:szCs w:val="22"/>
          </w:rPr>
          <w:tab/>
        </w:r>
        <w:r w:rsidR="00985D5A" w:rsidRPr="006E7140">
          <w:rPr>
            <w:rStyle w:val="Hyperlink"/>
          </w:rPr>
          <w:t>Major Deliverables</w:t>
        </w:r>
        <w:r w:rsidR="00985D5A">
          <w:rPr>
            <w:webHidden/>
          </w:rPr>
          <w:tab/>
        </w:r>
        <w:r w:rsidR="00985D5A">
          <w:rPr>
            <w:webHidden/>
          </w:rPr>
          <w:fldChar w:fldCharType="begin"/>
        </w:r>
        <w:r w:rsidR="00985D5A">
          <w:rPr>
            <w:webHidden/>
          </w:rPr>
          <w:instrText xml:space="preserve"> PAGEREF _Toc395773772 \h </w:instrText>
        </w:r>
        <w:r w:rsidR="00985D5A">
          <w:rPr>
            <w:webHidden/>
          </w:rPr>
        </w:r>
        <w:r w:rsidR="00985D5A">
          <w:rPr>
            <w:webHidden/>
          </w:rPr>
          <w:fldChar w:fldCharType="separate"/>
        </w:r>
        <w:r w:rsidR="00985D5A">
          <w:rPr>
            <w:webHidden/>
          </w:rPr>
          <w:t>3</w:t>
        </w:r>
        <w:r w:rsidR="00985D5A">
          <w:rPr>
            <w:webHidden/>
          </w:rPr>
          <w:fldChar w:fldCharType="end"/>
        </w:r>
      </w:hyperlink>
    </w:p>
    <w:p w14:paraId="2AA5F9EA" w14:textId="77777777" w:rsidR="00985D5A" w:rsidRDefault="0040407A">
      <w:pPr>
        <w:pStyle w:val="TOC2"/>
        <w:rPr>
          <w:rFonts w:asciiTheme="minorHAnsi" w:eastAsiaTheme="minorEastAsia" w:hAnsiTheme="minorHAnsi" w:cstheme="minorBidi"/>
          <w:sz w:val="22"/>
          <w:szCs w:val="22"/>
        </w:rPr>
      </w:pPr>
      <w:hyperlink w:anchor="_Toc395773773" w:history="1">
        <w:r w:rsidR="00985D5A" w:rsidRPr="006E7140">
          <w:rPr>
            <w:rStyle w:val="Hyperlink"/>
            <w:rFonts w:cs="Arial"/>
          </w:rPr>
          <w:t>3.4</w:t>
        </w:r>
        <w:r w:rsidR="00985D5A">
          <w:rPr>
            <w:rFonts w:asciiTheme="minorHAnsi" w:eastAsiaTheme="minorEastAsia" w:hAnsiTheme="minorHAnsi" w:cstheme="minorBidi"/>
            <w:sz w:val="22"/>
            <w:szCs w:val="22"/>
          </w:rPr>
          <w:tab/>
        </w:r>
        <w:r w:rsidR="00985D5A" w:rsidRPr="006E7140">
          <w:rPr>
            <w:rStyle w:val="Hyperlink"/>
          </w:rPr>
          <w:t>Boundaries</w:t>
        </w:r>
        <w:r w:rsidR="00985D5A">
          <w:rPr>
            <w:webHidden/>
          </w:rPr>
          <w:tab/>
        </w:r>
        <w:r w:rsidR="00985D5A">
          <w:rPr>
            <w:webHidden/>
          </w:rPr>
          <w:fldChar w:fldCharType="begin"/>
        </w:r>
        <w:r w:rsidR="00985D5A">
          <w:rPr>
            <w:webHidden/>
          </w:rPr>
          <w:instrText xml:space="preserve"> PAGEREF _Toc395773773 \h </w:instrText>
        </w:r>
        <w:r w:rsidR="00985D5A">
          <w:rPr>
            <w:webHidden/>
          </w:rPr>
        </w:r>
        <w:r w:rsidR="00985D5A">
          <w:rPr>
            <w:webHidden/>
          </w:rPr>
          <w:fldChar w:fldCharType="separate"/>
        </w:r>
        <w:r w:rsidR="00985D5A">
          <w:rPr>
            <w:webHidden/>
          </w:rPr>
          <w:t>4</w:t>
        </w:r>
        <w:r w:rsidR="00985D5A">
          <w:rPr>
            <w:webHidden/>
          </w:rPr>
          <w:fldChar w:fldCharType="end"/>
        </w:r>
      </w:hyperlink>
    </w:p>
    <w:p w14:paraId="3C713ECE" w14:textId="77777777" w:rsidR="00985D5A" w:rsidRDefault="0040407A">
      <w:pPr>
        <w:pStyle w:val="TOC1"/>
        <w:rPr>
          <w:rFonts w:asciiTheme="minorHAnsi" w:eastAsiaTheme="minorEastAsia" w:hAnsiTheme="minorHAnsi" w:cstheme="minorBidi"/>
          <w:b w:val="0"/>
          <w:sz w:val="22"/>
          <w:szCs w:val="22"/>
        </w:rPr>
      </w:pPr>
      <w:hyperlink w:anchor="_Toc395773774" w:history="1">
        <w:r w:rsidR="00985D5A" w:rsidRPr="006E7140">
          <w:rPr>
            <w:rStyle w:val="Hyperlink"/>
            <w:rFonts w:cs="Arial"/>
          </w:rPr>
          <w:t>4.</w:t>
        </w:r>
        <w:r w:rsidR="00985D5A">
          <w:rPr>
            <w:rFonts w:asciiTheme="minorHAnsi" w:eastAsiaTheme="minorEastAsia" w:hAnsiTheme="minorHAnsi" w:cstheme="minorBidi"/>
            <w:b w:val="0"/>
            <w:sz w:val="22"/>
            <w:szCs w:val="22"/>
          </w:rPr>
          <w:tab/>
        </w:r>
        <w:r w:rsidR="00985D5A" w:rsidRPr="006E7140">
          <w:rPr>
            <w:rStyle w:val="Hyperlink"/>
          </w:rPr>
          <w:t>Project Organization</w:t>
        </w:r>
        <w:r w:rsidR="00985D5A">
          <w:rPr>
            <w:webHidden/>
          </w:rPr>
          <w:tab/>
        </w:r>
        <w:r w:rsidR="00985D5A">
          <w:rPr>
            <w:webHidden/>
          </w:rPr>
          <w:fldChar w:fldCharType="begin"/>
        </w:r>
        <w:r w:rsidR="00985D5A">
          <w:rPr>
            <w:webHidden/>
          </w:rPr>
          <w:instrText xml:space="preserve"> PAGEREF _Toc395773774 \h </w:instrText>
        </w:r>
        <w:r w:rsidR="00985D5A">
          <w:rPr>
            <w:webHidden/>
          </w:rPr>
        </w:r>
        <w:r w:rsidR="00985D5A">
          <w:rPr>
            <w:webHidden/>
          </w:rPr>
          <w:fldChar w:fldCharType="separate"/>
        </w:r>
        <w:r w:rsidR="00985D5A">
          <w:rPr>
            <w:webHidden/>
          </w:rPr>
          <w:t>4</w:t>
        </w:r>
        <w:r w:rsidR="00985D5A">
          <w:rPr>
            <w:webHidden/>
          </w:rPr>
          <w:fldChar w:fldCharType="end"/>
        </w:r>
      </w:hyperlink>
    </w:p>
    <w:p w14:paraId="5F833289" w14:textId="77777777" w:rsidR="00985D5A" w:rsidRDefault="0040407A">
      <w:pPr>
        <w:pStyle w:val="TOC2"/>
        <w:rPr>
          <w:rFonts w:asciiTheme="minorHAnsi" w:eastAsiaTheme="minorEastAsia" w:hAnsiTheme="minorHAnsi" w:cstheme="minorBidi"/>
          <w:sz w:val="22"/>
          <w:szCs w:val="22"/>
        </w:rPr>
      </w:pPr>
      <w:hyperlink w:anchor="_Toc395773775" w:history="1">
        <w:r w:rsidR="00985D5A" w:rsidRPr="006E7140">
          <w:rPr>
            <w:rStyle w:val="Hyperlink"/>
            <w:rFonts w:cs="Arial"/>
          </w:rPr>
          <w:t>4.1</w:t>
        </w:r>
        <w:r w:rsidR="00985D5A">
          <w:rPr>
            <w:rFonts w:asciiTheme="minorHAnsi" w:eastAsiaTheme="minorEastAsia" w:hAnsiTheme="minorHAnsi" w:cstheme="minorBidi"/>
            <w:sz w:val="22"/>
            <w:szCs w:val="22"/>
          </w:rPr>
          <w:tab/>
        </w:r>
        <w:r w:rsidR="00985D5A" w:rsidRPr="006E7140">
          <w:rPr>
            <w:rStyle w:val="Hyperlink"/>
          </w:rPr>
          <w:t>Roles and Responsibilities</w:t>
        </w:r>
        <w:r w:rsidR="00985D5A">
          <w:rPr>
            <w:webHidden/>
          </w:rPr>
          <w:tab/>
        </w:r>
        <w:r w:rsidR="00985D5A">
          <w:rPr>
            <w:webHidden/>
          </w:rPr>
          <w:fldChar w:fldCharType="begin"/>
        </w:r>
        <w:r w:rsidR="00985D5A">
          <w:rPr>
            <w:webHidden/>
          </w:rPr>
          <w:instrText xml:space="preserve"> PAGEREF _Toc395773775 \h </w:instrText>
        </w:r>
        <w:r w:rsidR="00985D5A">
          <w:rPr>
            <w:webHidden/>
          </w:rPr>
        </w:r>
        <w:r w:rsidR="00985D5A">
          <w:rPr>
            <w:webHidden/>
          </w:rPr>
          <w:fldChar w:fldCharType="separate"/>
        </w:r>
        <w:r w:rsidR="00985D5A">
          <w:rPr>
            <w:webHidden/>
          </w:rPr>
          <w:t>4</w:t>
        </w:r>
        <w:r w:rsidR="00985D5A">
          <w:rPr>
            <w:webHidden/>
          </w:rPr>
          <w:fldChar w:fldCharType="end"/>
        </w:r>
      </w:hyperlink>
    </w:p>
    <w:p w14:paraId="47369978" w14:textId="77777777" w:rsidR="00985D5A" w:rsidRDefault="0040407A">
      <w:pPr>
        <w:pStyle w:val="TOC2"/>
        <w:rPr>
          <w:rFonts w:asciiTheme="minorHAnsi" w:eastAsiaTheme="minorEastAsia" w:hAnsiTheme="minorHAnsi" w:cstheme="minorBidi"/>
          <w:sz w:val="22"/>
          <w:szCs w:val="22"/>
        </w:rPr>
      </w:pPr>
      <w:hyperlink w:anchor="_Toc395773776" w:history="1">
        <w:r w:rsidR="00985D5A" w:rsidRPr="006E7140">
          <w:rPr>
            <w:rStyle w:val="Hyperlink"/>
            <w:rFonts w:cs="Arial"/>
          </w:rPr>
          <w:t>4.2</w:t>
        </w:r>
        <w:r w:rsidR="00985D5A">
          <w:rPr>
            <w:rFonts w:asciiTheme="minorHAnsi" w:eastAsiaTheme="minorEastAsia" w:hAnsiTheme="minorHAnsi" w:cstheme="minorBidi"/>
            <w:sz w:val="22"/>
            <w:szCs w:val="22"/>
          </w:rPr>
          <w:tab/>
        </w:r>
        <w:r w:rsidR="00985D5A" w:rsidRPr="006E7140">
          <w:rPr>
            <w:rStyle w:val="Hyperlink"/>
          </w:rPr>
          <w:t>Stakeholders</w:t>
        </w:r>
        <w:r w:rsidR="00985D5A">
          <w:rPr>
            <w:webHidden/>
          </w:rPr>
          <w:tab/>
        </w:r>
        <w:r w:rsidR="00985D5A">
          <w:rPr>
            <w:webHidden/>
          </w:rPr>
          <w:fldChar w:fldCharType="begin"/>
        </w:r>
        <w:r w:rsidR="00985D5A">
          <w:rPr>
            <w:webHidden/>
          </w:rPr>
          <w:instrText xml:space="preserve"> PAGEREF _Toc395773776 \h </w:instrText>
        </w:r>
        <w:r w:rsidR="00985D5A">
          <w:rPr>
            <w:webHidden/>
          </w:rPr>
        </w:r>
        <w:r w:rsidR="00985D5A">
          <w:rPr>
            <w:webHidden/>
          </w:rPr>
          <w:fldChar w:fldCharType="separate"/>
        </w:r>
        <w:r w:rsidR="00985D5A">
          <w:rPr>
            <w:webHidden/>
          </w:rPr>
          <w:t>8</w:t>
        </w:r>
        <w:r w:rsidR="00985D5A">
          <w:rPr>
            <w:webHidden/>
          </w:rPr>
          <w:fldChar w:fldCharType="end"/>
        </w:r>
      </w:hyperlink>
    </w:p>
    <w:p w14:paraId="14AA796C" w14:textId="77777777" w:rsidR="00985D5A" w:rsidRDefault="0040407A">
      <w:pPr>
        <w:pStyle w:val="TOC1"/>
        <w:rPr>
          <w:rFonts w:asciiTheme="minorHAnsi" w:eastAsiaTheme="minorEastAsia" w:hAnsiTheme="minorHAnsi" w:cstheme="minorBidi"/>
          <w:b w:val="0"/>
          <w:sz w:val="22"/>
          <w:szCs w:val="22"/>
        </w:rPr>
      </w:pPr>
      <w:hyperlink w:anchor="_Toc395773777" w:history="1">
        <w:r w:rsidR="00985D5A" w:rsidRPr="006E7140">
          <w:rPr>
            <w:rStyle w:val="Hyperlink"/>
            <w:rFonts w:cs="Arial"/>
          </w:rPr>
          <w:t>5.</w:t>
        </w:r>
        <w:r w:rsidR="00985D5A">
          <w:rPr>
            <w:rFonts w:asciiTheme="minorHAnsi" w:eastAsiaTheme="minorEastAsia" w:hAnsiTheme="minorHAnsi" w:cstheme="minorBidi"/>
            <w:b w:val="0"/>
            <w:sz w:val="22"/>
            <w:szCs w:val="22"/>
          </w:rPr>
          <w:tab/>
        </w:r>
        <w:r w:rsidR="00985D5A" w:rsidRPr="006E7140">
          <w:rPr>
            <w:rStyle w:val="Hyperlink"/>
          </w:rPr>
          <w:t>Duration</w:t>
        </w:r>
        <w:r w:rsidR="00985D5A">
          <w:rPr>
            <w:webHidden/>
          </w:rPr>
          <w:tab/>
        </w:r>
        <w:r w:rsidR="00985D5A">
          <w:rPr>
            <w:webHidden/>
          </w:rPr>
          <w:fldChar w:fldCharType="begin"/>
        </w:r>
        <w:r w:rsidR="00985D5A">
          <w:rPr>
            <w:webHidden/>
          </w:rPr>
          <w:instrText xml:space="preserve"> PAGEREF _Toc395773777 \h </w:instrText>
        </w:r>
        <w:r w:rsidR="00985D5A">
          <w:rPr>
            <w:webHidden/>
          </w:rPr>
        </w:r>
        <w:r w:rsidR="00985D5A">
          <w:rPr>
            <w:webHidden/>
          </w:rPr>
          <w:fldChar w:fldCharType="separate"/>
        </w:r>
        <w:r w:rsidR="00985D5A">
          <w:rPr>
            <w:webHidden/>
          </w:rPr>
          <w:t>9</w:t>
        </w:r>
        <w:r w:rsidR="00985D5A">
          <w:rPr>
            <w:webHidden/>
          </w:rPr>
          <w:fldChar w:fldCharType="end"/>
        </w:r>
      </w:hyperlink>
    </w:p>
    <w:p w14:paraId="6B00DC21" w14:textId="77777777" w:rsidR="00985D5A" w:rsidRDefault="0040407A">
      <w:pPr>
        <w:pStyle w:val="TOC2"/>
        <w:rPr>
          <w:rFonts w:asciiTheme="minorHAnsi" w:eastAsiaTheme="minorEastAsia" w:hAnsiTheme="minorHAnsi" w:cstheme="minorBidi"/>
          <w:sz w:val="22"/>
          <w:szCs w:val="22"/>
        </w:rPr>
      </w:pPr>
      <w:hyperlink w:anchor="_Toc395773778" w:history="1">
        <w:r w:rsidR="00985D5A" w:rsidRPr="006E7140">
          <w:rPr>
            <w:rStyle w:val="Hyperlink"/>
            <w:rFonts w:cs="Arial"/>
          </w:rPr>
          <w:t>5.1</w:t>
        </w:r>
        <w:r w:rsidR="00985D5A">
          <w:rPr>
            <w:rFonts w:asciiTheme="minorHAnsi" w:eastAsiaTheme="minorEastAsia" w:hAnsiTheme="minorHAnsi" w:cstheme="minorBidi"/>
            <w:sz w:val="22"/>
            <w:szCs w:val="22"/>
          </w:rPr>
          <w:tab/>
        </w:r>
        <w:r w:rsidR="00985D5A" w:rsidRPr="006E7140">
          <w:rPr>
            <w:rStyle w:val="Hyperlink"/>
          </w:rPr>
          <w:t>Timeline</w:t>
        </w:r>
        <w:r w:rsidR="00985D5A">
          <w:rPr>
            <w:webHidden/>
          </w:rPr>
          <w:tab/>
        </w:r>
        <w:r w:rsidR="00985D5A">
          <w:rPr>
            <w:webHidden/>
          </w:rPr>
          <w:fldChar w:fldCharType="begin"/>
        </w:r>
        <w:r w:rsidR="00985D5A">
          <w:rPr>
            <w:webHidden/>
          </w:rPr>
          <w:instrText xml:space="preserve"> PAGEREF _Toc395773778 \h </w:instrText>
        </w:r>
        <w:r w:rsidR="00985D5A">
          <w:rPr>
            <w:webHidden/>
          </w:rPr>
        </w:r>
        <w:r w:rsidR="00985D5A">
          <w:rPr>
            <w:webHidden/>
          </w:rPr>
          <w:fldChar w:fldCharType="separate"/>
        </w:r>
        <w:r w:rsidR="00985D5A">
          <w:rPr>
            <w:webHidden/>
          </w:rPr>
          <w:t>9</w:t>
        </w:r>
        <w:r w:rsidR="00985D5A">
          <w:rPr>
            <w:webHidden/>
          </w:rPr>
          <w:fldChar w:fldCharType="end"/>
        </w:r>
      </w:hyperlink>
    </w:p>
    <w:p w14:paraId="1B09CB29" w14:textId="77777777" w:rsidR="00985D5A" w:rsidRDefault="0040407A">
      <w:pPr>
        <w:pStyle w:val="TOC2"/>
        <w:rPr>
          <w:rFonts w:asciiTheme="minorHAnsi" w:eastAsiaTheme="minorEastAsia" w:hAnsiTheme="minorHAnsi" w:cstheme="minorBidi"/>
          <w:sz w:val="22"/>
          <w:szCs w:val="22"/>
        </w:rPr>
      </w:pPr>
      <w:hyperlink w:anchor="_Toc395773779" w:history="1">
        <w:r w:rsidR="00985D5A" w:rsidRPr="006E7140">
          <w:rPr>
            <w:rStyle w:val="Hyperlink"/>
            <w:rFonts w:cs="Arial"/>
          </w:rPr>
          <w:t>5.2</w:t>
        </w:r>
        <w:r w:rsidR="00985D5A">
          <w:rPr>
            <w:rFonts w:asciiTheme="minorHAnsi" w:eastAsiaTheme="minorEastAsia" w:hAnsiTheme="minorHAnsi" w:cstheme="minorBidi"/>
            <w:sz w:val="22"/>
            <w:szCs w:val="22"/>
          </w:rPr>
          <w:tab/>
        </w:r>
        <w:r w:rsidR="00985D5A" w:rsidRPr="006E7140">
          <w:rPr>
            <w:rStyle w:val="Hyperlink"/>
          </w:rPr>
          <w:t>Milestones</w:t>
        </w:r>
        <w:r w:rsidR="00985D5A">
          <w:rPr>
            <w:webHidden/>
          </w:rPr>
          <w:tab/>
        </w:r>
        <w:r w:rsidR="00985D5A">
          <w:rPr>
            <w:webHidden/>
          </w:rPr>
          <w:fldChar w:fldCharType="begin"/>
        </w:r>
        <w:r w:rsidR="00985D5A">
          <w:rPr>
            <w:webHidden/>
          </w:rPr>
          <w:instrText xml:space="preserve"> PAGEREF _Toc395773779 \h </w:instrText>
        </w:r>
        <w:r w:rsidR="00985D5A">
          <w:rPr>
            <w:webHidden/>
          </w:rPr>
        </w:r>
        <w:r w:rsidR="00985D5A">
          <w:rPr>
            <w:webHidden/>
          </w:rPr>
          <w:fldChar w:fldCharType="separate"/>
        </w:r>
        <w:r w:rsidR="00985D5A">
          <w:rPr>
            <w:webHidden/>
          </w:rPr>
          <w:t>9</w:t>
        </w:r>
        <w:r w:rsidR="00985D5A">
          <w:rPr>
            <w:webHidden/>
          </w:rPr>
          <w:fldChar w:fldCharType="end"/>
        </w:r>
      </w:hyperlink>
    </w:p>
    <w:p w14:paraId="61C3B065" w14:textId="77777777" w:rsidR="00985D5A" w:rsidRDefault="0040407A">
      <w:pPr>
        <w:pStyle w:val="TOC1"/>
        <w:rPr>
          <w:rFonts w:asciiTheme="minorHAnsi" w:eastAsiaTheme="minorEastAsia" w:hAnsiTheme="minorHAnsi" w:cstheme="minorBidi"/>
          <w:b w:val="0"/>
          <w:sz w:val="22"/>
          <w:szCs w:val="22"/>
        </w:rPr>
      </w:pPr>
      <w:hyperlink w:anchor="_Toc395773780" w:history="1">
        <w:r w:rsidR="00985D5A" w:rsidRPr="006E7140">
          <w:rPr>
            <w:rStyle w:val="Hyperlink"/>
            <w:rFonts w:cs="Arial"/>
          </w:rPr>
          <w:t>6.</w:t>
        </w:r>
        <w:r w:rsidR="00985D5A">
          <w:rPr>
            <w:rFonts w:asciiTheme="minorHAnsi" w:eastAsiaTheme="minorEastAsia" w:hAnsiTheme="minorHAnsi" w:cstheme="minorBidi"/>
            <w:b w:val="0"/>
            <w:sz w:val="22"/>
            <w:szCs w:val="22"/>
          </w:rPr>
          <w:tab/>
        </w:r>
        <w:r w:rsidR="00985D5A" w:rsidRPr="006E7140">
          <w:rPr>
            <w:rStyle w:val="Hyperlink"/>
          </w:rPr>
          <w:t>Budget Estimate</w:t>
        </w:r>
        <w:r w:rsidR="00985D5A">
          <w:rPr>
            <w:webHidden/>
          </w:rPr>
          <w:tab/>
        </w:r>
        <w:r w:rsidR="00985D5A">
          <w:rPr>
            <w:webHidden/>
          </w:rPr>
          <w:fldChar w:fldCharType="begin"/>
        </w:r>
        <w:r w:rsidR="00985D5A">
          <w:rPr>
            <w:webHidden/>
          </w:rPr>
          <w:instrText xml:space="preserve"> PAGEREF _Toc395773780 \h </w:instrText>
        </w:r>
        <w:r w:rsidR="00985D5A">
          <w:rPr>
            <w:webHidden/>
          </w:rPr>
        </w:r>
        <w:r w:rsidR="00985D5A">
          <w:rPr>
            <w:webHidden/>
          </w:rPr>
          <w:fldChar w:fldCharType="separate"/>
        </w:r>
        <w:r w:rsidR="00985D5A">
          <w:rPr>
            <w:webHidden/>
          </w:rPr>
          <w:t>9</w:t>
        </w:r>
        <w:r w:rsidR="00985D5A">
          <w:rPr>
            <w:webHidden/>
          </w:rPr>
          <w:fldChar w:fldCharType="end"/>
        </w:r>
      </w:hyperlink>
    </w:p>
    <w:p w14:paraId="2B52FDFE" w14:textId="77777777" w:rsidR="00985D5A" w:rsidRDefault="0040407A">
      <w:pPr>
        <w:pStyle w:val="TOC2"/>
        <w:rPr>
          <w:rFonts w:asciiTheme="minorHAnsi" w:eastAsiaTheme="minorEastAsia" w:hAnsiTheme="minorHAnsi" w:cstheme="minorBidi"/>
          <w:sz w:val="22"/>
          <w:szCs w:val="22"/>
        </w:rPr>
      </w:pPr>
      <w:hyperlink w:anchor="_Toc395773781" w:history="1">
        <w:r w:rsidR="00985D5A" w:rsidRPr="006E7140">
          <w:rPr>
            <w:rStyle w:val="Hyperlink"/>
            <w:rFonts w:cs="Arial"/>
          </w:rPr>
          <w:t>6.1</w:t>
        </w:r>
        <w:r w:rsidR="00985D5A">
          <w:rPr>
            <w:rFonts w:asciiTheme="minorHAnsi" w:eastAsiaTheme="minorEastAsia" w:hAnsiTheme="minorHAnsi" w:cstheme="minorBidi"/>
            <w:sz w:val="22"/>
            <w:szCs w:val="22"/>
          </w:rPr>
          <w:tab/>
        </w:r>
        <w:r w:rsidR="00985D5A" w:rsidRPr="006E7140">
          <w:rPr>
            <w:rStyle w:val="Hyperlink"/>
          </w:rPr>
          <w:t>Funding Source</w:t>
        </w:r>
        <w:r w:rsidR="00985D5A">
          <w:rPr>
            <w:webHidden/>
          </w:rPr>
          <w:tab/>
        </w:r>
        <w:r w:rsidR="00985D5A">
          <w:rPr>
            <w:webHidden/>
          </w:rPr>
          <w:fldChar w:fldCharType="begin"/>
        </w:r>
        <w:r w:rsidR="00985D5A">
          <w:rPr>
            <w:webHidden/>
          </w:rPr>
          <w:instrText xml:space="preserve"> PAGEREF _Toc395773781 \h </w:instrText>
        </w:r>
        <w:r w:rsidR="00985D5A">
          <w:rPr>
            <w:webHidden/>
          </w:rPr>
        </w:r>
        <w:r w:rsidR="00985D5A">
          <w:rPr>
            <w:webHidden/>
          </w:rPr>
          <w:fldChar w:fldCharType="separate"/>
        </w:r>
        <w:r w:rsidR="00985D5A">
          <w:rPr>
            <w:webHidden/>
          </w:rPr>
          <w:t>9</w:t>
        </w:r>
        <w:r w:rsidR="00985D5A">
          <w:rPr>
            <w:webHidden/>
          </w:rPr>
          <w:fldChar w:fldCharType="end"/>
        </w:r>
      </w:hyperlink>
    </w:p>
    <w:p w14:paraId="29E6B0F2" w14:textId="77777777" w:rsidR="00985D5A" w:rsidRDefault="0040407A">
      <w:pPr>
        <w:pStyle w:val="TOC2"/>
        <w:rPr>
          <w:rFonts w:asciiTheme="minorHAnsi" w:eastAsiaTheme="minorEastAsia" w:hAnsiTheme="minorHAnsi" w:cstheme="minorBidi"/>
          <w:sz w:val="22"/>
          <w:szCs w:val="22"/>
        </w:rPr>
      </w:pPr>
      <w:hyperlink w:anchor="_Toc395773782" w:history="1">
        <w:r w:rsidR="00985D5A" w:rsidRPr="006E7140">
          <w:rPr>
            <w:rStyle w:val="Hyperlink"/>
            <w:rFonts w:cs="Arial"/>
          </w:rPr>
          <w:t>6.2</w:t>
        </w:r>
        <w:r w:rsidR="00985D5A">
          <w:rPr>
            <w:rFonts w:asciiTheme="minorHAnsi" w:eastAsiaTheme="minorEastAsia" w:hAnsiTheme="minorHAnsi" w:cstheme="minorBidi"/>
            <w:sz w:val="22"/>
            <w:szCs w:val="22"/>
          </w:rPr>
          <w:tab/>
        </w:r>
        <w:r w:rsidR="00985D5A" w:rsidRPr="006E7140">
          <w:rPr>
            <w:rStyle w:val="Hyperlink"/>
          </w:rPr>
          <w:t>Estimate</w:t>
        </w:r>
        <w:r w:rsidR="00985D5A">
          <w:rPr>
            <w:webHidden/>
          </w:rPr>
          <w:tab/>
        </w:r>
        <w:r w:rsidR="00985D5A">
          <w:rPr>
            <w:webHidden/>
          </w:rPr>
          <w:fldChar w:fldCharType="begin"/>
        </w:r>
        <w:r w:rsidR="00985D5A">
          <w:rPr>
            <w:webHidden/>
          </w:rPr>
          <w:instrText xml:space="preserve"> PAGEREF _Toc395773782 \h </w:instrText>
        </w:r>
        <w:r w:rsidR="00985D5A">
          <w:rPr>
            <w:webHidden/>
          </w:rPr>
        </w:r>
        <w:r w:rsidR="00985D5A">
          <w:rPr>
            <w:webHidden/>
          </w:rPr>
          <w:fldChar w:fldCharType="separate"/>
        </w:r>
        <w:r w:rsidR="00985D5A">
          <w:rPr>
            <w:webHidden/>
          </w:rPr>
          <w:t>9</w:t>
        </w:r>
        <w:r w:rsidR="00985D5A">
          <w:rPr>
            <w:webHidden/>
          </w:rPr>
          <w:fldChar w:fldCharType="end"/>
        </w:r>
      </w:hyperlink>
    </w:p>
    <w:p w14:paraId="121F0C2F" w14:textId="77777777" w:rsidR="00985D5A" w:rsidRDefault="0040407A">
      <w:pPr>
        <w:pStyle w:val="TOC1"/>
        <w:rPr>
          <w:rFonts w:asciiTheme="minorHAnsi" w:eastAsiaTheme="minorEastAsia" w:hAnsiTheme="minorHAnsi" w:cstheme="minorBidi"/>
          <w:b w:val="0"/>
          <w:sz w:val="22"/>
          <w:szCs w:val="22"/>
        </w:rPr>
      </w:pPr>
      <w:hyperlink w:anchor="_Toc395773783" w:history="1">
        <w:r w:rsidR="00985D5A" w:rsidRPr="006E7140">
          <w:rPr>
            <w:rStyle w:val="Hyperlink"/>
            <w:rFonts w:cs="Arial"/>
          </w:rPr>
          <w:t>7.</w:t>
        </w:r>
        <w:r w:rsidR="00985D5A">
          <w:rPr>
            <w:rFonts w:asciiTheme="minorHAnsi" w:eastAsiaTheme="minorEastAsia" w:hAnsiTheme="minorHAnsi" w:cstheme="minorBidi"/>
            <w:b w:val="0"/>
            <w:sz w:val="22"/>
            <w:szCs w:val="22"/>
          </w:rPr>
          <w:tab/>
        </w:r>
        <w:r w:rsidR="00985D5A" w:rsidRPr="006E7140">
          <w:rPr>
            <w:rStyle w:val="Hyperlink"/>
          </w:rPr>
          <w:t>Assumptions, Constraints and Risks</w:t>
        </w:r>
        <w:r w:rsidR="00985D5A">
          <w:rPr>
            <w:webHidden/>
          </w:rPr>
          <w:tab/>
        </w:r>
        <w:r w:rsidR="00985D5A">
          <w:rPr>
            <w:webHidden/>
          </w:rPr>
          <w:fldChar w:fldCharType="begin"/>
        </w:r>
        <w:r w:rsidR="00985D5A">
          <w:rPr>
            <w:webHidden/>
          </w:rPr>
          <w:instrText xml:space="preserve"> PAGEREF _Toc395773783 \h </w:instrText>
        </w:r>
        <w:r w:rsidR="00985D5A">
          <w:rPr>
            <w:webHidden/>
          </w:rPr>
        </w:r>
        <w:r w:rsidR="00985D5A">
          <w:rPr>
            <w:webHidden/>
          </w:rPr>
          <w:fldChar w:fldCharType="separate"/>
        </w:r>
        <w:r w:rsidR="00985D5A">
          <w:rPr>
            <w:webHidden/>
          </w:rPr>
          <w:t>10</w:t>
        </w:r>
        <w:r w:rsidR="00985D5A">
          <w:rPr>
            <w:webHidden/>
          </w:rPr>
          <w:fldChar w:fldCharType="end"/>
        </w:r>
      </w:hyperlink>
    </w:p>
    <w:p w14:paraId="4C231980" w14:textId="77777777" w:rsidR="00985D5A" w:rsidRDefault="0040407A">
      <w:pPr>
        <w:pStyle w:val="TOC2"/>
        <w:rPr>
          <w:rFonts w:asciiTheme="minorHAnsi" w:eastAsiaTheme="minorEastAsia" w:hAnsiTheme="minorHAnsi" w:cstheme="minorBidi"/>
          <w:sz w:val="22"/>
          <w:szCs w:val="22"/>
        </w:rPr>
      </w:pPr>
      <w:hyperlink w:anchor="_Toc395773784" w:history="1">
        <w:r w:rsidR="00985D5A" w:rsidRPr="006E7140">
          <w:rPr>
            <w:rStyle w:val="Hyperlink"/>
            <w:rFonts w:cs="Arial"/>
          </w:rPr>
          <w:t>7.1</w:t>
        </w:r>
        <w:r w:rsidR="00985D5A">
          <w:rPr>
            <w:rFonts w:asciiTheme="minorHAnsi" w:eastAsiaTheme="minorEastAsia" w:hAnsiTheme="minorHAnsi" w:cstheme="minorBidi"/>
            <w:sz w:val="22"/>
            <w:szCs w:val="22"/>
          </w:rPr>
          <w:tab/>
        </w:r>
        <w:r w:rsidR="00985D5A" w:rsidRPr="006E7140">
          <w:rPr>
            <w:rStyle w:val="Hyperlink"/>
          </w:rPr>
          <w:t>Assumptions</w:t>
        </w:r>
        <w:r w:rsidR="00985D5A">
          <w:rPr>
            <w:webHidden/>
          </w:rPr>
          <w:tab/>
        </w:r>
        <w:r w:rsidR="00985D5A">
          <w:rPr>
            <w:webHidden/>
          </w:rPr>
          <w:fldChar w:fldCharType="begin"/>
        </w:r>
        <w:r w:rsidR="00985D5A">
          <w:rPr>
            <w:webHidden/>
          </w:rPr>
          <w:instrText xml:space="preserve"> PAGEREF _Toc395773784 \h </w:instrText>
        </w:r>
        <w:r w:rsidR="00985D5A">
          <w:rPr>
            <w:webHidden/>
          </w:rPr>
        </w:r>
        <w:r w:rsidR="00985D5A">
          <w:rPr>
            <w:webHidden/>
          </w:rPr>
          <w:fldChar w:fldCharType="separate"/>
        </w:r>
        <w:r w:rsidR="00985D5A">
          <w:rPr>
            <w:webHidden/>
          </w:rPr>
          <w:t>10</w:t>
        </w:r>
        <w:r w:rsidR="00985D5A">
          <w:rPr>
            <w:webHidden/>
          </w:rPr>
          <w:fldChar w:fldCharType="end"/>
        </w:r>
      </w:hyperlink>
    </w:p>
    <w:p w14:paraId="799626B4" w14:textId="77777777" w:rsidR="00985D5A" w:rsidRDefault="0040407A">
      <w:pPr>
        <w:pStyle w:val="TOC2"/>
        <w:rPr>
          <w:rFonts w:asciiTheme="minorHAnsi" w:eastAsiaTheme="minorEastAsia" w:hAnsiTheme="minorHAnsi" w:cstheme="minorBidi"/>
          <w:sz w:val="22"/>
          <w:szCs w:val="22"/>
        </w:rPr>
      </w:pPr>
      <w:hyperlink w:anchor="_Toc395773785" w:history="1">
        <w:r w:rsidR="00985D5A" w:rsidRPr="006E7140">
          <w:rPr>
            <w:rStyle w:val="Hyperlink"/>
            <w:rFonts w:cs="Arial"/>
          </w:rPr>
          <w:t>7.2</w:t>
        </w:r>
        <w:r w:rsidR="00985D5A">
          <w:rPr>
            <w:rFonts w:asciiTheme="minorHAnsi" w:eastAsiaTheme="minorEastAsia" w:hAnsiTheme="minorHAnsi" w:cstheme="minorBidi"/>
            <w:sz w:val="22"/>
            <w:szCs w:val="22"/>
          </w:rPr>
          <w:tab/>
        </w:r>
        <w:r w:rsidR="00985D5A" w:rsidRPr="006E7140">
          <w:rPr>
            <w:rStyle w:val="Hyperlink"/>
          </w:rPr>
          <w:t>Constraints</w:t>
        </w:r>
        <w:r w:rsidR="00985D5A">
          <w:rPr>
            <w:webHidden/>
          </w:rPr>
          <w:tab/>
        </w:r>
        <w:r w:rsidR="00985D5A">
          <w:rPr>
            <w:webHidden/>
          </w:rPr>
          <w:fldChar w:fldCharType="begin"/>
        </w:r>
        <w:r w:rsidR="00985D5A">
          <w:rPr>
            <w:webHidden/>
          </w:rPr>
          <w:instrText xml:space="preserve"> PAGEREF _Toc395773785 \h </w:instrText>
        </w:r>
        <w:r w:rsidR="00985D5A">
          <w:rPr>
            <w:webHidden/>
          </w:rPr>
        </w:r>
        <w:r w:rsidR="00985D5A">
          <w:rPr>
            <w:webHidden/>
          </w:rPr>
          <w:fldChar w:fldCharType="separate"/>
        </w:r>
        <w:r w:rsidR="00985D5A">
          <w:rPr>
            <w:webHidden/>
          </w:rPr>
          <w:t>10</w:t>
        </w:r>
        <w:r w:rsidR="00985D5A">
          <w:rPr>
            <w:webHidden/>
          </w:rPr>
          <w:fldChar w:fldCharType="end"/>
        </w:r>
      </w:hyperlink>
    </w:p>
    <w:p w14:paraId="1057B41D" w14:textId="77777777" w:rsidR="00985D5A" w:rsidRDefault="0040407A">
      <w:pPr>
        <w:pStyle w:val="TOC2"/>
        <w:rPr>
          <w:rFonts w:asciiTheme="minorHAnsi" w:eastAsiaTheme="minorEastAsia" w:hAnsiTheme="minorHAnsi" w:cstheme="minorBidi"/>
          <w:sz w:val="22"/>
          <w:szCs w:val="22"/>
        </w:rPr>
      </w:pPr>
      <w:hyperlink w:anchor="_Toc395773786" w:history="1">
        <w:r w:rsidR="00985D5A" w:rsidRPr="006E7140">
          <w:rPr>
            <w:rStyle w:val="Hyperlink"/>
            <w:rFonts w:cs="Arial"/>
          </w:rPr>
          <w:t>7.3</w:t>
        </w:r>
        <w:r w:rsidR="00985D5A">
          <w:rPr>
            <w:rFonts w:asciiTheme="minorHAnsi" w:eastAsiaTheme="minorEastAsia" w:hAnsiTheme="minorHAnsi" w:cstheme="minorBidi"/>
            <w:sz w:val="22"/>
            <w:szCs w:val="22"/>
          </w:rPr>
          <w:tab/>
        </w:r>
        <w:r w:rsidR="00985D5A" w:rsidRPr="006E7140">
          <w:rPr>
            <w:rStyle w:val="Hyperlink"/>
          </w:rPr>
          <w:t>Risks</w:t>
        </w:r>
        <w:r w:rsidR="00985D5A">
          <w:rPr>
            <w:webHidden/>
          </w:rPr>
          <w:tab/>
        </w:r>
        <w:r w:rsidR="00985D5A">
          <w:rPr>
            <w:webHidden/>
          </w:rPr>
          <w:fldChar w:fldCharType="begin"/>
        </w:r>
        <w:r w:rsidR="00985D5A">
          <w:rPr>
            <w:webHidden/>
          </w:rPr>
          <w:instrText xml:space="preserve"> PAGEREF _Toc395773786 \h </w:instrText>
        </w:r>
        <w:r w:rsidR="00985D5A">
          <w:rPr>
            <w:webHidden/>
          </w:rPr>
        </w:r>
        <w:r w:rsidR="00985D5A">
          <w:rPr>
            <w:webHidden/>
          </w:rPr>
          <w:fldChar w:fldCharType="separate"/>
        </w:r>
        <w:r w:rsidR="00985D5A">
          <w:rPr>
            <w:webHidden/>
          </w:rPr>
          <w:t>10</w:t>
        </w:r>
        <w:r w:rsidR="00985D5A">
          <w:rPr>
            <w:webHidden/>
          </w:rPr>
          <w:fldChar w:fldCharType="end"/>
        </w:r>
      </w:hyperlink>
    </w:p>
    <w:p w14:paraId="0FA58598"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87" w:history="1">
        <w:r w:rsidR="00985D5A" w:rsidRPr="006E7140">
          <w:rPr>
            <w:rStyle w:val="Hyperlink"/>
          </w:rPr>
          <w:t>Appendix A:</w:t>
        </w:r>
        <w:r w:rsidR="00985D5A">
          <w:rPr>
            <w:rFonts w:asciiTheme="minorHAnsi" w:eastAsiaTheme="minorEastAsia" w:hAnsiTheme="minorHAnsi" w:cstheme="minorBidi"/>
            <w:b w:val="0"/>
            <w:sz w:val="22"/>
            <w:szCs w:val="22"/>
          </w:rPr>
          <w:tab/>
        </w:r>
        <w:r w:rsidR="00985D5A" w:rsidRPr="006E7140">
          <w:rPr>
            <w:rStyle w:val="Hyperlink"/>
          </w:rPr>
          <w:t>Record of Changes</w:t>
        </w:r>
        <w:r w:rsidR="00985D5A">
          <w:rPr>
            <w:webHidden/>
          </w:rPr>
          <w:tab/>
        </w:r>
        <w:r w:rsidR="00985D5A">
          <w:rPr>
            <w:webHidden/>
          </w:rPr>
          <w:fldChar w:fldCharType="begin"/>
        </w:r>
        <w:r w:rsidR="00985D5A">
          <w:rPr>
            <w:webHidden/>
          </w:rPr>
          <w:instrText xml:space="preserve"> PAGEREF _Toc395773787 \h </w:instrText>
        </w:r>
        <w:r w:rsidR="00985D5A">
          <w:rPr>
            <w:webHidden/>
          </w:rPr>
        </w:r>
        <w:r w:rsidR="00985D5A">
          <w:rPr>
            <w:webHidden/>
          </w:rPr>
          <w:fldChar w:fldCharType="separate"/>
        </w:r>
        <w:r w:rsidR="00985D5A">
          <w:rPr>
            <w:webHidden/>
          </w:rPr>
          <w:t>12</w:t>
        </w:r>
        <w:r w:rsidR="00985D5A">
          <w:rPr>
            <w:webHidden/>
          </w:rPr>
          <w:fldChar w:fldCharType="end"/>
        </w:r>
      </w:hyperlink>
    </w:p>
    <w:p w14:paraId="5C02CF84"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88" w:history="1">
        <w:r w:rsidR="00985D5A" w:rsidRPr="006E7140">
          <w:rPr>
            <w:rStyle w:val="Hyperlink"/>
          </w:rPr>
          <w:t>Appendix B:</w:t>
        </w:r>
        <w:r w:rsidR="00985D5A">
          <w:rPr>
            <w:rFonts w:asciiTheme="minorHAnsi" w:eastAsiaTheme="minorEastAsia" w:hAnsiTheme="minorHAnsi" w:cstheme="minorBidi"/>
            <w:b w:val="0"/>
            <w:sz w:val="22"/>
            <w:szCs w:val="22"/>
          </w:rPr>
          <w:tab/>
        </w:r>
        <w:r w:rsidR="00985D5A" w:rsidRPr="006E7140">
          <w:rPr>
            <w:rStyle w:val="Hyperlink"/>
          </w:rPr>
          <w:t>Acronyms</w:t>
        </w:r>
        <w:r w:rsidR="00985D5A">
          <w:rPr>
            <w:webHidden/>
          </w:rPr>
          <w:tab/>
        </w:r>
        <w:r w:rsidR="00985D5A">
          <w:rPr>
            <w:webHidden/>
          </w:rPr>
          <w:fldChar w:fldCharType="begin"/>
        </w:r>
        <w:r w:rsidR="00985D5A">
          <w:rPr>
            <w:webHidden/>
          </w:rPr>
          <w:instrText xml:space="preserve"> PAGEREF _Toc395773788 \h </w:instrText>
        </w:r>
        <w:r w:rsidR="00985D5A">
          <w:rPr>
            <w:webHidden/>
          </w:rPr>
        </w:r>
        <w:r w:rsidR="00985D5A">
          <w:rPr>
            <w:webHidden/>
          </w:rPr>
          <w:fldChar w:fldCharType="separate"/>
        </w:r>
        <w:r w:rsidR="00985D5A">
          <w:rPr>
            <w:webHidden/>
          </w:rPr>
          <w:t>13</w:t>
        </w:r>
        <w:r w:rsidR="00985D5A">
          <w:rPr>
            <w:webHidden/>
          </w:rPr>
          <w:fldChar w:fldCharType="end"/>
        </w:r>
      </w:hyperlink>
    </w:p>
    <w:p w14:paraId="72DFD6BD"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89" w:history="1">
        <w:r w:rsidR="00985D5A" w:rsidRPr="006E7140">
          <w:rPr>
            <w:rStyle w:val="Hyperlink"/>
          </w:rPr>
          <w:t>Appendix C:</w:t>
        </w:r>
        <w:r w:rsidR="00985D5A">
          <w:rPr>
            <w:rFonts w:asciiTheme="minorHAnsi" w:eastAsiaTheme="minorEastAsia" w:hAnsiTheme="minorHAnsi" w:cstheme="minorBidi"/>
            <w:b w:val="0"/>
            <w:sz w:val="22"/>
            <w:szCs w:val="22"/>
          </w:rPr>
          <w:tab/>
        </w:r>
        <w:r w:rsidR="00985D5A" w:rsidRPr="006E7140">
          <w:rPr>
            <w:rStyle w:val="Hyperlink"/>
          </w:rPr>
          <w:t>Glossary</w:t>
        </w:r>
        <w:r w:rsidR="00985D5A">
          <w:rPr>
            <w:webHidden/>
          </w:rPr>
          <w:tab/>
        </w:r>
        <w:r w:rsidR="00985D5A">
          <w:rPr>
            <w:webHidden/>
          </w:rPr>
          <w:fldChar w:fldCharType="begin"/>
        </w:r>
        <w:r w:rsidR="00985D5A">
          <w:rPr>
            <w:webHidden/>
          </w:rPr>
          <w:instrText xml:space="preserve"> PAGEREF _Toc395773789 \h </w:instrText>
        </w:r>
        <w:r w:rsidR="00985D5A">
          <w:rPr>
            <w:webHidden/>
          </w:rPr>
        </w:r>
        <w:r w:rsidR="00985D5A">
          <w:rPr>
            <w:webHidden/>
          </w:rPr>
          <w:fldChar w:fldCharType="separate"/>
        </w:r>
        <w:r w:rsidR="00985D5A">
          <w:rPr>
            <w:webHidden/>
          </w:rPr>
          <w:t>14</w:t>
        </w:r>
        <w:r w:rsidR="00985D5A">
          <w:rPr>
            <w:webHidden/>
          </w:rPr>
          <w:fldChar w:fldCharType="end"/>
        </w:r>
      </w:hyperlink>
    </w:p>
    <w:p w14:paraId="103DFE0F"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90" w:history="1">
        <w:r w:rsidR="00985D5A" w:rsidRPr="006E7140">
          <w:rPr>
            <w:rStyle w:val="Hyperlink"/>
          </w:rPr>
          <w:t>Appendix D:</w:t>
        </w:r>
        <w:r w:rsidR="00985D5A">
          <w:rPr>
            <w:rFonts w:asciiTheme="minorHAnsi" w:eastAsiaTheme="minorEastAsia" w:hAnsiTheme="minorHAnsi" w:cstheme="minorBidi"/>
            <w:b w:val="0"/>
            <w:sz w:val="22"/>
            <w:szCs w:val="22"/>
          </w:rPr>
          <w:tab/>
        </w:r>
        <w:r w:rsidR="00985D5A" w:rsidRPr="006E7140">
          <w:rPr>
            <w:rStyle w:val="Hyperlink"/>
          </w:rPr>
          <w:t>Referenced Documents</w:t>
        </w:r>
        <w:r w:rsidR="00985D5A">
          <w:rPr>
            <w:webHidden/>
          </w:rPr>
          <w:tab/>
        </w:r>
        <w:r w:rsidR="00985D5A">
          <w:rPr>
            <w:webHidden/>
          </w:rPr>
          <w:fldChar w:fldCharType="begin"/>
        </w:r>
        <w:r w:rsidR="00985D5A">
          <w:rPr>
            <w:webHidden/>
          </w:rPr>
          <w:instrText xml:space="preserve"> PAGEREF _Toc395773790 \h </w:instrText>
        </w:r>
        <w:r w:rsidR="00985D5A">
          <w:rPr>
            <w:webHidden/>
          </w:rPr>
        </w:r>
        <w:r w:rsidR="00985D5A">
          <w:rPr>
            <w:webHidden/>
          </w:rPr>
          <w:fldChar w:fldCharType="separate"/>
        </w:r>
        <w:r w:rsidR="00985D5A">
          <w:rPr>
            <w:webHidden/>
          </w:rPr>
          <w:t>15</w:t>
        </w:r>
        <w:r w:rsidR="00985D5A">
          <w:rPr>
            <w:webHidden/>
          </w:rPr>
          <w:fldChar w:fldCharType="end"/>
        </w:r>
      </w:hyperlink>
    </w:p>
    <w:p w14:paraId="3548406B"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91" w:history="1">
        <w:r w:rsidR="00985D5A" w:rsidRPr="006E7140">
          <w:rPr>
            <w:rStyle w:val="Hyperlink"/>
          </w:rPr>
          <w:t>Appendix E:</w:t>
        </w:r>
        <w:r w:rsidR="00985D5A">
          <w:rPr>
            <w:rFonts w:asciiTheme="minorHAnsi" w:eastAsiaTheme="minorEastAsia" w:hAnsiTheme="minorHAnsi" w:cstheme="minorBidi"/>
            <w:b w:val="0"/>
            <w:sz w:val="22"/>
            <w:szCs w:val="22"/>
          </w:rPr>
          <w:tab/>
        </w:r>
        <w:r w:rsidR="00985D5A" w:rsidRPr="006E7140">
          <w:rPr>
            <w:rStyle w:val="Hyperlink"/>
          </w:rPr>
          <w:t>Approvals</w:t>
        </w:r>
        <w:r w:rsidR="00985D5A">
          <w:rPr>
            <w:webHidden/>
          </w:rPr>
          <w:tab/>
        </w:r>
        <w:r w:rsidR="00985D5A">
          <w:rPr>
            <w:webHidden/>
          </w:rPr>
          <w:fldChar w:fldCharType="begin"/>
        </w:r>
        <w:r w:rsidR="00985D5A">
          <w:rPr>
            <w:webHidden/>
          </w:rPr>
          <w:instrText xml:space="preserve"> PAGEREF _Toc395773791 \h </w:instrText>
        </w:r>
        <w:r w:rsidR="00985D5A">
          <w:rPr>
            <w:webHidden/>
          </w:rPr>
        </w:r>
        <w:r w:rsidR="00985D5A">
          <w:rPr>
            <w:webHidden/>
          </w:rPr>
          <w:fldChar w:fldCharType="separate"/>
        </w:r>
        <w:r w:rsidR="00985D5A">
          <w:rPr>
            <w:webHidden/>
          </w:rPr>
          <w:t>16</w:t>
        </w:r>
        <w:r w:rsidR="00985D5A">
          <w:rPr>
            <w:webHidden/>
          </w:rPr>
          <w:fldChar w:fldCharType="end"/>
        </w:r>
      </w:hyperlink>
    </w:p>
    <w:p w14:paraId="2FDC20D7"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92" w:history="1">
        <w:r w:rsidR="00985D5A" w:rsidRPr="006E7140">
          <w:rPr>
            <w:rStyle w:val="Hyperlink"/>
          </w:rPr>
          <w:t>Appendix F:</w:t>
        </w:r>
        <w:r w:rsidR="00985D5A">
          <w:rPr>
            <w:rFonts w:asciiTheme="minorHAnsi" w:eastAsiaTheme="minorEastAsia" w:hAnsiTheme="minorHAnsi" w:cstheme="minorBidi"/>
            <w:b w:val="0"/>
            <w:sz w:val="22"/>
            <w:szCs w:val="22"/>
          </w:rPr>
          <w:tab/>
        </w:r>
        <w:r w:rsidR="00985D5A" w:rsidRPr="006E7140">
          <w:rPr>
            <w:rStyle w:val="Hyperlink"/>
          </w:rPr>
          <w:t>Notes to the Author / Template Instructions</w:t>
        </w:r>
        <w:r w:rsidR="00985D5A">
          <w:rPr>
            <w:webHidden/>
          </w:rPr>
          <w:tab/>
        </w:r>
        <w:r w:rsidR="00985D5A">
          <w:rPr>
            <w:webHidden/>
          </w:rPr>
          <w:fldChar w:fldCharType="begin"/>
        </w:r>
        <w:r w:rsidR="00985D5A">
          <w:rPr>
            <w:webHidden/>
          </w:rPr>
          <w:instrText xml:space="preserve"> PAGEREF _Toc395773792 \h </w:instrText>
        </w:r>
        <w:r w:rsidR="00985D5A">
          <w:rPr>
            <w:webHidden/>
          </w:rPr>
        </w:r>
        <w:r w:rsidR="00985D5A">
          <w:rPr>
            <w:webHidden/>
          </w:rPr>
          <w:fldChar w:fldCharType="separate"/>
        </w:r>
        <w:r w:rsidR="00985D5A">
          <w:rPr>
            <w:webHidden/>
          </w:rPr>
          <w:t>17</w:t>
        </w:r>
        <w:r w:rsidR="00985D5A">
          <w:rPr>
            <w:webHidden/>
          </w:rPr>
          <w:fldChar w:fldCharType="end"/>
        </w:r>
      </w:hyperlink>
    </w:p>
    <w:p w14:paraId="2AE49506" w14:textId="412A5D13" w:rsidR="00985D5A" w:rsidRDefault="0040407A">
      <w:pPr>
        <w:pStyle w:val="TOC1"/>
        <w:tabs>
          <w:tab w:val="left" w:pos="1980"/>
        </w:tabs>
        <w:rPr>
          <w:rFonts w:asciiTheme="minorHAnsi" w:eastAsiaTheme="minorEastAsia" w:hAnsiTheme="minorHAnsi" w:cstheme="minorBidi"/>
          <w:b w:val="0"/>
          <w:sz w:val="22"/>
          <w:szCs w:val="22"/>
        </w:rPr>
      </w:pPr>
      <w:hyperlink w:anchor="_Toc395773793" w:history="1">
        <w:r w:rsidR="00985D5A" w:rsidRPr="006E7140">
          <w:rPr>
            <w:rStyle w:val="Hyperlink"/>
          </w:rPr>
          <w:t>Appendix G:</w:t>
        </w:r>
        <w:r w:rsidR="00985D5A">
          <w:rPr>
            <w:rFonts w:asciiTheme="minorHAnsi" w:eastAsiaTheme="minorEastAsia" w:hAnsiTheme="minorHAnsi" w:cstheme="minorBidi"/>
            <w:b w:val="0"/>
            <w:sz w:val="22"/>
            <w:szCs w:val="22"/>
          </w:rPr>
          <w:tab/>
        </w:r>
        <w:r w:rsidR="00985D5A" w:rsidRPr="006E7140">
          <w:rPr>
            <w:rStyle w:val="Hyperlink"/>
          </w:rPr>
          <w:t>Template Revision History</w:t>
        </w:r>
        <w:r w:rsidR="00985D5A">
          <w:rPr>
            <w:webHidden/>
          </w:rPr>
          <w:tab/>
        </w:r>
        <w:r w:rsidR="00985D5A">
          <w:rPr>
            <w:webHidden/>
          </w:rPr>
          <w:fldChar w:fldCharType="begin"/>
        </w:r>
        <w:r w:rsidR="00985D5A">
          <w:rPr>
            <w:webHidden/>
          </w:rPr>
          <w:instrText xml:space="preserve"> PAGEREF _Toc395773793 \h </w:instrText>
        </w:r>
        <w:r w:rsidR="00985D5A">
          <w:rPr>
            <w:webHidden/>
          </w:rPr>
        </w:r>
        <w:r w:rsidR="00985D5A">
          <w:rPr>
            <w:webHidden/>
          </w:rPr>
          <w:fldChar w:fldCharType="separate"/>
        </w:r>
        <w:r w:rsidR="00985D5A">
          <w:rPr>
            <w:webHidden/>
          </w:rPr>
          <w:t>18</w:t>
        </w:r>
        <w:r w:rsidR="00985D5A">
          <w:rPr>
            <w:webHidden/>
          </w:rPr>
          <w:fldChar w:fldCharType="end"/>
        </w:r>
      </w:hyperlink>
    </w:p>
    <w:p w14:paraId="1E35D482" w14:textId="77777777" w:rsidR="00985D5A" w:rsidRDefault="0040407A">
      <w:pPr>
        <w:pStyle w:val="TOC1"/>
        <w:tabs>
          <w:tab w:val="left" w:pos="1980"/>
        </w:tabs>
        <w:rPr>
          <w:rFonts w:asciiTheme="minorHAnsi" w:eastAsiaTheme="minorEastAsia" w:hAnsiTheme="minorHAnsi" w:cstheme="minorBidi"/>
          <w:b w:val="0"/>
          <w:sz w:val="22"/>
          <w:szCs w:val="22"/>
        </w:rPr>
      </w:pPr>
      <w:hyperlink w:anchor="_Toc395773794" w:history="1">
        <w:r w:rsidR="00985D5A" w:rsidRPr="006E7140">
          <w:rPr>
            <w:rStyle w:val="Hyperlink"/>
          </w:rPr>
          <w:t>Appendix H:</w:t>
        </w:r>
        <w:r w:rsidR="00985D5A">
          <w:rPr>
            <w:rFonts w:asciiTheme="minorHAnsi" w:eastAsiaTheme="minorEastAsia" w:hAnsiTheme="minorHAnsi" w:cstheme="minorBidi"/>
            <w:b w:val="0"/>
            <w:sz w:val="22"/>
            <w:szCs w:val="22"/>
          </w:rPr>
          <w:tab/>
        </w:r>
        <w:r w:rsidR="00985D5A" w:rsidRPr="006E7140">
          <w:rPr>
            <w:rStyle w:val="Hyperlink"/>
          </w:rPr>
          <w:t>Additional Appendices</w:t>
        </w:r>
        <w:r w:rsidR="00985D5A">
          <w:rPr>
            <w:webHidden/>
          </w:rPr>
          <w:tab/>
        </w:r>
        <w:r w:rsidR="00985D5A">
          <w:rPr>
            <w:webHidden/>
          </w:rPr>
          <w:fldChar w:fldCharType="begin"/>
        </w:r>
        <w:r w:rsidR="00985D5A">
          <w:rPr>
            <w:webHidden/>
          </w:rPr>
          <w:instrText xml:space="preserve"> PAGEREF _Toc395773794 \h </w:instrText>
        </w:r>
        <w:r w:rsidR="00985D5A">
          <w:rPr>
            <w:webHidden/>
          </w:rPr>
        </w:r>
        <w:r w:rsidR="00985D5A">
          <w:rPr>
            <w:webHidden/>
          </w:rPr>
          <w:fldChar w:fldCharType="separate"/>
        </w:r>
        <w:r w:rsidR="00985D5A">
          <w:rPr>
            <w:webHidden/>
          </w:rPr>
          <w:t>19</w:t>
        </w:r>
        <w:r w:rsidR="00985D5A">
          <w:rPr>
            <w:webHidden/>
          </w:rPr>
          <w:fldChar w:fldCharType="end"/>
        </w:r>
      </w:hyperlink>
    </w:p>
    <w:p w14:paraId="58A2F030" w14:textId="77777777" w:rsidR="008E64DE" w:rsidRPr="008E64DE" w:rsidRDefault="00195C9C">
      <w:pPr>
        <w:rPr>
          <w:b/>
          <w:noProof/>
          <w:sz w:val="26"/>
        </w:rPr>
      </w:pPr>
      <w:r>
        <w:rPr>
          <w:b/>
          <w:noProof/>
          <w:sz w:val="26"/>
        </w:rPr>
        <w:fldChar w:fldCharType="end"/>
      </w:r>
    </w:p>
    <w:p w14:paraId="58A2F031"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6E9C1567" w14:textId="77777777" w:rsidR="00985D5A" w:rsidRDefault="00195C9C">
      <w:pPr>
        <w:pStyle w:val="TableofFigures"/>
        <w:rPr>
          <w:rFonts w:asciiTheme="minorHAnsi" w:eastAsiaTheme="minorEastAsia" w:hAnsiTheme="minorHAnsi" w:cstheme="minorBidi"/>
          <w:sz w:val="22"/>
          <w:szCs w:val="22"/>
        </w:rPr>
      </w:pPr>
      <w:r>
        <w:fldChar w:fldCharType="begin"/>
      </w:r>
      <w:r w:rsidR="00377035">
        <w:instrText xml:space="preserve"> TOC \h \z \t "FigureCaption,1,fc,1" \c "Figure" </w:instrText>
      </w:r>
      <w:r>
        <w:fldChar w:fldCharType="separate"/>
      </w:r>
      <w:hyperlink w:anchor="_Toc395773323" w:history="1">
        <w:r w:rsidR="00985D5A" w:rsidRPr="00822732">
          <w:rPr>
            <w:rStyle w:val="Hyperlink"/>
          </w:rPr>
          <w:t>Figure 1: Example of a High-Level Timeline</w:t>
        </w:r>
        <w:r w:rsidR="00985D5A">
          <w:rPr>
            <w:webHidden/>
          </w:rPr>
          <w:tab/>
        </w:r>
        <w:r w:rsidR="00985D5A">
          <w:rPr>
            <w:webHidden/>
          </w:rPr>
          <w:fldChar w:fldCharType="begin"/>
        </w:r>
        <w:r w:rsidR="00985D5A">
          <w:rPr>
            <w:webHidden/>
          </w:rPr>
          <w:instrText xml:space="preserve"> PAGEREF _Toc395773323 \h </w:instrText>
        </w:r>
        <w:r w:rsidR="00985D5A">
          <w:rPr>
            <w:webHidden/>
          </w:rPr>
        </w:r>
        <w:r w:rsidR="00985D5A">
          <w:rPr>
            <w:webHidden/>
          </w:rPr>
          <w:fldChar w:fldCharType="separate"/>
        </w:r>
        <w:r w:rsidR="00985D5A">
          <w:rPr>
            <w:webHidden/>
          </w:rPr>
          <w:t>12</w:t>
        </w:r>
        <w:r w:rsidR="00985D5A">
          <w:rPr>
            <w:webHidden/>
          </w:rPr>
          <w:fldChar w:fldCharType="end"/>
        </w:r>
      </w:hyperlink>
    </w:p>
    <w:p w14:paraId="58A2F033" w14:textId="77777777" w:rsidR="008F03D1" w:rsidRDefault="00195C9C" w:rsidP="00CD5651">
      <w:pPr>
        <w:pStyle w:val="TableofFigures"/>
        <w:ind w:left="0" w:firstLine="0"/>
      </w:pPr>
      <w:r>
        <w:fldChar w:fldCharType="end"/>
      </w:r>
    </w:p>
    <w:p w14:paraId="58A2F034" w14:textId="77777777" w:rsidR="008F1C07" w:rsidRDefault="008F1C07"/>
    <w:p w14:paraId="58A2F035" w14:textId="77777777" w:rsidR="003E4887" w:rsidRDefault="003E4887" w:rsidP="008F1C07"/>
    <w:p w14:paraId="58A2F036" w14:textId="77777777" w:rsidR="008F03D1" w:rsidRDefault="008F03D1">
      <w:pPr>
        <w:pStyle w:val="FrontMatterHeader"/>
      </w:pPr>
      <w:bookmarkStart w:id="9" w:name="_Toc278187084"/>
      <w:bookmarkStart w:id="10" w:name="_Toc278189220"/>
      <w:r>
        <w:t>List of Tables</w:t>
      </w:r>
      <w:bookmarkEnd w:id="9"/>
      <w:bookmarkEnd w:id="10"/>
    </w:p>
    <w:p w14:paraId="677A1EC7" w14:textId="77777777" w:rsidR="00985D5A" w:rsidRDefault="00195C9C">
      <w:pPr>
        <w:pStyle w:val="TableofFigures"/>
        <w:rPr>
          <w:rFonts w:asciiTheme="minorHAnsi" w:eastAsiaTheme="minorEastAsia" w:hAnsiTheme="minorHAnsi" w:cstheme="minorBidi"/>
          <w:sz w:val="22"/>
          <w:szCs w:val="22"/>
        </w:rPr>
      </w:pPr>
      <w:r>
        <w:fldChar w:fldCharType="begin"/>
      </w:r>
      <w:r w:rsidR="00035097">
        <w:instrText xml:space="preserve"> TOC \h \z \t "Caption" \c "Table" </w:instrText>
      </w:r>
      <w:r>
        <w:fldChar w:fldCharType="separate"/>
      </w:r>
      <w:hyperlink w:anchor="_Toc395773324" w:history="1">
        <w:r w:rsidR="00985D5A" w:rsidRPr="00E51B01">
          <w:rPr>
            <w:rStyle w:val="Hyperlink"/>
          </w:rPr>
          <w:t>Table 1: Strategic Alignment</w:t>
        </w:r>
        <w:r w:rsidR="00985D5A">
          <w:rPr>
            <w:webHidden/>
          </w:rPr>
          <w:tab/>
        </w:r>
        <w:r w:rsidR="00985D5A">
          <w:rPr>
            <w:webHidden/>
          </w:rPr>
          <w:fldChar w:fldCharType="begin"/>
        </w:r>
        <w:r w:rsidR="00985D5A">
          <w:rPr>
            <w:webHidden/>
          </w:rPr>
          <w:instrText xml:space="preserve"> PAGEREF _Toc395773324 \h </w:instrText>
        </w:r>
        <w:r w:rsidR="00985D5A">
          <w:rPr>
            <w:webHidden/>
          </w:rPr>
        </w:r>
        <w:r w:rsidR="00985D5A">
          <w:rPr>
            <w:webHidden/>
          </w:rPr>
          <w:fldChar w:fldCharType="separate"/>
        </w:r>
        <w:r w:rsidR="00985D5A">
          <w:rPr>
            <w:webHidden/>
          </w:rPr>
          <w:t>5</w:t>
        </w:r>
        <w:r w:rsidR="00985D5A">
          <w:rPr>
            <w:webHidden/>
          </w:rPr>
          <w:fldChar w:fldCharType="end"/>
        </w:r>
      </w:hyperlink>
    </w:p>
    <w:p w14:paraId="52FB9B1F" w14:textId="77777777" w:rsidR="00985D5A" w:rsidRDefault="0040407A">
      <w:pPr>
        <w:pStyle w:val="TableofFigures"/>
        <w:rPr>
          <w:rFonts w:asciiTheme="minorHAnsi" w:eastAsiaTheme="minorEastAsia" w:hAnsiTheme="minorHAnsi" w:cstheme="minorBidi"/>
          <w:sz w:val="22"/>
          <w:szCs w:val="22"/>
        </w:rPr>
      </w:pPr>
      <w:hyperlink w:anchor="_Toc395773325" w:history="1">
        <w:r w:rsidR="00985D5A" w:rsidRPr="00E51B01">
          <w:rPr>
            <w:rStyle w:val="Hyperlink"/>
          </w:rPr>
          <w:t>Table 2: High-Level Requirements</w:t>
        </w:r>
        <w:r w:rsidR="00985D5A">
          <w:rPr>
            <w:webHidden/>
          </w:rPr>
          <w:tab/>
        </w:r>
        <w:r w:rsidR="00985D5A">
          <w:rPr>
            <w:webHidden/>
          </w:rPr>
          <w:fldChar w:fldCharType="begin"/>
        </w:r>
        <w:r w:rsidR="00985D5A">
          <w:rPr>
            <w:webHidden/>
          </w:rPr>
          <w:instrText xml:space="preserve"> PAGEREF _Toc395773325 \h </w:instrText>
        </w:r>
        <w:r w:rsidR="00985D5A">
          <w:rPr>
            <w:webHidden/>
          </w:rPr>
        </w:r>
        <w:r w:rsidR="00985D5A">
          <w:rPr>
            <w:webHidden/>
          </w:rPr>
          <w:fldChar w:fldCharType="separate"/>
        </w:r>
        <w:r w:rsidR="00985D5A">
          <w:rPr>
            <w:webHidden/>
          </w:rPr>
          <w:t>6</w:t>
        </w:r>
        <w:r w:rsidR="00985D5A">
          <w:rPr>
            <w:webHidden/>
          </w:rPr>
          <w:fldChar w:fldCharType="end"/>
        </w:r>
      </w:hyperlink>
    </w:p>
    <w:p w14:paraId="197AE482" w14:textId="77777777" w:rsidR="00985D5A" w:rsidRDefault="0040407A">
      <w:pPr>
        <w:pStyle w:val="TableofFigures"/>
        <w:rPr>
          <w:rFonts w:asciiTheme="minorHAnsi" w:eastAsiaTheme="minorEastAsia" w:hAnsiTheme="minorHAnsi" w:cstheme="minorBidi"/>
          <w:sz w:val="22"/>
          <w:szCs w:val="22"/>
        </w:rPr>
      </w:pPr>
      <w:hyperlink w:anchor="_Toc395773326" w:history="1">
        <w:r w:rsidR="00985D5A" w:rsidRPr="00E51B01">
          <w:rPr>
            <w:rStyle w:val="Hyperlink"/>
          </w:rPr>
          <w:t>Table 3: Major Deliverables</w:t>
        </w:r>
        <w:r w:rsidR="00985D5A">
          <w:rPr>
            <w:webHidden/>
          </w:rPr>
          <w:tab/>
        </w:r>
        <w:r w:rsidR="00985D5A">
          <w:rPr>
            <w:webHidden/>
          </w:rPr>
          <w:fldChar w:fldCharType="begin"/>
        </w:r>
        <w:r w:rsidR="00985D5A">
          <w:rPr>
            <w:webHidden/>
          </w:rPr>
          <w:instrText xml:space="preserve"> PAGEREF _Toc395773326 \h </w:instrText>
        </w:r>
        <w:r w:rsidR="00985D5A">
          <w:rPr>
            <w:webHidden/>
          </w:rPr>
        </w:r>
        <w:r w:rsidR="00985D5A">
          <w:rPr>
            <w:webHidden/>
          </w:rPr>
          <w:fldChar w:fldCharType="separate"/>
        </w:r>
        <w:r w:rsidR="00985D5A">
          <w:rPr>
            <w:webHidden/>
          </w:rPr>
          <w:t>6</w:t>
        </w:r>
        <w:r w:rsidR="00985D5A">
          <w:rPr>
            <w:webHidden/>
          </w:rPr>
          <w:fldChar w:fldCharType="end"/>
        </w:r>
      </w:hyperlink>
    </w:p>
    <w:p w14:paraId="1A9D0674" w14:textId="77777777" w:rsidR="00985D5A" w:rsidRDefault="0040407A">
      <w:pPr>
        <w:pStyle w:val="TableofFigures"/>
        <w:rPr>
          <w:rFonts w:asciiTheme="minorHAnsi" w:eastAsiaTheme="minorEastAsia" w:hAnsiTheme="minorHAnsi" w:cstheme="minorBidi"/>
          <w:sz w:val="22"/>
          <w:szCs w:val="22"/>
        </w:rPr>
      </w:pPr>
      <w:hyperlink w:anchor="_Toc395773327" w:history="1">
        <w:r w:rsidR="00985D5A" w:rsidRPr="00E51B01">
          <w:rPr>
            <w:rStyle w:val="Hyperlink"/>
          </w:rPr>
          <w:t>Table 4: Roles and Responsibilities</w:t>
        </w:r>
        <w:r w:rsidR="00985D5A">
          <w:rPr>
            <w:webHidden/>
          </w:rPr>
          <w:tab/>
        </w:r>
        <w:r w:rsidR="00985D5A">
          <w:rPr>
            <w:webHidden/>
          </w:rPr>
          <w:fldChar w:fldCharType="begin"/>
        </w:r>
        <w:r w:rsidR="00985D5A">
          <w:rPr>
            <w:webHidden/>
          </w:rPr>
          <w:instrText xml:space="preserve"> PAGEREF _Toc395773327 \h </w:instrText>
        </w:r>
        <w:r w:rsidR="00985D5A">
          <w:rPr>
            <w:webHidden/>
          </w:rPr>
        </w:r>
        <w:r w:rsidR="00985D5A">
          <w:rPr>
            <w:webHidden/>
          </w:rPr>
          <w:fldChar w:fldCharType="separate"/>
        </w:r>
        <w:r w:rsidR="00985D5A">
          <w:rPr>
            <w:webHidden/>
          </w:rPr>
          <w:t>7</w:t>
        </w:r>
        <w:r w:rsidR="00985D5A">
          <w:rPr>
            <w:webHidden/>
          </w:rPr>
          <w:fldChar w:fldCharType="end"/>
        </w:r>
      </w:hyperlink>
    </w:p>
    <w:p w14:paraId="150D3E99" w14:textId="77777777" w:rsidR="00985D5A" w:rsidRDefault="0040407A">
      <w:pPr>
        <w:pStyle w:val="TableofFigures"/>
        <w:rPr>
          <w:rFonts w:asciiTheme="minorHAnsi" w:eastAsiaTheme="minorEastAsia" w:hAnsiTheme="minorHAnsi" w:cstheme="minorBidi"/>
          <w:sz w:val="22"/>
          <w:szCs w:val="22"/>
        </w:rPr>
      </w:pPr>
      <w:hyperlink w:anchor="_Toc395773328" w:history="1">
        <w:r w:rsidR="00985D5A" w:rsidRPr="00E51B01">
          <w:rPr>
            <w:rStyle w:val="Hyperlink"/>
          </w:rPr>
          <w:t>Table 5: Milestones</w:t>
        </w:r>
        <w:r w:rsidR="00985D5A">
          <w:rPr>
            <w:webHidden/>
          </w:rPr>
          <w:tab/>
        </w:r>
        <w:r w:rsidR="00985D5A">
          <w:rPr>
            <w:webHidden/>
          </w:rPr>
          <w:fldChar w:fldCharType="begin"/>
        </w:r>
        <w:r w:rsidR="00985D5A">
          <w:rPr>
            <w:webHidden/>
          </w:rPr>
          <w:instrText xml:space="preserve"> PAGEREF _Toc395773328 \h </w:instrText>
        </w:r>
        <w:r w:rsidR="00985D5A">
          <w:rPr>
            <w:webHidden/>
          </w:rPr>
        </w:r>
        <w:r w:rsidR="00985D5A">
          <w:rPr>
            <w:webHidden/>
          </w:rPr>
          <w:fldChar w:fldCharType="separate"/>
        </w:r>
        <w:r w:rsidR="00985D5A">
          <w:rPr>
            <w:webHidden/>
          </w:rPr>
          <w:t>12</w:t>
        </w:r>
        <w:r w:rsidR="00985D5A">
          <w:rPr>
            <w:webHidden/>
          </w:rPr>
          <w:fldChar w:fldCharType="end"/>
        </w:r>
      </w:hyperlink>
    </w:p>
    <w:p w14:paraId="38273EBC" w14:textId="77777777" w:rsidR="00985D5A" w:rsidRDefault="0040407A">
      <w:pPr>
        <w:pStyle w:val="TableofFigures"/>
        <w:rPr>
          <w:rFonts w:asciiTheme="minorHAnsi" w:eastAsiaTheme="minorEastAsia" w:hAnsiTheme="minorHAnsi" w:cstheme="minorBidi"/>
          <w:sz w:val="22"/>
          <w:szCs w:val="22"/>
        </w:rPr>
      </w:pPr>
      <w:hyperlink w:anchor="_Toc395773329" w:history="1">
        <w:r w:rsidR="00985D5A" w:rsidRPr="00E51B01">
          <w:rPr>
            <w:rStyle w:val="Hyperlink"/>
          </w:rPr>
          <w:t>Table 6: Risks</w:t>
        </w:r>
        <w:r w:rsidR="00985D5A">
          <w:rPr>
            <w:webHidden/>
          </w:rPr>
          <w:tab/>
        </w:r>
        <w:r w:rsidR="00985D5A">
          <w:rPr>
            <w:webHidden/>
          </w:rPr>
          <w:fldChar w:fldCharType="begin"/>
        </w:r>
        <w:r w:rsidR="00985D5A">
          <w:rPr>
            <w:webHidden/>
          </w:rPr>
          <w:instrText xml:space="preserve"> PAGEREF _Toc395773329 \h </w:instrText>
        </w:r>
        <w:r w:rsidR="00985D5A">
          <w:rPr>
            <w:webHidden/>
          </w:rPr>
        </w:r>
        <w:r w:rsidR="00985D5A">
          <w:rPr>
            <w:webHidden/>
          </w:rPr>
          <w:fldChar w:fldCharType="separate"/>
        </w:r>
        <w:r w:rsidR="00985D5A">
          <w:rPr>
            <w:webHidden/>
          </w:rPr>
          <w:t>14</w:t>
        </w:r>
        <w:r w:rsidR="00985D5A">
          <w:rPr>
            <w:webHidden/>
          </w:rPr>
          <w:fldChar w:fldCharType="end"/>
        </w:r>
      </w:hyperlink>
    </w:p>
    <w:p w14:paraId="549E9341" w14:textId="77777777" w:rsidR="00985D5A" w:rsidRDefault="0040407A">
      <w:pPr>
        <w:pStyle w:val="TableofFigures"/>
        <w:rPr>
          <w:rFonts w:asciiTheme="minorHAnsi" w:eastAsiaTheme="minorEastAsia" w:hAnsiTheme="minorHAnsi" w:cstheme="minorBidi"/>
          <w:sz w:val="22"/>
          <w:szCs w:val="22"/>
        </w:rPr>
      </w:pPr>
      <w:hyperlink w:anchor="_Toc395773330" w:history="1">
        <w:r w:rsidR="00985D5A" w:rsidRPr="00E51B01">
          <w:rPr>
            <w:rStyle w:val="Hyperlink"/>
          </w:rPr>
          <w:t>Table 7: Record of Changes</w:t>
        </w:r>
        <w:r w:rsidR="00985D5A">
          <w:rPr>
            <w:webHidden/>
          </w:rPr>
          <w:tab/>
        </w:r>
        <w:r w:rsidR="00985D5A">
          <w:rPr>
            <w:webHidden/>
          </w:rPr>
          <w:fldChar w:fldCharType="begin"/>
        </w:r>
        <w:r w:rsidR="00985D5A">
          <w:rPr>
            <w:webHidden/>
          </w:rPr>
          <w:instrText xml:space="preserve"> PAGEREF _Toc395773330 \h </w:instrText>
        </w:r>
        <w:r w:rsidR="00985D5A">
          <w:rPr>
            <w:webHidden/>
          </w:rPr>
        </w:r>
        <w:r w:rsidR="00985D5A">
          <w:rPr>
            <w:webHidden/>
          </w:rPr>
          <w:fldChar w:fldCharType="separate"/>
        </w:r>
        <w:r w:rsidR="00985D5A">
          <w:rPr>
            <w:webHidden/>
          </w:rPr>
          <w:t>15</w:t>
        </w:r>
        <w:r w:rsidR="00985D5A">
          <w:rPr>
            <w:webHidden/>
          </w:rPr>
          <w:fldChar w:fldCharType="end"/>
        </w:r>
      </w:hyperlink>
    </w:p>
    <w:p w14:paraId="62840019" w14:textId="77777777" w:rsidR="00985D5A" w:rsidRDefault="0040407A">
      <w:pPr>
        <w:pStyle w:val="TableofFigures"/>
        <w:rPr>
          <w:rFonts w:asciiTheme="minorHAnsi" w:eastAsiaTheme="minorEastAsia" w:hAnsiTheme="minorHAnsi" w:cstheme="minorBidi"/>
          <w:sz w:val="22"/>
          <w:szCs w:val="22"/>
        </w:rPr>
      </w:pPr>
      <w:hyperlink w:anchor="_Toc395773331" w:history="1">
        <w:r w:rsidR="00985D5A" w:rsidRPr="00E51B01">
          <w:rPr>
            <w:rStyle w:val="Hyperlink"/>
          </w:rPr>
          <w:t>Table 8: Acronyms</w:t>
        </w:r>
        <w:r w:rsidR="00985D5A">
          <w:rPr>
            <w:webHidden/>
          </w:rPr>
          <w:tab/>
        </w:r>
        <w:r w:rsidR="00985D5A">
          <w:rPr>
            <w:webHidden/>
          </w:rPr>
          <w:fldChar w:fldCharType="begin"/>
        </w:r>
        <w:r w:rsidR="00985D5A">
          <w:rPr>
            <w:webHidden/>
          </w:rPr>
          <w:instrText xml:space="preserve"> PAGEREF _Toc395773331 \h </w:instrText>
        </w:r>
        <w:r w:rsidR="00985D5A">
          <w:rPr>
            <w:webHidden/>
          </w:rPr>
        </w:r>
        <w:r w:rsidR="00985D5A">
          <w:rPr>
            <w:webHidden/>
          </w:rPr>
          <w:fldChar w:fldCharType="separate"/>
        </w:r>
        <w:r w:rsidR="00985D5A">
          <w:rPr>
            <w:webHidden/>
          </w:rPr>
          <w:t>16</w:t>
        </w:r>
        <w:r w:rsidR="00985D5A">
          <w:rPr>
            <w:webHidden/>
          </w:rPr>
          <w:fldChar w:fldCharType="end"/>
        </w:r>
      </w:hyperlink>
    </w:p>
    <w:p w14:paraId="7D04B6F7" w14:textId="77777777" w:rsidR="00985D5A" w:rsidRDefault="0040407A">
      <w:pPr>
        <w:pStyle w:val="TableofFigures"/>
        <w:rPr>
          <w:rFonts w:asciiTheme="minorHAnsi" w:eastAsiaTheme="minorEastAsia" w:hAnsiTheme="minorHAnsi" w:cstheme="minorBidi"/>
          <w:sz w:val="22"/>
          <w:szCs w:val="22"/>
        </w:rPr>
      </w:pPr>
      <w:hyperlink w:anchor="_Toc395773332" w:history="1">
        <w:r w:rsidR="00985D5A" w:rsidRPr="00E51B01">
          <w:rPr>
            <w:rStyle w:val="Hyperlink"/>
          </w:rPr>
          <w:t>Table 9: Glossary</w:t>
        </w:r>
        <w:r w:rsidR="00985D5A">
          <w:rPr>
            <w:webHidden/>
          </w:rPr>
          <w:tab/>
        </w:r>
        <w:r w:rsidR="00985D5A">
          <w:rPr>
            <w:webHidden/>
          </w:rPr>
          <w:fldChar w:fldCharType="begin"/>
        </w:r>
        <w:r w:rsidR="00985D5A">
          <w:rPr>
            <w:webHidden/>
          </w:rPr>
          <w:instrText xml:space="preserve"> PAGEREF _Toc395773332 \h </w:instrText>
        </w:r>
        <w:r w:rsidR="00985D5A">
          <w:rPr>
            <w:webHidden/>
          </w:rPr>
        </w:r>
        <w:r w:rsidR="00985D5A">
          <w:rPr>
            <w:webHidden/>
          </w:rPr>
          <w:fldChar w:fldCharType="separate"/>
        </w:r>
        <w:r w:rsidR="00985D5A">
          <w:rPr>
            <w:webHidden/>
          </w:rPr>
          <w:t>17</w:t>
        </w:r>
        <w:r w:rsidR="00985D5A">
          <w:rPr>
            <w:webHidden/>
          </w:rPr>
          <w:fldChar w:fldCharType="end"/>
        </w:r>
      </w:hyperlink>
    </w:p>
    <w:p w14:paraId="38EC138C" w14:textId="77777777" w:rsidR="00985D5A" w:rsidRDefault="0040407A">
      <w:pPr>
        <w:pStyle w:val="TableofFigures"/>
        <w:rPr>
          <w:rFonts w:asciiTheme="minorHAnsi" w:eastAsiaTheme="minorEastAsia" w:hAnsiTheme="minorHAnsi" w:cstheme="minorBidi"/>
          <w:sz w:val="22"/>
          <w:szCs w:val="22"/>
        </w:rPr>
      </w:pPr>
      <w:hyperlink w:anchor="_Toc395773333" w:history="1">
        <w:r w:rsidR="00985D5A" w:rsidRPr="00E51B01">
          <w:rPr>
            <w:rStyle w:val="Hyperlink"/>
          </w:rPr>
          <w:t>Table 10: Referenced Documents</w:t>
        </w:r>
        <w:r w:rsidR="00985D5A">
          <w:rPr>
            <w:webHidden/>
          </w:rPr>
          <w:tab/>
        </w:r>
        <w:r w:rsidR="00985D5A">
          <w:rPr>
            <w:webHidden/>
          </w:rPr>
          <w:fldChar w:fldCharType="begin"/>
        </w:r>
        <w:r w:rsidR="00985D5A">
          <w:rPr>
            <w:webHidden/>
          </w:rPr>
          <w:instrText xml:space="preserve"> PAGEREF _Toc395773333 \h </w:instrText>
        </w:r>
        <w:r w:rsidR="00985D5A">
          <w:rPr>
            <w:webHidden/>
          </w:rPr>
        </w:r>
        <w:r w:rsidR="00985D5A">
          <w:rPr>
            <w:webHidden/>
          </w:rPr>
          <w:fldChar w:fldCharType="separate"/>
        </w:r>
        <w:r w:rsidR="00985D5A">
          <w:rPr>
            <w:webHidden/>
          </w:rPr>
          <w:t>18</w:t>
        </w:r>
        <w:r w:rsidR="00985D5A">
          <w:rPr>
            <w:webHidden/>
          </w:rPr>
          <w:fldChar w:fldCharType="end"/>
        </w:r>
      </w:hyperlink>
    </w:p>
    <w:p w14:paraId="53B6B867" w14:textId="2CDEDCF1" w:rsidR="00985D5A" w:rsidRDefault="0040407A">
      <w:pPr>
        <w:pStyle w:val="TableofFigures"/>
        <w:rPr>
          <w:rFonts w:asciiTheme="minorHAnsi" w:eastAsiaTheme="minorEastAsia" w:hAnsiTheme="minorHAnsi" w:cstheme="minorBidi"/>
          <w:sz w:val="22"/>
          <w:szCs w:val="22"/>
        </w:rPr>
      </w:pPr>
      <w:hyperlink w:anchor="_Toc395773334" w:history="1">
        <w:r w:rsidR="00985D5A" w:rsidRPr="00E51B01">
          <w:rPr>
            <w:rStyle w:val="Hyperlink"/>
          </w:rPr>
          <w:t>Table 11: Template Revision History</w:t>
        </w:r>
        <w:r w:rsidR="00985D5A">
          <w:rPr>
            <w:webHidden/>
          </w:rPr>
          <w:tab/>
        </w:r>
        <w:r w:rsidR="00985D5A">
          <w:rPr>
            <w:webHidden/>
          </w:rPr>
          <w:fldChar w:fldCharType="begin"/>
        </w:r>
        <w:r w:rsidR="00985D5A">
          <w:rPr>
            <w:webHidden/>
          </w:rPr>
          <w:instrText xml:space="preserve"> PAGEREF _Toc395773334 \h </w:instrText>
        </w:r>
        <w:r w:rsidR="00985D5A">
          <w:rPr>
            <w:webHidden/>
          </w:rPr>
        </w:r>
        <w:r w:rsidR="00985D5A">
          <w:rPr>
            <w:webHidden/>
          </w:rPr>
          <w:fldChar w:fldCharType="separate"/>
        </w:r>
        <w:r w:rsidR="00985D5A">
          <w:rPr>
            <w:webHidden/>
          </w:rPr>
          <w:t>21</w:t>
        </w:r>
        <w:r w:rsidR="00985D5A">
          <w:rPr>
            <w:webHidden/>
          </w:rPr>
          <w:fldChar w:fldCharType="end"/>
        </w:r>
      </w:hyperlink>
    </w:p>
    <w:p w14:paraId="58A2F041" w14:textId="77777777" w:rsidR="008F03D1" w:rsidRDefault="00195C9C">
      <w:pPr>
        <w:rPr>
          <w:noProof/>
        </w:rPr>
      </w:pPr>
      <w:r>
        <w:rPr>
          <w:noProof/>
          <w:sz w:val="24"/>
        </w:rPr>
        <w:fldChar w:fldCharType="end"/>
      </w:r>
    </w:p>
    <w:p w14:paraId="58A2F042"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0ADB52A2" w14:textId="77777777" w:rsidR="00985D5A" w:rsidRDefault="00985D5A" w:rsidP="00985D5A">
      <w:pPr>
        <w:pStyle w:val="Heading1"/>
        <w:numPr>
          <w:ilvl w:val="0"/>
          <w:numId w:val="0"/>
        </w:numPr>
        <w:ind w:left="720"/>
        <w:sectPr w:rsidR="00985D5A" w:rsidSect="00FE3E34">
          <w:headerReference w:type="default" r:id="rId21"/>
          <w:type w:val="continuous"/>
          <w:pgSz w:w="12240" w:h="15840" w:code="1"/>
          <w:pgMar w:top="1440" w:right="1440" w:bottom="1440" w:left="1440" w:header="504" w:footer="504" w:gutter="0"/>
          <w:cols w:space="720"/>
          <w:docGrid w:linePitch="360"/>
        </w:sectPr>
      </w:pPr>
      <w:bookmarkStart w:id="13" w:name="_Toc497871702"/>
      <w:bookmarkStart w:id="14" w:name="_Toc497872046"/>
      <w:bookmarkStart w:id="15" w:name="_Toc497872814"/>
      <w:bookmarkStart w:id="16" w:name="_Toc497872969"/>
      <w:bookmarkStart w:id="17" w:name="_Toc497873017"/>
      <w:bookmarkEnd w:id="5"/>
      <w:bookmarkEnd w:id="6"/>
      <w:bookmarkEnd w:id="7"/>
      <w:bookmarkEnd w:id="8"/>
      <w:bookmarkEnd w:id="11"/>
      <w:bookmarkEnd w:id="12"/>
    </w:p>
    <w:p w14:paraId="58A2F043" w14:textId="60B7EBBB" w:rsidR="00721854" w:rsidRDefault="00C0739D" w:rsidP="00D51F99">
      <w:pPr>
        <w:pStyle w:val="Heading1"/>
      </w:pPr>
      <w:bookmarkStart w:id="18" w:name="_Toc395773762"/>
      <w:r>
        <w:lastRenderedPageBreak/>
        <w:t>Introduction</w:t>
      </w:r>
      <w:bookmarkEnd w:id="18"/>
    </w:p>
    <w:p w14:paraId="58A2F044" w14:textId="77777777" w:rsidR="00F535CB" w:rsidRDefault="00F535CB" w:rsidP="003A2E29">
      <w:pPr>
        <w:pStyle w:val="Heading2"/>
      </w:pPr>
      <w:bookmarkStart w:id="19" w:name="_Toc395773763"/>
      <w:r>
        <w:t>Project and Product Overview</w:t>
      </w:r>
      <w:bookmarkEnd w:id="19"/>
    </w:p>
    <w:p w14:paraId="58A2F045" w14:textId="78B2CE83" w:rsidR="00F535CB" w:rsidRDefault="00F535CB" w:rsidP="00F535CB">
      <w:pPr>
        <w:pStyle w:val="StyleInfoBlueArialLeftLeft0After12pt"/>
      </w:pPr>
      <w:r>
        <w:t>Instructions:</w:t>
      </w:r>
      <w:r w:rsidR="005E5B22">
        <w:t xml:space="preserve"> </w:t>
      </w:r>
      <w:r>
        <w:t>Provide an overview of the project background, and a high-level descriptio</w:t>
      </w:r>
      <w:r w:rsidR="005E5B22">
        <w:t xml:space="preserve">n of what the project entails. </w:t>
      </w:r>
      <w:r w:rsidRPr="00F535CB">
        <w:t>Typically, the description should answer who, what, when and where, in a concise manner.  It should also state the estimated project duration (e.g., 18 months) and the estimated project budget (e.g., $1.5M).</w:t>
      </w:r>
      <w:r>
        <w:t xml:space="preserve"> For example:</w:t>
      </w:r>
    </w:p>
    <w:p w14:paraId="58A2F046" w14:textId="2914579C" w:rsidR="00F535CB" w:rsidRPr="00F535CB" w:rsidRDefault="00F535CB" w:rsidP="00F535CB">
      <w:pPr>
        <w:pStyle w:val="StyleInfoBlueArialLeftLeft0After12pt"/>
      </w:pPr>
      <w:r>
        <w:t>ABC Corporation has been experiencing substantial backlogs in their new claim requests based upon their antiquated processing system. They have contracted with &lt;Contractor’s Name&gt; to cre</w:t>
      </w:r>
      <w:r w:rsidR="003A2E29">
        <w:t xml:space="preserve">ate a robust processing system. </w:t>
      </w:r>
      <w:r>
        <w:t>The purpose of this project is to create a system to more effectively handle ABC’s claims and decrease the turn-around time for each claim by 2 hours. The project entails the analysis, development, testing, implementation, and maintenance of the new claims processing system, as well as subsequent training of the ABC staff.  It should take 18 months to complete and cost $1.5M.</w:t>
      </w:r>
    </w:p>
    <w:p w14:paraId="58A2F047" w14:textId="77777777" w:rsidR="00F535CB" w:rsidRDefault="00F535CB" w:rsidP="003A2E29">
      <w:pPr>
        <w:pStyle w:val="Heading2"/>
      </w:pPr>
      <w:bookmarkStart w:id="20" w:name="_Toc395773764"/>
      <w:r>
        <w:t>Purpose of Project Charter</w:t>
      </w:r>
      <w:bookmarkEnd w:id="20"/>
    </w:p>
    <w:p w14:paraId="58A2F048" w14:textId="77777777" w:rsidR="00721854" w:rsidRPr="009C128C" w:rsidRDefault="00512249" w:rsidP="00CE576F">
      <w:pPr>
        <w:pStyle w:val="StyleInfoBlueArialLeftLeft0After12pt"/>
      </w:pPr>
      <w:r>
        <w:t xml:space="preserve">Instructions: </w:t>
      </w:r>
      <w:r w:rsidR="00F535CB" w:rsidRPr="00F535CB">
        <w:t>Provide the</w:t>
      </w:r>
      <w:r w:rsidR="00F535CB">
        <w:t xml:space="preserve"> purpose of the project charter</w:t>
      </w:r>
      <w:r w:rsidR="00F149A2">
        <w:t>.</w:t>
      </w:r>
    </w:p>
    <w:p w14:paraId="58A2F049" w14:textId="77777777" w:rsidR="00F535CB" w:rsidRPr="003A2E29" w:rsidRDefault="00F535CB" w:rsidP="00F535CB">
      <w:pPr>
        <w:rPr>
          <w:sz w:val="24"/>
          <w:szCs w:val="24"/>
        </w:rPr>
      </w:pPr>
      <w:r w:rsidRPr="003A2E29">
        <w:rPr>
          <w:sz w:val="24"/>
          <w:szCs w:val="24"/>
        </w:rPr>
        <w:t xml:space="preserve">The &lt;Project Name&gt; project charter formally authorizes a project, describes the business need for the project and the product to </w:t>
      </w:r>
      <w:proofErr w:type="gramStart"/>
      <w:r w:rsidRPr="003A2E29">
        <w:rPr>
          <w:sz w:val="24"/>
          <w:szCs w:val="24"/>
        </w:rPr>
        <w:t>be created</w:t>
      </w:r>
      <w:proofErr w:type="gramEnd"/>
      <w:r w:rsidRPr="003A2E29">
        <w:rPr>
          <w:sz w:val="24"/>
          <w:szCs w:val="24"/>
        </w:rPr>
        <w:t xml:space="preserve"> by the project.  It provides the project manager with the authority to apply up to a certain level of organizational resources to project activities.  It </w:t>
      </w:r>
      <w:proofErr w:type="gramStart"/>
      <w:r w:rsidRPr="003A2E29">
        <w:rPr>
          <w:sz w:val="24"/>
          <w:szCs w:val="24"/>
        </w:rPr>
        <w:t>is created</w:t>
      </w:r>
      <w:proofErr w:type="gramEnd"/>
      <w:r w:rsidRPr="003A2E29">
        <w:rPr>
          <w:sz w:val="24"/>
          <w:szCs w:val="24"/>
        </w:rPr>
        <w:t xml:space="preserve"> during the Initiating Phase of the project.</w:t>
      </w:r>
    </w:p>
    <w:p w14:paraId="58A2F04A" w14:textId="77777777" w:rsidR="00F535CB" w:rsidRPr="003A2E29" w:rsidRDefault="00F535CB" w:rsidP="00F535CB">
      <w:pPr>
        <w:rPr>
          <w:sz w:val="24"/>
          <w:szCs w:val="24"/>
        </w:rPr>
      </w:pPr>
      <w:r w:rsidRPr="003A2E29">
        <w:rPr>
          <w:sz w:val="24"/>
          <w:szCs w:val="24"/>
        </w:rPr>
        <w:t>The intended audience of the &lt;Project Name&gt; project charter is the Business Sponsor and Critical Partners.</w:t>
      </w:r>
    </w:p>
    <w:p w14:paraId="58A2F04B" w14:textId="77777777" w:rsidR="00F535CB" w:rsidRDefault="00F535CB" w:rsidP="00F535CB">
      <w:pPr>
        <w:pStyle w:val="Heading1"/>
      </w:pPr>
      <w:bookmarkStart w:id="21" w:name="_Toc395773765"/>
      <w:r>
        <w:t>Justification</w:t>
      </w:r>
      <w:bookmarkEnd w:id="21"/>
    </w:p>
    <w:p w14:paraId="58A2F04C" w14:textId="77777777" w:rsidR="00F535CB" w:rsidRDefault="00F535CB" w:rsidP="003A2E29">
      <w:pPr>
        <w:pStyle w:val="Heading2"/>
      </w:pPr>
      <w:bookmarkStart w:id="22" w:name="_Toc395773766"/>
      <w:r>
        <w:t>Business Need</w:t>
      </w:r>
      <w:bookmarkEnd w:id="22"/>
    </w:p>
    <w:p w14:paraId="58A2F04D" w14:textId="77777777" w:rsidR="00F535CB" w:rsidRDefault="00F535CB" w:rsidP="00F535CB">
      <w:pPr>
        <w:pStyle w:val="StyleInfoBlueArialLeftLeft0After12pt"/>
      </w:pPr>
      <w:r>
        <w:t xml:space="preserve">Instructions: </w:t>
      </w:r>
      <w:r w:rsidRPr="00F535CB">
        <w:t xml:space="preserve">This section of the Project Charter explains why the customers need this project to be completed. It identifies the customers who are to receive and benefit from the product(s) to </w:t>
      </w:r>
      <w:proofErr w:type="gramStart"/>
      <w:r w:rsidRPr="00F535CB">
        <w:t>be developed</w:t>
      </w:r>
      <w:proofErr w:type="gramEnd"/>
      <w:r w:rsidRPr="00F535CB">
        <w:t xml:space="preserve"> under this project. It identifies the need, the problem to </w:t>
      </w:r>
      <w:proofErr w:type="gramStart"/>
      <w:r w:rsidRPr="00F535CB">
        <w:t>be solved</w:t>
      </w:r>
      <w:proofErr w:type="gramEnd"/>
      <w:r w:rsidRPr="00F535CB">
        <w:t xml:space="preserve"> and/or the opportunity to exploit.</w:t>
      </w:r>
    </w:p>
    <w:p w14:paraId="58A2F04E" w14:textId="77777777" w:rsidR="00F535CB" w:rsidRDefault="00F535CB" w:rsidP="003A2E29">
      <w:pPr>
        <w:pStyle w:val="Heading2"/>
      </w:pPr>
      <w:bookmarkStart w:id="23" w:name="_Toc395773767"/>
      <w:r>
        <w:t>Business Impact</w:t>
      </w:r>
      <w:bookmarkEnd w:id="23"/>
    </w:p>
    <w:p w14:paraId="58A2F04F" w14:textId="77777777" w:rsidR="00F535CB" w:rsidRDefault="00F535CB" w:rsidP="00F535CB">
      <w:pPr>
        <w:pStyle w:val="StyleInfoBlueArialLeftLeft0After12pt"/>
      </w:pPr>
      <w:r>
        <w:t xml:space="preserve">Instructions:  </w:t>
      </w:r>
      <w:r w:rsidRPr="00F535CB">
        <w:t xml:space="preserve">In this </w:t>
      </w:r>
      <w:proofErr w:type="gramStart"/>
      <w:r w:rsidRPr="00F535CB">
        <w:t>section</w:t>
      </w:r>
      <w:proofErr w:type="gramEnd"/>
      <w:r w:rsidRPr="00F535CB">
        <w:t xml:space="preserve"> you should list the benefits the business and/or customers will receive as a result of this project. Describe the observable and measurable outcomes that will result directly from the project’s performance.  Please note that </w:t>
      </w:r>
      <w:r w:rsidRPr="00F535CB">
        <w:lastRenderedPageBreak/>
        <w:t xml:space="preserve">performance measures will be </w:t>
      </w:r>
      <w:proofErr w:type="gramStart"/>
      <w:r w:rsidRPr="00F535CB">
        <w:t>crafted</w:t>
      </w:r>
      <w:proofErr w:type="gramEnd"/>
      <w:r w:rsidRPr="00F535CB">
        <w:t xml:space="preserve"> in future deliverables related to these targeted outcomes.</w:t>
      </w:r>
    </w:p>
    <w:p w14:paraId="58A2F050" w14:textId="77777777" w:rsidR="0083791F" w:rsidRDefault="0083791F" w:rsidP="003A2E29">
      <w:pPr>
        <w:pStyle w:val="Heading2"/>
      </w:pPr>
      <w:bookmarkStart w:id="24" w:name="_Toc395773768"/>
      <w:r>
        <w:t>Strategic Alignment</w:t>
      </w:r>
      <w:bookmarkEnd w:id="24"/>
    </w:p>
    <w:p w14:paraId="58A2F051" w14:textId="77777777" w:rsidR="0083791F" w:rsidRPr="00F149A2" w:rsidRDefault="0083791F" w:rsidP="0083791F">
      <w:pPr>
        <w:pStyle w:val="StyleInfoBlueArialLeftLeft0"/>
      </w:pPr>
      <w:r>
        <w:t xml:space="preserve">Instructions:  Please complete the table below: </w:t>
      </w:r>
    </w:p>
    <w:p w14:paraId="6759748C" w14:textId="4F3B6FC1" w:rsidR="003A2E29" w:rsidRDefault="003A2E29" w:rsidP="003A2E29">
      <w:pPr>
        <w:pStyle w:val="Caption"/>
        <w:keepNext/>
      </w:pPr>
      <w:bookmarkStart w:id="25" w:name="_Toc395773324"/>
      <w:r>
        <w:t xml:space="preserve">Table </w:t>
      </w:r>
      <w:r w:rsidR="0040407A">
        <w:fldChar w:fldCharType="begin"/>
      </w:r>
      <w:r w:rsidR="0040407A">
        <w:instrText xml:space="preserve"> SEQ Table \* ARABIC </w:instrText>
      </w:r>
      <w:r w:rsidR="0040407A">
        <w:fldChar w:fldCharType="separate"/>
      </w:r>
      <w:r w:rsidR="005E5B22">
        <w:rPr>
          <w:noProof/>
        </w:rPr>
        <w:t>1</w:t>
      </w:r>
      <w:r w:rsidR="0040407A">
        <w:rPr>
          <w:noProof/>
        </w:rPr>
        <w:fldChar w:fldCharType="end"/>
      </w:r>
      <w:r>
        <w:rPr>
          <w:noProof/>
        </w:rPr>
        <w:t xml:space="preserve">: </w:t>
      </w:r>
      <w:r w:rsidRPr="0018212F">
        <w:rPr>
          <w:noProof/>
        </w:rPr>
        <w:t>Strategic Alignment</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6"/>
        <w:gridCol w:w="2942"/>
        <w:gridCol w:w="2942"/>
      </w:tblGrid>
      <w:tr w:rsidR="0083791F" w:rsidRPr="00547FDD" w14:paraId="58A2F055" w14:textId="77777777" w:rsidTr="005E5B22">
        <w:trPr>
          <w:cantSplit/>
          <w:jc w:val="center"/>
        </w:trPr>
        <w:tc>
          <w:tcPr>
            <w:tcW w:w="1854" w:type="pct"/>
            <w:shd w:val="clear" w:color="auto" w:fill="1F497D"/>
            <w:vAlign w:val="center"/>
          </w:tcPr>
          <w:p w14:paraId="58A2F052" w14:textId="77777777" w:rsidR="0083791F" w:rsidRPr="00547FDD" w:rsidRDefault="0083791F" w:rsidP="00747944">
            <w:pPr>
              <w:pStyle w:val="TableColumnHeading"/>
            </w:pPr>
            <w:r>
              <w:t>Organization/Strategic Goals</w:t>
            </w:r>
          </w:p>
        </w:tc>
        <w:tc>
          <w:tcPr>
            <w:tcW w:w="1573" w:type="pct"/>
            <w:shd w:val="clear" w:color="auto" w:fill="1F497D"/>
            <w:vAlign w:val="center"/>
          </w:tcPr>
          <w:p w14:paraId="58A2F053" w14:textId="77777777" w:rsidR="0083791F" w:rsidRPr="00547FDD" w:rsidRDefault="0083791F" w:rsidP="00747944">
            <w:pPr>
              <w:pStyle w:val="TableColumnHeading"/>
            </w:pPr>
            <w:r>
              <w:t>Project Response Rank (H – High, M – Medium, L – Low)</w:t>
            </w:r>
          </w:p>
        </w:tc>
        <w:tc>
          <w:tcPr>
            <w:tcW w:w="1573" w:type="pct"/>
            <w:shd w:val="clear" w:color="auto" w:fill="1F497D"/>
            <w:vAlign w:val="center"/>
          </w:tcPr>
          <w:p w14:paraId="58A2F054" w14:textId="77777777" w:rsidR="0083791F" w:rsidRPr="00547FDD" w:rsidRDefault="0083791F" w:rsidP="00747944">
            <w:pPr>
              <w:pStyle w:val="TableColumnHeading"/>
            </w:pPr>
            <w:r>
              <w:t>Comments</w:t>
            </w:r>
          </w:p>
        </w:tc>
      </w:tr>
      <w:tr w:rsidR="0083791F" w:rsidRPr="005634CF" w14:paraId="58A2F059" w14:textId="77777777" w:rsidTr="005E5B22">
        <w:trPr>
          <w:cantSplit/>
          <w:jc w:val="center"/>
        </w:trPr>
        <w:tc>
          <w:tcPr>
            <w:tcW w:w="1854" w:type="pct"/>
            <w:vAlign w:val="center"/>
          </w:tcPr>
          <w:p w14:paraId="58A2F056" w14:textId="77777777" w:rsidR="0083791F" w:rsidRPr="005634CF" w:rsidRDefault="0083791F" w:rsidP="005634CF"/>
        </w:tc>
        <w:tc>
          <w:tcPr>
            <w:tcW w:w="1573" w:type="pct"/>
            <w:vAlign w:val="center"/>
          </w:tcPr>
          <w:p w14:paraId="58A2F057" w14:textId="77777777" w:rsidR="0083791F" w:rsidRPr="005634CF" w:rsidRDefault="0083791F" w:rsidP="005634CF"/>
        </w:tc>
        <w:tc>
          <w:tcPr>
            <w:tcW w:w="1573" w:type="pct"/>
            <w:vAlign w:val="center"/>
          </w:tcPr>
          <w:p w14:paraId="58A2F058" w14:textId="77777777" w:rsidR="0083791F" w:rsidRPr="005634CF" w:rsidRDefault="0083791F" w:rsidP="005634CF"/>
        </w:tc>
      </w:tr>
      <w:tr w:rsidR="0083791F" w:rsidRPr="005634CF" w14:paraId="58A2F05D" w14:textId="77777777" w:rsidTr="005E5B22">
        <w:trPr>
          <w:cantSplit/>
          <w:jc w:val="center"/>
        </w:trPr>
        <w:tc>
          <w:tcPr>
            <w:tcW w:w="1854" w:type="pct"/>
            <w:vAlign w:val="center"/>
          </w:tcPr>
          <w:p w14:paraId="58A2F05A" w14:textId="77777777" w:rsidR="0083791F" w:rsidRPr="005634CF" w:rsidRDefault="0083791F" w:rsidP="005634CF"/>
        </w:tc>
        <w:tc>
          <w:tcPr>
            <w:tcW w:w="1573" w:type="pct"/>
            <w:vAlign w:val="center"/>
          </w:tcPr>
          <w:p w14:paraId="58A2F05B" w14:textId="77777777" w:rsidR="0083791F" w:rsidRPr="005634CF" w:rsidRDefault="0083791F" w:rsidP="005634CF"/>
        </w:tc>
        <w:tc>
          <w:tcPr>
            <w:tcW w:w="1573" w:type="pct"/>
            <w:vAlign w:val="center"/>
          </w:tcPr>
          <w:p w14:paraId="58A2F05C" w14:textId="77777777" w:rsidR="0083791F" w:rsidRPr="005634CF" w:rsidRDefault="0083791F" w:rsidP="005634CF"/>
        </w:tc>
      </w:tr>
      <w:tr w:rsidR="0083791F" w:rsidRPr="005634CF" w14:paraId="58A2F061" w14:textId="77777777" w:rsidTr="005E5B22">
        <w:trPr>
          <w:cantSplit/>
          <w:jc w:val="center"/>
        </w:trPr>
        <w:tc>
          <w:tcPr>
            <w:tcW w:w="1854" w:type="pct"/>
            <w:vAlign w:val="center"/>
          </w:tcPr>
          <w:p w14:paraId="58A2F05E" w14:textId="77777777" w:rsidR="0083791F" w:rsidRPr="005634CF" w:rsidRDefault="0083791F" w:rsidP="005634CF"/>
        </w:tc>
        <w:tc>
          <w:tcPr>
            <w:tcW w:w="1573" w:type="pct"/>
            <w:vAlign w:val="center"/>
          </w:tcPr>
          <w:p w14:paraId="58A2F05F" w14:textId="77777777" w:rsidR="0083791F" w:rsidRPr="005634CF" w:rsidRDefault="0083791F" w:rsidP="005634CF"/>
        </w:tc>
        <w:tc>
          <w:tcPr>
            <w:tcW w:w="1573" w:type="pct"/>
            <w:vAlign w:val="center"/>
          </w:tcPr>
          <w:p w14:paraId="58A2F060" w14:textId="77777777" w:rsidR="0083791F" w:rsidRPr="005634CF" w:rsidRDefault="0083791F" w:rsidP="005634CF"/>
        </w:tc>
      </w:tr>
      <w:tr w:rsidR="0083791F" w:rsidRPr="00547FDD" w14:paraId="58A2F065" w14:textId="77777777" w:rsidTr="005E5B22">
        <w:trPr>
          <w:cantSplit/>
          <w:jc w:val="center"/>
        </w:trPr>
        <w:tc>
          <w:tcPr>
            <w:tcW w:w="1854" w:type="pct"/>
            <w:shd w:val="clear" w:color="auto" w:fill="1F497D"/>
            <w:vAlign w:val="center"/>
          </w:tcPr>
          <w:p w14:paraId="58A2F062" w14:textId="77777777" w:rsidR="0083791F" w:rsidRPr="00547FDD" w:rsidRDefault="0083791F" w:rsidP="00747944">
            <w:pPr>
              <w:pStyle w:val="TableColumnHeading"/>
            </w:pPr>
            <w:r>
              <w:t>CMS Strategic Goals</w:t>
            </w:r>
          </w:p>
        </w:tc>
        <w:tc>
          <w:tcPr>
            <w:tcW w:w="1573" w:type="pct"/>
            <w:shd w:val="clear" w:color="auto" w:fill="1F497D"/>
            <w:vAlign w:val="center"/>
          </w:tcPr>
          <w:p w14:paraId="58A2F063" w14:textId="77777777" w:rsidR="0083791F" w:rsidRPr="00547FDD" w:rsidRDefault="0083791F" w:rsidP="00747944">
            <w:pPr>
              <w:pStyle w:val="TableColumnHeading"/>
            </w:pPr>
            <w:r>
              <w:t>Project Response Rank (H – High, M – Medium, L – Low)</w:t>
            </w:r>
          </w:p>
        </w:tc>
        <w:tc>
          <w:tcPr>
            <w:tcW w:w="1573" w:type="pct"/>
            <w:shd w:val="clear" w:color="auto" w:fill="1F497D"/>
            <w:vAlign w:val="center"/>
          </w:tcPr>
          <w:p w14:paraId="58A2F064" w14:textId="77777777" w:rsidR="0083791F" w:rsidRPr="00547FDD" w:rsidRDefault="0083791F" w:rsidP="00747944">
            <w:pPr>
              <w:pStyle w:val="TableColumnHeading"/>
            </w:pPr>
            <w:r>
              <w:t>Comments</w:t>
            </w:r>
          </w:p>
        </w:tc>
      </w:tr>
      <w:tr w:rsidR="0083791F" w:rsidRPr="005634CF" w14:paraId="58A2F069" w14:textId="77777777" w:rsidTr="005E5B22">
        <w:trPr>
          <w:cantSplit/>
          <w:jc w:val="center"/>
        </w:trPr>
        <w:tc>
          <w:tcPr>
            <w:tcW w:w="1854" w:type="pct"/>
            <w:vAlign w:val="center"/>
          </w:tcPr>
          <w:p w14:paraId="58A2F066" w14:textId="77777777" w:rsidR="0083791F" w:rsidRPr="005634CF" w:rsidRDefault="0083791F" w:rsidP="005634CF"/>
        </w:tc>
        <w:tc>
          <w:tcPr>
            <w:tcW w:w="1573" w:type="pct"/>
            <w:vAlign w:val="center"/>
          </w:tcPr>
          <w:p w14:paraId="58A2F067" w14:textId="77777777" w:rsidR="0083791F" w:rsidRPr="005634CF" w:rsidRDefault="0083791F" w:rsidP="005634CF"/>
        </w:tc>
        <w:tc>
          <w:tcPr>
            <w:tcW w:w="1573" w:type="pct"/>
            <w:vAlign w:val="center"/>
          </w:tcPr>
          <w:p w14:paraId="58A2F068" w14:textId="77777777" w:rsidR="0083791F" w:rsidRPr="005634CF" w:rsidRDefault="0083791F" w:rsidP="005634CF"/>
        </w:tc>
      </w:tr>
      <w:tr w:rsidR="0083791F" w:rsidRPr="005634CF" w14:paraId="58A2F06D" w14:textId="77777777" w:rsidTr="005E5B22">
        <w:trPr>
          <w:cantSplit/>
          <w:jc w:val="center"/>
        </w:trPr>
        <w:tc>
          <w:tcPr>
            <w:tcW w:w="1854" w:type="pct"/>
            <w:vAlign w:val="center"/>
          </w:tcPr>
          <w:p w14:paraId="58A2F06A" w14:textId="77777777" w:rsidR="0083791F" w:rsidRPr="005634CF" w:rsidRDefault="0083791F" w:rsidP="005634CF"/>
        </w:tc>
        <w:tc>
          <w:tcPr>
            <w:tcW w:w="1573" w:type="pct"/>
            <w:vAlign w:val="center"/>
          </w:tcPr>
          <w:p w14:paraId="58A2F06B" w14:textId="77777777" w:rsidR="0083791F" w:rsidRPr="005634CF" w:rsidRDefault="0083791F" w:rsidP="005634CF"/>
        </w:tc>
        <w:tc>
          <w:tcPr>
            <w:tcW w:w="1573" w:type="pct"/>
            <w:vAlign w:val="center"/>
          </w:tcPr>
          <w:p w14:paraId="58A2F06C" w14:textId="77777777" w:rsidR="0083791F" w:rsidRPr="005634CF" w:rsidRDefault="0083791F" w:rsidP="005634CF"/>
        </w:tc>
      </w:tr>
      <w:tr w:rsidR="0083791F" w:rsidRPr="005634CF" w14:paraId="58A2F071" w14:textId="77777777" w:rsidTr="005E5B22">
        <w:trPr>
          <w:cantSplit/>
          <w:jc w:val="center"/>
        </w:trPr>
        <w:tc>
          <w:tcPr>
            <w:tcW w:w="1854" w:type="pct"/>
            <w:vAlign w:val="center"/>
          </w:tcPr>
          <w:p w14:paraId="58A2F06E" w14:textId="77777777" w:rsidR="0083791F" w:rsidRPr="005634CF" w:rsidRDefault="0083791F" w:rsidP="005634CF"/>
        </w:tc>
        <w:tc>
          <w:tcPr>
            <w:tcW w:w="1573" w:type="pct"/>
            <w:vAlign w:val="center"/>
          </w:tcPr>
          <w:p w14:paraId="58A2F06F" w14:textId="77777777" w:rsidR="0083791F" w:rsidRPr="005634CF" w:rsidRDefault="0083791F" w:rsidP="005634CF"/>
        </w:tc>
        <w:tc>
          <w:tcPr>
            <w:tcW w:w="1573" w:type="pct"/>
            <w:vAlign w:val="center"/>
          </w:tcPr>
          <w:p w14:paraId="58A2F070" w14:textId="77777777" w:rsidR="0083791F" w:rsidRPr="005634CF" w:rsidRDefault="0083791F" w:rsidP="005634CF"/>
        </w:tc>
      </w:tr>
      <w:tr w:rsidR="0083791F" w:rsidRPr="00547FDD" w14:paraId="58A2F075" w14:textId="77777777" w:rsidTr="005E5B22">
        <w:trPr>
          <w:cantSplit/>
          <w:jc w:val="center"/>
        </w:trPr>
        <w:tc>
          <w:tcPr>
            <w:tcW w:w="1854" w:type="pct"/>
            <w:shd w:val="clear" w:color="auto" w:fill="1F497D"/>
            <w:vAlign w:val="center"/>
          </w:tcPr>
          <w:p w14:paraId="58A2F072" w14:textId="77777777" w:rsidR="0083791F" w:rsidRPr="00547FDD" w:rsidRDefault="0083791F" w:rsidP="00747944">
            <w:pPr>
              <w:pStyle w:val="TableColumnHeading"/>
            </w:pPr>
            <w:r w:rsidRPr="0083791F">
              <w:t>Department of Health and Human Services (DHHS) Strategic Goals</w:t>
            </w:r>
          </w:p>
        </w:tc>
        <w:tc>
          <w:tcPr>
            <w:tcW w:w="1573" w:type="pct"/>
            <w:shd w:val="clear" w:color="auto" w:fill="1F497D"/>
            <w:vAlign w:val="center"/>
          </w:tcPr>
          <w:p w14:paraId="58A2F073" w14:textId="77777777" w:rsidR="0083791F" w:rsidRPr="00547FDD" w:rsidRDefault="0083791F" w:rsidP="00747944">
            <w:pPr>
              <w:pStyle w:val="TableColumnHeading"/>
            </w:pPr>
            <w:r>
              <w:t>Project Response Rank (H – High, M – Medium, L – Low)</w:t>
            </w:r>
          </w:p>
        </w:tc>
        <w:tc>
          <w:tcPr>
            <w:tcW w:w="1573" w:type="pct"/>
            <w:shd w:val="clear" w:color="auto" w:fill="1F497D"/>
            <w:vAlign w:val="center"/>
          </w:tcPr>
          <w:p w14:paraId="58A2F074" w14:textId="77777777" w:rsidR="0083791F" w:rsidRPr="00547FDD" w:rsidRDefault="0083791F" w:rsidP="00747944">
            <w:pPr>
              <w:pStyle w:val="TableColumnHeading"/>
            </w:pPr>
            <w:r>
              <w:t>Comments</w:t>
            </w:r>
          </w:p>
        </w:tc>
      </w:tr>
      <w:tr w:rsidR="0083791F" w:rsidRPr="005634CF" w14:paraId="58A2F079" w14:textId="77777777" w:rsidTr="005E5B22">
        <w:trPr>
          <w:cantSplit/>
          <w:jc w:val="center"/>
        </w:trPr>
        <w:tc>
          <w:tcPr>
            <w:tcW w:w="1854" w:type="pct"/>
            <w:vAlign w:val="center"/>
          </w:tcPr>
          <w:p w14:paraId="58A2F076" w14:textId="77777777" w:rsidR="0083791F" w:rsidRPr="005634CF" w:rsidRDefault="0083791F" w:rsidP="005634CF"/>
        </w:tc>
        <w:tc>
          <w:tcPr>
            <w:tcW w:w="1573" w:type="pct"/>
            <w:vAlign w:val="center"/>
          </w:tcPr>
          <w:p w14:paraId="58A2F077" w14:textId="77777777" w:rsidR="0083791F" w:rsidRPr="005634CF" w:rsidRDefault="0083791F" w:rsidP="005634CF"/>
        </w:tc>
        <w:tc>
          <w:tcPr>
            <w:tcW w:w="1573" w:type="pct"/>
            <w:vAlign w:val="center"/>
          </w:tcPr>
          <w:p w14:paraId="58A2F078" w14:textId="77777777" w:rsidR="0083791F" w:rsidRPr="005634CF" w:rsidRDefault="0083791F" w:rsidP="005634CF"/>
        </w:tc>
      </w:tr>
      <w:tr w:rsidR="0083791F" w:rsidRPr="005634CF" w14:paraId="58A2F07D" w14:textId="77777777" w:rsidTr="005E5B22">
        <w:trPr>
          <w:cantSplit/>
          <w:jc w:val="center"/>
        </w:trPr>
        <w:tc>
          <w:tcPr>
            <w:tcW w:w="1854" w:type="pct"/>
            <w:vAlign w:val="center"/>
          </w:tcPr>
          <w:p w14:paraId="58A2F07A" w14:textId="77777777" w:rsidR="0083791F" w:rsidRPr="005634CF" w:rsidRDefault="0083791F" w:rsidP="005634CF"/>
        </w:tc>
        <w:tc>
          <w:tcPr>
            <w:tcW w:w="1573" w:type="pct"/>
            <w:vAlign w:val="center"/>
          </w:tcPr>
          <w:p w14:paraId="58A2F07B" w14:textId="77777777" w:rsidR="0083791F" w:rsidRPr="005634CF" w:rsidRDefault="0083791F" w:rsidP="005634CF"/>
        </w:tc>
        <w:tc>
          <w:tcPr>
            <w:tcW w:w="1573" w:type="pct"/>
            <w:vAlign w:val="center"/>
          </w:tcPr>
          <w:p w14:paraId="58A2F07C" w14:textId="77777777" w:rsidR="0083791F" w:rsidRPr="005634CF" w:rsidRDefault="0083791F" w:rsidP="005634CF"/>
        </w:tc>
      </w:tr>
      <w:tr w:rsidR="0083791F" w:rsidRPr="005634CF" w14:paraId="58A2F081" w14:textId="77777777" w:rsidTr="005E5B22">
        <w:trPr>
          <w:cantSplit/>
          <w:jc w:val="center"/>
        </w:trPr>
        <w:tc>
          <w:tcPr>
            <w:tcW w:w="1854" w:type="pct"/>
            <w:vAlign w:val="center"/>
          </w:tcPr>
          <w:p w14:paraId="58A2F07E" w14:textId="77777777" w:rsidR="0083791F" w:rsidRPr="005634CF" w:rsidRDefault="0083791F" w:rsidP="005634CF"/>
        </w:tc>
        <w:tc>
          <w:tcPr>
            <w:tcW w:w="1573" w:type="pct"/>
            <w:vAlign w:val="center"/>
          </w:tcPr>
          <w:p w14:paraId="58A2F07F" w14:textId="77777777" w:rsidR="0083791F" w:rsidRPr="005634CF" w:rsidRDefault="0083791F" w:rsidP="005634CF"/>
        </w:tc>
        <w:tc>
          <w:tcPr>
            <w:tcW w:w="1573" w:type="pct"/>
            <w:vAlign w:val="center"/>
          </w:tcPr>
          <w:p w14:paraId="58A2F080" w14:textId="77777777" w:rsidR="0083791F" w:rsidRPr="005634CF" w:rsidRDefault="0083791F" w:rsidP="005634CF"/>
        </w:tc>
      </w:tr>
      <w:tr w:rsidR="0083791F" w:rsidRPr="00547FDD" w14:paraId="58A2F085" w14:textId="77777777" w:rsidTr="005E5B22">
        <w:trPr>
          <w:cantSplit/>
          <w:jc w:val="center"/>
        </w:trPr>
        <w:tc>
          <w:tcPr>
            <w:tcW w:w="1854" w:type="pct"/>
            <w:shd w:val="clear" w:color="auto" w:fill="1F497D"/>
            <w:vAlign w:val="center"/>
          </w:tcPr>
          <w:p w14:paraId="58A2F082" w14:textId="77777777" w:rsidR="0083791F" w:rsidRPr="00547FDD" w:rsidRDefault="0083791F" w:rsidP="00747944">
            <w:pPr>
              <w:pStyle w:val="TableColumnHeading"/>
            </w:pPr>
            <w:r w:rsidRPr="0083791F">
              <w:t>DHHS IT Goals</w:t>
            </w:r>
          </w:p>
        </w:tc>
        <w:tc>
          <w:tcPr>
            <w:tcW w:w="1573" w:type="pct"/>
            <w:shd w:val="clear" w:color="auto" w:fill="1F497D"/>
            <w:vAlign w:val="center"/>
          </w:tcPr>
          <w:p w14:paraId="58A2F083" w14:textId="77777777" w:rsidR="0083791F" w:rsidRPr="00547FDD" w:rsidRDefault="0083791F" w:rsidP="00747944">
            <w:pPr>
              <w:pStyle w:val="TableColumnHeading"/>
            </w:pPr>
            <w:r>
              <w:t>Project Response Rank (H – High, M – Medium, L – Low)</w:t>
            </w:r>
          </w:p>
        </w:tc>
        <w:tc>
          <w:tcPr>
            <w:tcW w:w="1573" w:type="pct"/>
            <w:shd w:val="clear" w:color="auto" w:fill="1F497D"/>
            <w:vAlign w:val="center"/>
          </w:tcPr>
          <w:p w14:paraId="58A2F084" w14:textId="77777777" w:rsidR="0083791F" w:rsidRPr="00547FDD" w:rsidRDefault="0083791F" w:rsidP="00747944">
            <w:pPr>
              <w:pStyle w:val="TableColumnHeading"/>
            </w:pPr>
            <w:r>
              <w:t>Comments</w:t>
            </w:r>
          </w:p>
        </w:tc>
      </w:tr>
      <w:tr w:rsidR="0083791F" w:rsidRPr="005634CF" w14:paraId="58A2F089" w14:textId="77777777" w:rsidTr="005E5B22">
        <w:trPr>
          <w:cantSplit/>
          <w:jc w:val="center"/>
        </w:trPr>
        <w:tc>
          <w:tcPr>
            <w:tcW w:w="1854" w:type="pct"/>
            <w:vAlign w:val="center"/>
          </w:tcPr>
          <w:p w14:paraId="58A2F086" w14:textId="77777777" w:rsidR="0083791F" w:rsidRPr="005634CF" w:rsidRDefault="0083791F" w:rsidP="005634CF"/>
        </w:tc>
        <w:tc>
          <w:tcPr>
            <w:tcW w:w="1573" w:type="pct"/>
            <w:vAlign w:val="center"/>
          </w:tcPr>
          <w:p w14:paraId="58A2F087" w14:textId="77777777" w:rsidR="0083791F" w:rsidRPr="005634CF" w:rsidRDefault="0083791F" w:rsidP="005634CF"/>
        </w:tc>
        <w:tc>
          <w:tcPr>
            <w:tcW w:w="1573" w:type="pct"/>
            <w:vAlign w:val="center"/>
          </w:tcPr>
          <w:p w14:paraId="58A2F088" w14:textId="77777777" w:rsidR="0083791F" w:rsidRPr="005634CF" w:rsidRDefault="0083791F" w:rsidP="005634CF"/>
        </w:tc>
      </w:tr>
      <w:tr w:rsidR="0083791F" w:rsidRPr="005634CF" w14:paraId="58A2F08D" w14:textId="77777777" w:rsidTr="005E5B22">
        <w:trPr>
          <w:cantSplit/>
          <w:jc w:val="center"/>
        </w:trPr>
        <w:tc>
          <w:tcPr>
            <w:tcW w:w="1854" w:type="pct"/>
            <w:vAlign w:val="center"/>
          </w:tcPr>
          <w:p w14:paraId="58A2F08A" w14:textId="77777777" w:rsidR="0083791F" w:rsidRPr="005634CF" w:rsidRDefault="0083791F" w:rsidP="005634CF"/>
        </w:tc>
        <w:tc>
          <w:tcPr>
            <w:tcW w:w="1573" w:type="pct"/>
            <w:vAlign w:val="center"/>
          </w:tcPr>
          <w:p w14:paraId="58A2F08B" w14:textId="77777777" w:rsidR="0083791F" w:rsidRPr="005634CF" w:rsidRDefault="0083791F" w:rsidP="005634CF"/>
        </w:tc>
        <w:tc>
          <w:tcPr>
            <w:tcW w:w="1573" w:type="pct"/>
            <w:vAlign w:val="center"/>
          </w:tcPr>
          <w:p w14:paraId="58A2F08C" w14:textId="77777777" w:rsidR="0083791F" w:rsidRPr="005634CF" w:rsidRDefault="0083791F" w:rsidP="005634CF"/>
        </w:tc>
      </w:tr>
      <w:tr w:rsidR="0083791F" w:rsidRPr="005634CF" w14:paraId="58A2F091" w14:textId="77777777" w:rsidTr="005E5B22">
        <w:trPr>
          <w:cantSplit/>
          <w:jc w:val="center"/>
        </w:trPr>
        <w:tc>
          <w:tcPr>
            <w:tcW w:w="1854" w:type="pct"/>
            <w:vAlign w:val="center"/>
          </w:tcPr>
          <w:p w14:paraId="58A2F08E" w14:textId="77777777" w:rsidR="0083791F" w:rsidRPr="005634CF" w:rsidRDefault="0083791F" w:rsidP="005634CF"/>
        </w:tc>
        <w:tc>
          <w:tcPr>
            <w:tcW w:w="1573" w:type="pct"/>
            <w:vAlign w:val="center"/>
          </w:tcPr>
          <w:p w14:paraId="58A2F08F" w14:textId="77777777" w:rsidR="0083791F" w:rsidRPr="005634CF" w:rsidRDefault="0083791F" w:rsidP="005634CF"/>
        </w:tc>
        <w:tc>
          <w:tcPr>
            <w:tcW w:w="1573" w:type="pct"/>
            <w:vAlign w:val="center"/>
          </w:tcPr>
          <w:p w14:paraId="58A2F090" w14:textId="77777777" w:rsidR="0083791F" w:rsidRPr="005634CF" w:rsidRDefault="0083791F" w:rsidP="005634CF"/>
        </w:tc>
      </w:tr>
      <w:tr w:rsidR="0083791F" w:rsidRPr="00547FDD" w14:paraId="58A2F095" w14:textId="77777777" w:rsidTr="005E5B22">
        <w:trPr>
          <w:cantSplit/>
          <w:jc w:val="center"/>
        </w:trPr>
        <w:tc>
          <w:tcPr>
            <w:tcW w:w="1854" w:type="pct"/>
            <w:shd w:val="clear" w:color="auto" w:fill="1F497D"/>
            <w:vAlign w:val="center"/>
          </w:tcPr>
          <w:p w14:paraId="58A2F092" w14:textId="77777777" w:rsidR="0083791F" w:rsidRPr="00547FDD" w:rsidRDefault="0083791F" w:rsidP="00747944">
            <w:pPr>
              <w:pStyle w:val="TableColumnHeading"/>
            </w:pPr>
            <w:r w:rsidRPr="0083791F">
              <w:t>President’s Management Agenda (PMA) Strategic Goals</w:t>
            </w:r>
          </w:p>
        </w:tc>
        <w:tc>
          <w:tcPr>
            <w:tcW w:w="1573" w:type="pct"/>
            <w:shd w:val="clear" w:color="auto" w:fill="1F497D"/>
            <w:vAlign w:val="center"/>
          </w:tcPr>
          <w:p w14:paraId="58A2F093" w14:textId="77777777" w:rsidR="0083791F" w:rsidRPr="00547FDD" w:rsidRDefault="0083791F" w:rsidP="00747944">
            <w:pPr>
              <w:pStyle w:val="TableColumnHeading"/>
            </w:pPr>
            <w:r>
              <w:t>Project Response Rank (H – High, M – Medium, L – Low)</w:t>
            </w:r>
          </w:p>
        </w:tc>
        <w:tc>
          <w:tcPr>
            <w:tcW w:w="1573" w:type="pct"/>
            <w:shd w:val="clear" w:color="auto" w:fill="1F497D"/>
            <w:vAlign w:val="center"/>
          </w:tcPr>
          <w:p w14:paraId="58A2F094" w14:textId="77777777" w:rsidR="0083791F" w:rsidRPr="00547FDD" w:rsidRDefault="0083791F" w:rsidP="00747944">
            <w:pPr>
              <w:pStyle w:val="TableColumnHeading"/>
            </w:pPr>
            <w:r>
              <w:t>Comments</w:t>
            </w:r>
          </w:p>
        </w:tc>
      </w:tr>
      <w:tr w:rsidR="0083791F" w:rsidRPr="005634CF" w14:paraId="58A2F099" w14:textId="77777777" w:rsidTr="005E5B22">
        <w:trPr>
          <w:cantSplit/>
          <w:jc w:val="center"/>
        </w:trPr>
        <w:tc>
          <w:tcPr>
            <w:tcW w:w="1854" w:type="pct"/>
            <w:vAlign w:val="center"/>
          </w:tcPr>
          <w:p w14:paraId="58A2F096" w14:textId="77777777" w:rsidR="0083791F" w:rsidRPr="005634CF" w:rsidRDefault="0083791F" w:rsidP="005634CF"/>
        </w:tc>
        <w:tc>
          <w:tcPr>
            <w:tcW w:w="1573" w:type="pct"/>
            <w:vAlign w:val="center"/>
          </w:tcPr>
          <w:p w14:paraId="58A2F097" w14:textId="77777777" w:rsidR="0083791F" w:rsidRPr="005634CF" w:rsidRDefault="0083791F" w:rsidP="005634CF"/>
        </w:tc>
        <w:tc>
          <w:tcPr>
            <w:tcW w:w="1573" w:type="pct"/>
            <w:vAlign w:val="center"/>
          </w:tcPr>
          <w:p w14:paraId="58A2F098" w14:textId="77777777" w:rsidR="0083791F" w:rsidRPr="005634CF" w:rsidRDefault="0083791F" w:rsidP="005634CF"/>
        </w:tc>
      </w:tr>
      <w:tr w:rsidR="0083791F" w:rsidRPr="005634CF" w14:paraId="58A2F09D" w14:textId="77777777" w:rsidTr="005E5B22">
        <w:trPr>
          <w:cantSplit/>
          <w:jc w:val="center"/>
        </w:trPr>
        <w:tc>
          <w:tcPr>
            <w:tcW w:w="1854" w:type="pct"/>
            <w:vAlign w:val="center"/>
          </w:tcPr>
          <w:p w14:paraId="58A2F09A" w14:textId="77777777" w:rsidR="0083791F" w:rsidRPr="005634CF" w:rsidRDefault="0083791F" w:rsidP="005634CF"/>
        </w:tc>
        <w:tc>
          <w:tcPr>
            <w:tcW w:w="1573" w:type="pct"/>
            <w:vAlign w:val="center"/>
          </w:tcPr>
          <w:p w14:paraId="58A2F09B" w14:textId="77777777" w:rsidR="0083791F" w:rsidRPr="005634CF" w:rsidRDefault="0083791F" w:rsidP="005634CF"/>
        </w:tc>
        <w:tc>
          <w:tcPr>
            <w:tcW w:w="1573" w:type="pct"/>
            <w:vAlign w:val="center"/>
          </w:tcPr>
          <w:p w14:paraId="58A2F09C" w14:textId="77777777" w:rsidR="0083791F" w:rsidRPr="005634CF" w:rsidRDefault="0083791F" w:rsidP="005634CF"/>
        </w:tc>
      </w:tr>
    </w:tbl>
    <w:p w14:paraId="58A2F0A3" w14:textId="77777777" w:rsidR="0083791F" w:rsidRDefault="0083791F" w:rsidP="0083791F">
      <w:pPr>
        <w:pStyle w:val="Heading1"/>
      </w:pPr>
      <w:bookmarkStart w:id="26" w:name="_Toc395773769"/>
      <w:r>
        <w:t>Scope</w:t>
      </w:r>
      <w:bookmarkEnd w:id="26"/>
    </w:p>
    <w:p w14:paraId="58A2F0A4" w14:textId="77777777" w:rsidR="0083791F" w:rsidRDefault="0083791F" w:rsidP="003A2E29">
      <w:pPr>
        <w:pStyle w:val="Heading2"/>
      </w:pPr>
      <w:bookmarkStart w:id="27" w:name="_Toc395773770"/>
      <w:r>
        <w:t>Objectives</w:t>
      </w:r>
      <w:bookmarkEnd w:id="27"/>
    </w:p>
    <w:p w14:paraId="58A2F0A5" w14:textId="77777777" w:rsidR="0083791F" w:rsidRPr="003A2E29" w:rsidRDefault="0083791F" w:rsidP="0083791F">
      <w:pPr>
        <w:rPr>
          <w:sz w:val="24"/>
          <w:szCs w:val="24"/>
        </w:rPr>
      </w:pPr>
      <w:r w:rsidRPr="003A2E29">
        <w:rPr>
          <w:sz w:val="24"/>
          <w:szCs w:val="24"/>
        </w:rPr>
        <w:t>The objectives of the &lt;Project Name&gt; are as follows:</w:t>
      </w:r>
    </w:p>
    <w:p w14:paraId="58A2F0A6" w14:textId="77777777" w:rsidR="0083791F" w:rsidRPr="003A2E29" w:rsidRDefault="0083791F" w:rsidP="0083791F">
      <w:pPr>
        <w:pStyle w:val="ListParagraph"/>
        <w:numPr>
          <w:ilvl w:val="0"/>
          <w:numId w:val="40"/>
        </w:numPr>
        <w:rPr>
          <w:sz w:val="24"/>
          <w:szCs w:val="24"/>
        </w:rPr>
      </w:pPr>
      <w:r w:rsidRPr="003A2E29">
        <w:rPr>
          <w:sz w:val="24"/>
          <w:szCs w:val="24"/>
        </w:rPr>
        <w:t>Insert Objective 1</w:t>
      </w:r>
    </w:p>
    <w:p w14:paraId="58A2F0A7" w14:textId="77777777" w:rsidR="0083791F" w:rsidRPr="003A2E29" w:rsidRDefault="0083791F" w:rsidP="0083791F">
      <w:pPr>
        <w:pStyle w:val="ListParagraph"/>
        <w:numPr>
          <w:ilvl w:val="0"/>
          <w:numId w:val="40"/>
        </w:numPr>
        <w:rPr>
          <w:sz w:val="24"/>
          <w:szCs w:val="24"/>
        </w:rPr>
      </w:pPr>
      <w:r w:rsidRPr="003A2E29">
        <w:rPr>
          <w:sz w:val="24"/>
          <w:szCs w:val="24"/>
        </w:rPr>
        <w:t>Insert Objective 2</w:t>
      </w:r>
    </w:p>
    <w:p w14:paraId="58A2F0A8" w14:textId="77777777" w:rsidR="0083791F" w:rsidRPr="003A2E29" w:rsidRDefault="0083791F" w:rsidP="0083791F">
      <w:pPr>
        <w:pStyle w:val="ListParagraph"/>
        <w:numPr>
          <w:ilvl w:val="0"/>
          <w:numId w:val="40"/>
        </w:numPr>
        <w:rPr>
          <w:sz w:val="24"/>
          <w:szCs w:val="24"/>
        </w:rPr>
      </w:pPr>
      <w:r w:rsidRPr="003A2E29">
        <w:rPr>
          <w:sz w:val="24"/>
          <w:szCs w:val="24"/>
        </w:rPr>
        <w:t>Add additional bullets as necessary</w:t>
      </w:r>
    </w:p>
    <w:p w14:paraId="58A2F0A9" w14:textId="77777777" w:rsidR="0083791F" w:rsidRDefault="0083791F" w:rsidP="003A2E29">
      <w:pPr>
        <w:pStyle w:val="Heading2"/>
      </w:pPr>
      <w:bookmarkStart w:id="28" w:name="_Toc395773771"/>
      <w:r>
        <w:t>High-Level Requirements</w:t>
      </w:r>
      <w:bookmarkEnd w:id="28"/>
    </w:p>
    <w:p w14:paraId="58A2F0AA" w14:textId="77777777" w:rsidR="0083791F" w:rsidRPr="003A2E29" w:rsidRDefault="0083791F" w:rsidP="00EB7DBA">
      <w:pPr>
        <w:rPr>
          <w:sz w:val="24"/>
          <w:szCs w:val="24"/>
        </w:rPr>
      </w:pPr>
      <w:r w:rsidRPr="003A2E29">
        <w:rPr>
          <w:sz w:val="24"/>
          <w:szCs w:val="24"/>
        </w:rPr>
        <w:t>The following table presents the requireme</w:t>
      </w:r>
      <w:bookmarkStart w:id="29" w:name="OLE_LINK3"/>
      <w:r w:rsidRPr="003A2E29">
        <w:rPr>
          <w:sz w:val="24"/>
          <w:szCs w:val="24"/>
        </w:rPr>
        <w:t>nts</w:t>
      </w:r>
      <w:bookmarkEnd w:id="29"/>
      <w:r w:rsidRPr="003A2E29">
        <w:rPr>
          <w:sz w:val="24"/>
          <w:szCs w:val="24"/>
        </w:rPr>
        <w:t xml:space="preserve"> that the project’s product, service or result must meet in order for the project objectives to be satisfied.  </w:t>
      </w:r>
    </w:p>
    <w:p w14:paraId="15A165E1" w14:textId="62FBAFFC" w:rsidR="003A2E29" w:rsidRDefault="003A2E29" w:rsidP="003A2E29">
      <w:pPr>
        <w:pStyle w:val="Caption"/>
        <w:keepNext/>
      </w:pPr>
      <w:bookmarkStart w:id="30" w:name="_Toc395773325"/>
      <w:r>
        <w:t xml:space="preserve">Table </w:t>
      </w:r>
      <w:r w:rsidR="0040407A">
        <w:fldChar w:fldCharType="begin"/>
      </w:r>
      <w:r w:rsidR="0040407A">
        <w:instrText xml:space="preserve"> SEQ Table \* ARABIC </w:instrText>
      </w:r>
      <w:r w:rsidR="0040407A">
        <w:fldChar w:fldCharType="separate"/>
      </w:r>
      <w:r w:rsidR="005E5B22">
        <w:rPr>
          <w:noProof/>
        </w:rPr>
        <w:t>2</w:t>
      </w:r>
      <w:r w:rsidR="0040407A">
        <w:rPr>
          <w:noProof/>
        </w:rPr>
        <w:fldChar w:fldCharType="end"/>
      </w:r>
      <w:r>
        <w:t xml:space="preserve">: </w:t>
      </w:r>
      <w:r w:rsidRPr="00C27D3D">
        <w:t>High-Level Requirements</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4292"/>
      </w:tblGrid>
      <w:tr w:rsidR="00EB7DBA" w:rsidRPr="00547FDD" w14:paraId="58A2F0AD" w14:textId="77777777" w:rsidTr="00EB7DBA">
        <w:trPr>
          <w:cantSplit/>
          <w:tblHeader/>
          <w:jc w:val="center"/>
        </w:trPr>
        <w:tc>
          <w:tcPr>
            <w:tcW w:w="2705" w:type="pct"/>
            <w:shd w:val="clear" w:color="auto" w:fill="1F497D"/>
            <w:vAlign w:val="center"/>
          </w:tcPr>
          <w:p w14:paraId="58A2F0AB" w14:textId="77777777" w:rsidR="00EB7DBA" w:rsidRPr="00547FDD" w:rsidRDefault="00EB7DBA" w:rsidP="00747944">
            <w:pPr>
              <w:pStyle w:val="TableColumnHeading"/>
            </w:pPr>
            <w:r>
              <w:t>Requirement #</w:t>
            </w:r>
          </w:p>
        </w:tc>
        <w:tc>
          <w:tcPr>
            <w:tcW w:w="2295" w:type="pct"/>
            <w:shd w:val="clear" w:color="auto" w:fill="1F497D"/>
            <w:vAlign w:val="center"/>
          </w:tcPr>
          <w:p w14:paraId="58A2F0AC" w14:textId="77777777" w:rsidR="00EB7DBA" w:rsidRPr="00547FDD" w:rsidRDefault="00EB7DBA" w:rsidP="00747944">
            <w:pPr>
              <w:pStyle w:val="TableColumnHeading"/>
            </w:pPr>
            <w:r>
              <w:t>Requirement Definition</w:t>
            </w:r>
          </w:p>
        </w:tc>
      </w:tr>
      <w:tr w:rsidR="00EB7DBA" w:rsidRPr="005634CF" w14:paraId="58A2F0B0" w14:textId="77777777" w:rsidTr="00EB7DBA">
        <w:trPr>
          <w:cantSplit/>
          <w:jc w:val="center"/>
        </w:trPr>
        <w:tc>
          <w:tcPr>
            <w:tcW w:w="2705" w:type="pct"/>
            <w:vAlign w:val="center"/>
          </w:tcPr>
          <w:p w14:paraId="58A2F0AE" w14:textId="77777777" w:rsidR="00EB7DBA" w:rsidRPr="005634CF" w:rsidRDefault="00EB7DBA" w:rsidP="005634CF"/>
        </w:tc>
        <w:tc>
          <w:tcPr>
            <w:tcW w:w="2295" w:type="pct"/>
            <w:vAlign w:val="center"/>
          </w:tcPr>
          <w:p w14:paraId="58A2F0AF" w14:textId="77777777" w:rsidR="00EB7DBA" w:rsidRPr="005634CF" w:rsidRDefault="00EB7DBA" w:rsidP="005634CF"/>
        </w:tc>
      </w:tr>
      <w:tr w:rsidR="00EB7DBA" w:rsidRPr="005634CF" w14:paraId="58A2F0B3" w14:textId="77777777" w:rsidTr="00EB7DBA">
        <w:trPr>
          <w:cantSplit/>
          <w:jc w:val="center"/>
        </w:trPr>
        <w:tc>
          <w:tcPr>
            <w:tcW w:w="2705" w:type="pct"/>
            <w:vAlign w:val="center"/>
          </w:tcPr>
          <w:p w14:paraId="58A2F0B1" w14:textId="77777777" w:rsidR="00EB7DBA" w:rsidRPr="005634CF" w:rsidRDefault="00EB7DBA" w:rsidP="005634CF"/>
        </w:tc>
        <w:tc>
          <w:tcPr>
            <w:tcW w:w="2295" w:type="pct"/>
            <w:vAlign w:val="center"/>
          </w:tcPr>
          <w:p w14:paraId="58A2F0B2" w14:textId="77777777" w:rsidR="00EB7DBA" w:rsidRPr="005634CF" w:rsidRDefault="00EB7DBA" w:rsidP="005634CF"/>
        </w:tc>
      </w:tr>
      <w:tr w:rsidR="00EB7DBA" w:rsidRPr="005634CF" w14:paraId="58A2F0B6" w14:textId="77777777" w:rsidTr="00EB7DBA">
        <w:trPr>
          <w:cantSplit/>
          <w:jc w:val="center"/>
        </w:trPr>
        <w:tc>
          <w:tcPr>
            <w:tcW w:w="2705" w:type="pct"/>
            <w:vAlign w:val="center"/>
          </w:tcPr>
          <w:p w14:paraId="58A2F0B4" w14:textId="77777777" w:rsidR="00EB7DBA" w:rsidRPr="005634CF" w:rsidRDefault="00EB7DBA" w:rsidP="005634CF"/>
        </w:tc>
        <w:tc>
          <w:tcPr>
            <w:tcW w:w="2295" w:type="pct"/>
            <w:vAlign w:val="center"/>
          </w:tcPr>
          <w:p w14:paraId="58A2F0B5" w14:textId="77777777" w:rsidR="00EB7DBA" w:rsidRPr="005634CF" w:rsidRDefault="00EB7DBA" w:rsidP="005634CF"/>
        </w:tc>
      </w:tr>
    </w:tbl>
    <w:p w14:paraId="58A2F0B8" w14:textId="77777777" w:rsidR="00EB7DBA" w:rsidRDefault="00EB7DBA" w:rsidP="003A2E29">
      <w:pPr>
        <w:pStyle w:val="Heading2"/>
      </w:pPr>
      <w:bookmarkStart w:id="31" w:name="_Toc395773772"/>
      <w:r>
        <w:t>Major Deliverables</w:t>
      </w:r>
      <w:bookmarkEnd w:id="31"/>
    </w:p>
    <w:p w14:paraId="58A2F0B9" w14:textId="77777777" w:rsidR="00EB7DBA" w:rsidRPr="003A2E29" w:rsidRDefault="00EB7DBA" w:rsidP="00EB7DBA">
      <w:pPr>
        <w:rPr>
          <w:sz w:val="24"/>
          <w:szCs w:val="24"/>
        </w:rPr>
      </w:pPr>
      <w:r w:rsidRPr="003A2E29">
        <w:rPr>
          <w:sz w:val="24"/>
          <w:szCs w:val="24"/>
        </w:rPr>
        <w:t>The following table presents the major deliverables that the project’s product, service or result must meet in order for the project objectives to be satisfied.</w:t>
      </w:r>
    </w:p>
    <w:p w14:paraId="09DE6BF5" w14:textId="293351F4" w:rsidR="003A2E29" w:rsidRDefault="003A2E29" w:rsidP="003A2E29">
      <w:pPr>
        <w:pStyle w:val="Caption"/>
        <w:keepNext/>
      </w:pPr>
      <w:bookmarkStart w:id="32" w:name="_Toc395773326"/>
      <w:r>
        <w:t xml:space="preserve">Table </w:t>
      </w:r>
      <w:r w:rsidR="0040407A">
        <w:fldChar w:fldCharType="begin"/>
      </w:r>
      <w:r w:rsidR="0040407A">
        <w:instrText xml:space="preserve"> SEQ Table \* ARABIC </w:instrText>
      </w:r>
      <w:r w:rsidR="0040407A">
        <w:fldChar w:fldCharType="separate"/>
      </w:r>
      <w:r w:rsidR="005E5B22">
        <w:rPr>
          <w:noProof/>
        </w:rPr>
        <w:t>3</w:t>
      </w:r>
      <w:r w:rsidR="0040407A">
        <w:rPr>
          <w:noProof/>
        </w:rPr>
        <w:fldChar w:fldCharType="end"/>
      </w:r>
      <w:r>
        <w:t xml:space="preserve">: </w:t>
      </w:r>
      <w:r w:rsidRPr="007C7D8C">
        <w:t>Major Deliverables</w:t>
      </w:r>
      <w:bookmarkEnd w:id="32"/>
    </w:p>
    <w:tbl>
      <w:tblPr>
        <w:tblW w:w="48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3A2E29" w:rsidRPr="00547FDD" w14:paraId="58A2F0BC" w14:textId="77777777" w:rsidTr="003A2E29">
        <w:trPr>
          <w:cantSplit/>
          <w:tblHeader/>
          <w:jc w:val="center"/>
        </w:trPr>
        <w:tc>
          <w:tcPr>
            <w:tcW w:w="5000" w:type="pct"/>
            <w:shd w:val="clear" w:color="auto" w:fill="1F497D"/>
            <w:vAlign w:val="center"/>
          </w:tcPr>
          <w:p w14:paraId="58A2F0BA" w14:textId="497C2B96" w:rsidR="003A2E29" w:rsidRPr="00547FDD" w:rsidRDefault="003A2E29" w:rsidP="003A2E29">
            <w:pPr>
              <w:pStyle w:val="TableColumnHeading"/>
            </w:pPr>
            <w:r>
              <w:t>Deliverable</w:t>
            </w:r>
          </w:p>
        </w:tc>
      </w:tr>
      <w:tr w:rsidR="003A2E29" w:rsidRPr="005634CF" w14:paraId="58A2F0BF" w14:textId="77777777" w:rsidTr="003A2E29">
        <w:trPr>
          <w:cantSplit/>
          <w:jc w:val="center"/>
        </w:trPr>
        <w:tc>
          <w:tcPr>
            <w:tcW w:w="5000" w:type="pct"/>
            <w:vAlign w:val="center"/>
          </w:tcPr>
          <w:p w14:paraId="58A2F0BD" w14:textId="77777777" w:rsidR="003A2E29" w:rsidRPr="005634CF" w:rsidRDefault="003A2E29" w:rsidP="005634CF"/>
        </w:tc>
      </w:tr>
      <w:tr w:rsidR="003A2E29" w:rsidRPr="005634CF" w14:paraId="58A2F0C2" w14:textId="77777777" w:rsidTr="003A2E29">
        <w:trPr>
          <w:cantSplit/>
          <w:jc w:val="center"/>
        </w:trPr>
        <w:tc>
          <w:tcPr>
            <w:tcW w:w="5000" w:type="pct"/>
            <w:vAlign w:val="center"/>
          </w:tcPr>
          <w:p w14:paraId="58A2F0C0" w14:textId="77777777" w:rsidR="003A2E29" w:rsidRPr="005634CF" w:rsidRDefault="003A2E29" w:rsidP="005634CF"/>
        </w:tc>
      </w:tr>
      <w:tr w:rsidR="003A2E29" w:rsidRPr="005634CF" w14:paraId="58A2F0C5" w14:textId="77777777" w:rsidTr="003A2E29">
        <w:trPr>
          <w:cantSplit/>
          <w:jc w:val="center"/>
        </w:trPr>
        <w:tc>
          <w:tcPr>
            <w:tcW w:w="5000" w:type="pct"/>
            <w:vAlign w:val="center"/>
          </w:tcPr>
          <w:p w14:paraId="58A2F0C3" w14:textId="77777777" w:rsidR="003A2E29" w:rsidRPr="005634CF" w:rsidRDefault="003A2E29" w:rsidP="005634CF"/>
        </w:tc>
      </w:tr>
    </w:tbl>
    <w:p w14:paraId="58A2F0C7" w14:textId="77777777" w:rsidR="00EB7DBA" w:rsidRDefault="00EB7DBA" w:rsidP="003A2E29">
      <w:pPr>
        <w:pStyle w:val="Heading2"/>
      </w:pPr>
      <w:bookmarkStart w:id="33" w:name="_Toc395773773"/>
      <w:r>
        <w:lastRenderedPageBreak/>
        <w:t>Boundaries</w:t>
      </w:r>
      <w:bookmarkEnd w:id="33"/>
    </w:p>
    <w:p w14:paraId="58A2F0C8" w14:textId="77777777" w:rsidR="00EB7DBA" w:rsidRPr="00EB7DBA" w:rsidRDefault="00EB7DBA" w:rsidP="00EB7DBA">
      <w:pPr>
        <w:pStyle w:val="StyleInfoBlueArialLeftLeft0"/>
      </w:pPr>
      <w:r w:rsidRPr="00EB7DBA">
        <w:t>Instructions: Describe the inclusive and exclusive boundaries of the project.  Specifically address items that are out of scope.</w:t>
      </w:r>
    </w:p>
    <w:p w14:paraId="58A2F0C9" w14:textId="77777777" w:rsidR="00EB7DBA" w:rsidRDefault="00EB7DBA" w:rsidP="00EB7DBA">
      <w:pPr>
        <w:pStyle w:val="Heading1"/>
      </w:pPr>
      <w:bookmarkStart w:id="34" w:name="_Toc395773774"/>
      <w:r>
        <w:t>Project Organization</w:t>
      </w:r>
      <w:bookmarkEnd w:id="34"/>
    </w:p>
    <w:p w14:paraId="58A2F0CA" w14:textId="77777777" w:rsidR="00EB7DBA" w:rsidRDefault="00EB7DBA" w:rsidP="003A2E29">
      <w:pPr>
        <w:pStyle w:val="Heading2"/>
      </w:pPr>
      <w:bookmarkStart w:id="35" w:name="_Toc395773775"/>
      <w:r>
        <w:t>Roles and Responsibilities</w:t>
      </w:r>
      <w:bookmarkEnd w:id="35"/>
    </w:p>
    <w:p w14:paraId="58A2F0CB" w14:textId="4BAD38B0" w:rsidR="00EB7DBA" w:rsidRDefault="003A2E29" w:rsidP="00EB7DBA">
      <w:pPr>
        <w:pStyle w:val="StyleInfoBlueArialLeftLeft0"/>
      </w:pPr>
      <w:r>
        <w:t xml:space="preserve">Instructions: </w:t>
      </w:r>
      <w:r w:rsidR="00EB7DBA" w:rsidRPr="00EB7DBA">
        <w:t>Depending on your project organization, you may modify the roles and responsibilities listed in the table below.</w:t>
      </w:r>
    </w:p>
    <w:p w14:paraId="0AA395EA" w14:textId="62B4CD77" w:rsidR="003A2E29" w:rsidRDefault="003A2E29" w:rsidP="003A2E29">
      <w:pPr>
        <w:pStyle w:val="Caption"/>
        <w:keepNext/>
      </w:pPr>
      <w:bookmarkStart w:id="36" w:name="_Toc395773327"/>
      <w:r>
        <w:t xml:space="preserve">Table </w:t>
      </w:r>
      <w:r w:rsidR="0040407A">
        <w:fldChar w:fldCharType="begin"/>
      </w:r>
      <w:r w:rsidR="0040407A">
        <w:instrText xml:space="preserve"> SEQ Table \* ARABIC </w:instrText>
      </w:r>
      <w:r w:rsidR="0040407A">
        <w:fldChar w:fldCharType="separate"/>
      </w:r>
      <w:r w:rsidR="005E5B22">
        <w:rPr>
          <w:noProof/>
        </w:rPr>
        <w:t>4</w:t>
      </w:r>
      <w:r w:rsidR="0040407A">
        <w:rPr>
          <w:noProof/>
        </w:rPr>
        <w:fldChar w:fldCharType="end"/>
      </w:r>
      <w:r>
        <w:t xml:space="preserve">: </w:t>
      </w:r>
      <w:r w:rsidRPr="001F249C">
        <w:t>Roles and Responsibilities</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926"/>
        <w:gridCol w:w="2265"/>
        <w:gridCol w:w="2263"/>
      </w:tblGrid>
      <w:tr w:rsidR="00747944" w:rsidRPr="00547FDD" w14:paraId="58A2F0D0" w14:textId="77777777" w:rsidTr="003A2E29">
        <w:trPr>
          <w:cantSplit/>
          <w:tblHeader/>
          <w:jc w:val="center"/>
        </w:trPr>
        <w:tc>
          <w:tcPr>
            <w:tcW w:w="1549" w:type="pct"/>
            <w:shd w:val="clear" w:color="auto" w:fill="1F497D"/>
            <w:vAlign w:val="center"/>
          </w:tcPr>
          <w:p w14:paraId="58A2F0CC" w14:textId="77777777" w:rsidR="00747944" w:rsidRPr="00547FDD" w:rsidRDefault="00747944" w:rsidP="00747944">
            <w:pPr>
              <w:pStyle w:val="TableColumnHeading"/>
            </w:pPr>
            <w:r>
              <w:t>Name &amp; Organization</w:t>
            </w:r>
          </w:p>
        </w:tc>
        <w:tc>
          <w:tcPr>
            <w:tcW w:w="1030" w:type="pct"/>
            <w:shd w:val="clear" w:color="auto" w:fill="1F497D"/>
            <w:vAlign w:val="center"/>
          </w:tcPr>
          <w:p w14:paraId="58A2F0CD" w14:textId="77777777" w:rsidR="00747944" w:rsidRPr="00547FDD" w:rsidRDefault="00747944" w:rsidP="00747944">
            <w:pPr>
              <w:pStyle w:val="TableColumnHeading"/>
            </w:pPr>
            <w:r>
              <w:t>Project Role</w:t>
            </w:r>
          </w:p>
        </w:tc>
        <w:tc>
          <w:tcPr>
            <w:tcW w:w="1211" w:type="pct"/>
            <w:shd w:val="clear" w:color="auto" w:fill="1F497D"/>
            <w:vAlign w:val="center"/>
          </w:tcPr>
          <w:p w14:paraId="58A2F0CE" w14:textId="77777777" w:rsidR="00747944" w:rsidRDefault="00747944" w:rsidP="00747944">
            <w:pPr>
              <w:pStyle w:val="TableColumnHeading"/>
            </w:pPr>
            <w:r>
              <w:t>Project Responsibilities</w:t>
            </w:r>
          </w:p>
        </w:tc>
        <w:tc>
          <w:tcPr>
            <w:tcW w:w="1211" w:type="pct"/>
            <w:shd w:val="clear" w:color="auto" w:fill="1F497D"/>
            <w:vAlign w:val="center"/>
          </w:tcPr>
          <w:p w14:paraId="58A2F0CF" w14:textId="77777777" w:rsidR="00747944" w:rsidRDefault="00747944" w:rsidP="00747944">
            <w:pPr>
              <w:pStyle w:val="TableColumnHeading"/>
            </w:pPr>
            <w:r>
              <w:t>Estimated % of Effort</w:t>
            </w:r>
          </w:p>
        </w:tc>
      </w:tr>
      <w:tr w:rsidR="00747944" w:rsidRPr="005634CF" w14:paraId="58A2F0D6" w14:textId="77777777" w:rsidTr="003A2E29">
        <w:trPr>
          <w:cantSplit/>
          <w:jc w:val="center"/>
        </w:trPr>
        <w:tc>
          <w:tcPr>
            <w:tcW w:w="1549" w:type="pct"/>
          </w:tcPr>
          <w:p w14:paraId="58A2F0D1" w14:textId="77777777" w:rsidR="00747944" w:rsidRPr="005634CF" w:rsidRDefault="00747944" w:rsidP="005634CF">
            <w:r w:rsidRPr="005634CF">
              <w:t>&lt;Insert Name and Organization Here&gt;</w:t>
            </w:r>
          </w:p>
          <w:p w14:paraId="58A2F0D2" w14:textId="77777777" w:rsidR="00747944" w:rsidRPr="005634CF" w:rsidRDefault="00747944" w:rsidP="005634CF"/>
        </w:tc>
        <w:tc>
          <w:tcPr>
            <w:tcW w:w="1030" w:type="pct"/>
          </w:tcPr>
          <w:p w14:paraId="58A2F0D3" w14:textId="77777777" w:rsidR="00747944" w:rsidRPr="005634CF" w:rsidRDefault="00747944" w:rsidP="005634CF">
            <w:r w:rsidRPr="005634CF">
              <w:t>&lt;Business Owner&gt;</w:t>
            </w:r>
          </w:p>
        </w:tc>
        <w:tc>
          <w:tcPr>
            <w:tcW w:w="1211" w:type="pct"/>
          </w:tcPr>
          <w:p w14:paraId="58A2F0D4" w14:textId="77777777" w:rsidR="00747944" w:rsidRPr="005634CF" w:rsidRDefault="00747944" w:rsidP="005634CF">
            <w:r w:rsidRPr="005634CF">
              <w:t>&lt;Person responsible for acting as the project’s champion and providing direction and support to the team.  In the context of this document, this person approves the request for funding, approves the project scope represented in this document, and sets the priority of the project relative to other projects in his/her area of responsibility. &gt;</w:t>
            </w:r>
          </w:p>
        </w:tc>
        <w:tc>
          <w:tcPr>
            <w:tcW w:w="1211" w:type="pct"/>
            <w:vAlign w:val="center"/>
          </w:tcPr>
          <w:p w14:paraId="58A2F0D5" w14:textId="77777777" w:rsidR="00747944" w:rsidRPr="005634CF" w:rsidRDefault="00747944" w:rsidP="005634CF"/>
        </w:tc>
      </w:tr>
      <w:tr w:rsidR="00747944" w:rsidRPr="005634CF" w14:paraId="58A2F0DB" w14:textId="77777777" w:rsidTr="003A2E29">
        <w:trPr>
          <w:cantSplit/>
          <w:jc w:val="center"/>
        </w:trPr>
        <w:tc>
          <w:tcPr>
            <w:tcW w:w="1549" w:type="pct"/>
          </w:tcPr>
          <w:p w14:paraId="58A2F0D7" w14:textId="77777777" w:rsidR="00747944" w:rsidRPr="005634CF" w:rsidRDefault="00747944" w:rsidP="005634CF">
            <w:r w:rsidRPr="005634CF">
              <w:t>&lt;Insert Name and Organization Here&gt;</w:t>
            </w:r>
          </w:p>
        </w:tc>
        <w:tc>
          <w:tcPr>
            <w:tcW w:w="1030" w:type="pct"/>
          </w:tcPr>
          <w:p w14:paraId="58A2F0D8" w14:textId="77777777" w:rsidR="00747944" w:rsidRPr="005634CF" w:rsidRDefault="00747944" w:rsidP="005634CF">
            <w:r w:rsidRPr="005634CF">
              <w:t xml:space="preserve">&lt;Contracting Officer&gt; </w:t>
            </w:r>
          </w:p>
        </w:tc>
        <w:tc>
          <w:tcPr>
            <w:tcW w:w="1211" w:type="pct"/>
          </w:tcPr>
          <w:p w14:paraId="58A2F0D9" w14:textId="77777777" w:rsidR="00747944" w:rsidRPr="005634CF" w:rsidRDefault="00747944" w:rsidP="005634CF">
            <w:r w:rsidRPr="005634CF">
              <w:t xml:space="preserve">&lt;Person who has the authority to enter into, terminate, or change a contractual agreement on behalf of the Government.  This person bears the legal responsibility for the contract.&gt;  </w:t>
            </w:r>
          </w:p>
        </w:tc>
        <w:tc>
          <w:tcPr>
            <w:tcW w:w="1211" w:type="pct"/>
            <w:vAlign w:val="center"/>
          </w:tcPr>
          <w:p w14:paraId="58A2F0DA" w14:textId="77777777" w:rsidR="00747944" w:rsidRPr="005634CF" w:rsidRDefault="00747944" w:rsidP="005634CF"/>
        </w:tc>
      </w:tr>
      <w:tr w:rsidR="00747944" w:rsidRPr="005634CF" w14:paraId="58A2F0E0" w14:textId="77777777" w:rsidTr="003A2E29">
        <w:trPr>
          <w:cantSplit/>
          <w:jc w:val="center"/>
        </w:trPr>
        <w:tc>
          <w:tcPr>
            <w:tcW w:w="1549" w:type="pct"/>
          </w:tcPr>
          <w:p w14:paraId="58A2F0DC" w14:textId="77777777" w:rsidR="00747944" w:rsidRPr="005634CF" w:rsidRDefault="00747944" w:rsidP="005634CF">
            <w:r w:rsidRPr="005634CF">
              <w:lastRenderedPageBreak/>
              <w:t>&lt;Insert Name and Organization Here&gt;</w:t>
            </w:r>
          </w:p>
        </w:tc>
        <w:tc>
          <w:tcPr>
            <w:tcW w:w="1030" w:type="pct"/>
          </w:tcPr>
          <w:p w14:paraId="58A2F0DD" w14:textId="77777777" w:rsidR="00747944" w:rsidRPr="005634CF" w:rsidRDefault="00747944" w:rsidP="005634CF">
            <w:r w:rsidRPr="005634CF">
              <w:t>&lt;Project Officer /Contracting Officer Technical Representative&gt;</w:t>
            </w:r>
          </w:p>
        </w:tc>
        <w:tc>
          <w:tcPr>
            <w:tcW w:w="1211" w:type="pct"/>
          </w:tcPr>
          <w:p w14:paraId="58A2F0DE" w14:textId="77777777" w:rsidR="00747944" w:rsidRPr="005634CF" w:rsidRDefault="00747944" w:rsidP="005634CF">
            <w:r w:rsidRPr="005634CF">
              <w:t xml:space="preserve">&lt;A program representative responsible for coordinating with acquisition officials on projects for which contract support is contemplated. This representative is responsible for technical monitoring and evaluation of the contractor's performance after award. &gt;  </w:t>
            </w:r>
          </w:p>
        </w:tc>
        <w:tc>
          <w:tcPr>
            <w:tcW w:w="1211" w:type="pct"/>
            <w:vAlign w:val="center"/>
          </w:tcPr>
          <w:p w14:paraId="58A2F0DF" w14:textId="77777777" w:rsidR="00747944" w:rsidRPr="005634CF" w:rsidRDefault="00747944" w:rsidP="005634CF"/>
        </w:tc>
      </w:tr>
      <w:tr w:rsidR="00747944" w:rsidRPr="005634CF" w14:paraId="58A2F0E5" w14:textId="77777777" w:rsidTr="003A2E29">
        <w:trPr>
          <w:cantSplit/>
          <w:jc w:val="center"/>
        </w:trPr>
        <w:tc>
          <w:tcPr>
            <w:tcW w:w="1549" w:type="pct"/>
          </w:tcPr>
          <w:p w14:paraId="58A2F0E1" w14:textId="77777777" w:rsidR="00747944" w:rsidRPr="005634CF" w:rsidRDefault="00747944" w:rsidP="005634CF">
            <w:r w:rsidRPr="005634CF">
              <w:t>&lt;Insert Name and Organization Here&gt;</w:t>
            </w:r>
          </w:p>
        </w:tc>
        <w:tc>
          <w:tcPr>
            <w:tcW w:w="1030" w:type="pct"/>
          </w:tcPr>
          <w:p w14:paraId="58A2F0E2" w14:textId="77777777" w:rsidR="00747944" w:rsidRPr="005634CF" w:rsidRDefault="00747944" w:rsidP="005634CF">
            <w:r w:rsidRPr="005634CF">
              <w:t>&lt;Project Manager (This could include a Contractor Project Manager or an FTE Project Manager) &gt;</w:t>
            </w:r>
          </w:p>
        </w:tc>
        <w:tc>
          <w:tcPr>
            <w:tcW w:w="1211" w:type="pct"/>
          </w:tcPr>
          <w:p w14:paraId="58A2F0E3" w14:textId="77777777" w:rsidR="00747944" w:rsidRPr="005634CF" w:rsidRDefault="00747944" w:rsidP="005634CF">
            <w:r w:rsidRPr="005634CF">
              <w:t>&lt;Person who performs the day-to-day management of the project and has specific accountability for managing the project within the approved constraints of scope, quality, time and cost, to deliver the specified requirements, deliverables and customer satisfaction.  The Project Manager chairs the integrated project team. &gt;</w:t>
            </w:r>
          </w:p>
        </w:tc>
        <w:tc>
          <w:tcPr>
            <w:tcW w:w="1211" w:type="pct"/>
            <w:vAlign w:val="center"/>
          </w:tcPr>
          <w:p w14:paraId="58A2F0E4" w14:textId="77777777" w:rsidR="00747944" w:rsidRPr="005634CF" w:rsidRDefault="00747944" w:rsidP="005634CF"/>
        </w:tc>
      </w:tr>
      <w:tr w:rsidR="00747944" w:rsidRPr="005634CF" w14:paraId="58A2F0EA" w14:textId="77777777" w:rsidTr="003A2E29">
        <w:trPr>
          <w:cantSplit/>
          <w:jc w:val="center"/>
        </w:trPr>
        <w:tc>
          <w:tcPr>
            <w:tcW w:w="1549" w:type="pct"/>
          </w:tcPr>
          <w:p w14:paraId="58A2F0E6" w14:textId="77777777" w:rsidR="00747944" w:rsidRPr="005634CF" w:rsidRDefault="00747944" w:rsidP="005634CF">
            <w:r w:rsidRPr="005634CF">
              <w:t>&lt;Insert Name and Organization Here&gt;</w:t>
            </w:r>
          </w:p>
        </w:tc>
        <w:tc>
          <w:tcPr>
            <w:tcW w:w="1030" w:type="pct"/>
          </w:tcPr>
          <w:p w14:paraId="58A2F0E7" w14:textId="77777777" w:rsidR="00747944" w:rsidRPr="005634CF" w:rsidRDefault="00747944" w:rsidP="005634CF">
            <w:r w:rsidRPr="005634CF">
              <w:t>&lt;Business Representative&gt;</w:t>
            </w:r>
          </w:p>
        </w:tc>
        <w:tc>
          <w:tcPr>
            <w:tcW w:w="1211" w:type="pct"/>
          </w:tcPr>
          <w:p w14:paraId="58A2F0E8" w14:textId="77777777" w:rsidR="00747944" w:rsidRPr="005634CF" w:rsidRDefault="00747944" w:rsidP="005634CF">
            <w:r w:rsidRPr="005634CF">
              <w:t xml:space="preserve">&lt;Business subject matter expert who has adequate knowledge of the business and project to make informed decisions on behalf of the Business Sponsor on certain matters. &gt;  </w:t>
            </w:r>
          </w:p>
        </w:tc>
        <w:tc>
          <w:tcPr>
            <w:tcW w:w="1211" w:type="pct"/>
            <w:vAlign w:val="center"/>
          </w:tcPr>
          <w:p w14:paraId="58A2F0E9" w14:textId="77777777" w:rsidR="00747944" w:rsidRPr="005634CF" w:rsidRDefault="00747944" w:rsidP="005634CF"/>
        </w:tc>
      </w:tr>
      <w:tr w:rsidR="00747944" w:rsidRPr="005634CF" w14:paraId="58A2F0EF" w14:textId="77777777" w:rsidTr="003A2E29">
        <w:trPr>
          <w:cantSplit/>
          <w:jc w:val="center"/>
        </w:trPr>
        <w:tc>
          <w:tcPr>
            <w:tcW w:w="1549" w:type="pct"/>
          </w:tcPr>
          <w:p w14:paraId="58A2F0EB" w14:textId="77777777" w:rsidR="00747944" w:rsidRPr="005634CF" w:rsidRDefault="00747944" w:rsidP="005634CF">
            <w:r w:rsidRPr="005634CF">
              <w:lastRenderedPageBreak/>
              <w:t>&lt;Insert Name and Organization Here&gt;</w:t>
            </w:r>
          </w:p>
        </w:tc>
        <w:tc>
          <w:tcPr>
            <w:tcW w:w="1030" w:type="pct"/>
          </w:tcPr>
          <w:p w14:paraId="58A2F0EC" w14:textId="77777777" w:rsidR="00747944" w:rsidRPr="005634CF" w:rsidRDefault="00747944" w:rsidP="005634CF">
            <w:r w:rsidRPr="005634CF">
              <w:t>&lt;Technical Representative&gt;</w:t>
            </w:r>
          </w:p>
        </w:tc>
        <w:tc>
          <w:tcPr>
            <w:tcW w:w="1211" w:type="pct"/>
          </w:tcPr>
          <w:p w14:paraId="58A2F0ED" w14:textId="77777777" w:rsidR="00747944" w:rsidRPr="005634CF" w:rsidRDefault="00747944" w:rsidP="005634CF">
            <w:r w:rsidRPr="005634CF">
              <w:t>&lt;Person who is responsible for the technical day-to-day aspects of the system including the details of system development.  The Technical Representative is responsible for providing technical direction to the project. &gt;</w:t>
            </w:r>
          </w:p>
        </w:tc>
        <w:tc>
          <w:tcPr>
            <w:tcW w:w="1211" w:type="pct"/>
            <w:vAlign w:val="center"/>
          </w:tcPr>
          <w:p w14:paraId="58A2F0EE" w14:textId="77777777" w:rsidR="00747944" w:rsidRPr="005634CF" w:rsidRDefault="00747944" w:rsidP="005634CF"/>
        </w:tc>
      </w:tr>
      <w:tr w:rsidR="00747944" w:rsidRPr="005634CF" w14:paraId="58A2F0F5" w14:textId="77777777" w:rsidTr="003A2E29">
        <w:trPr>
          <w:cantSplit/>
          <w:jc w:val="center"/>
        </w:trPr>
        <w:tc>
          <w:tcPr>
            <w:tcW w:w="1549" w:type="pct"/>
          </w:tcPr>
          <w:p w14:paraId="58A2F0F0" w14:textId="77777777" w:rsidR="00747944" w:rsidRPr="005634CF" w:rsidRDefault="00747944" w:rsidP="005634CF">
            <w:r w:rsidRPr="005634CF">
              <w:t>&lt;Name&gt;</w:t>
            </w:r>
          </w:p>
          <w:p w14:paraId="58A2F0F1" w14:textId="77777777" w:rsidR="00747944" w:rsidRPr="005634CF" w:rsidRDefault="00747944" w:rsidP="005634CF">
            <w:r w:rsidRPr="005634CF">
              <w:t>&lt;Org&gt;</w:t>
            </w:r>
          </w:p>
        </w:tc>
        <w:tc>
          <w:tcPr>
            <w:tcW w:w="1030" w:type="pct"/>
          </w:tcPr>
          <w:p w14:paraId="58A2F0F2" w14:textId="77777777" w:rsidR="00747944" w:rsidRPr="005634CF" w:rsidRDefault="00747944" w:rsidP="005634CF">
            <w:r w:rsidRPr="005634CF">
              <w:t>&lt;Capital Planning and Investment Control (CPIC) Representative&gt;</w:t>
            </w:r>
          </w:p>
        </w:tc>
        <w:tc>
          <w:tcPr>
            <w:tcW w:w="1211" w:type="pct"/>
          </w:tcPr>
          <w:p w14:paraId="58A2F0F3" w14:textId="77777777" w:rsidR="00747944" w:rsidRPr="005634CF" w:rsidRDefault="00747944" w:rsidP="005634CF">
            <w:r w:rsidRPr="005634CF">
              <w:t xml:space="preserve">&lt;Member of the integrated project team responsible for coordinating Critical Partners and insuring that the investment complies with CPIC policy and procedures.  This person is also responsible for ensuring that the investment is performing according to HHS IT governance standards. &gt;   </w:t>
            </w:r>
          </w:p>
        </w:tc>
        <w:tc>
          <w:tcPr>
            <w:tcW w:w="1211" w:type="pct"/>
            <w:vAlign w:val="center"/>
          </w:tcPr>
          <w:p w14:paraId="58A2F0F4" w14:textId="77777777" w:rsidR="00747944" w:rsidRPr="005634CF" w:rsidRDefault="00747944" w:rsidP="005634CF"/>
        </w:tc>
      </w:tr>
      <w:tr w:rsidR="00747944" w:rsidRPr="005634CF" w14:paraId="58A2F0FB" w14:textId="77777777" w:rsidTr="003A2E29">
        <w:trPr>
          <w:cantSplit/>
          <w:jc w:val="center"/>
        </w:trPr>
        <w:tc>
          <w:tcPr>
            <w:tcW w:w="1549" w:type="pct"/>
          </w:tcPr>
          <w:p w14:paraId="58A2F0F6" w14:textId="77777777" w:rsidR="00747944" w:rsidRPr="005634CF" w:rsidRDefault="00747944" w:rsidP="005634CF">
            <w:r w:rsidRPr="005634CF">
              <w:t>&lt;Name&gt;</w:t>
            </w:r>
          </w:p>
          <w:p w14:paraId="58A2F0F7" w14:textId="77777777" w:rsidR="00747944" w:rsidRPr="005634CF" w:rsidRDefault="00747944" w:rsidP="005634CF">
            <w:r w:rsidRPr="005634CF">
              <w:t>&lt;Org&gt;</w:t>
            </w:r>
          </w:p>
        </w:tc>
        <w:tc>
          <w:tcPr>
            <w:tcW w:w="1030" w:type="pct"/>
          </w:tcPr>
          <w:p w14:paraId="58A2F0F8" w14:textId="77777777" w:rsidR="00747944" w:rsidRPr="005634CF" w:rsidRDefault="00747944" w:rsidP="005634CF">
            <w:r w:rsidRPr="005634CF">
              <w:t>&lt;Enterprise Architecture (EA) Critical Partner&gt;</w:t>
            </w:r>
          </w:p>
        </w:tc>
        <w:tc>
          <w:tcPr>
            <w:tcW w:w="1211" w:type="pct"/>
          </w:tcPr>
          <w:p w14:paraId="58A2F0F9" w14:textId="77777777" w:rsidR="00747944" w:rsidRPr="005634CF" w:rsidRDefault="00747944" w:rsidP="005634CF">
            <w:r w:rsidRPr="005634CF">
              <w:t xml:space="preserve">&lt;Member of the integrated project team responsible for ensuring that the investment aligns with both the OPDIV and Department’s overall Target EA and Transition Strategy and complies with EA initiatives and requirements. &gt; </w:t>
            </w:r>
          </w:p>
        </w:tc>
        <w:tc>
          <w:tcPr>
            <w:tcW w:w="1211" w:type="pct"/>
            <w:vAlign w:val="center"/>
          </w:tcPr>
          <w:p w14:paraId="58A2F0FA" w14:textId="77777777" w:rsidR="00747944" w:rsidRPr="005634CF" w:rsidRDefault="00747944" w:rsidP="005634CF"/>
        </w:tc>
      </w:tr>
      <w:tr w:rsidR="00747944" w:rsidRPr="005634CF" w14:paraId="58A2F101" w14:textId="77777777" w:rsidTr="003A2E29">
        <w:trPr>
          <w:cantSplit/>
          <w:jc w:val="center"/>
        </w:trPr>
        <w:tc>
          <w:tcPr>
            <w:tcW w:w="1549" w:type="pct"/>
          </w:tcPr>
          <w:p w14:paraId="58A2F0FC" w14:textId="77777777" w:rsidR="00747944" w:rsidRPr="005634CF" w:rsidRDefault="00747944" w:rsidP="005634CF">
            <w:r w:rsidRPr="005634CF">
              <w:lastRenderedPageBreak/>
              <w:t>&lt;Name&gt;</w:t>
            </w:r>
          </w:p>
          <w:p w14:paraId="58A2F0FD" w14:textId="77777777" w:rsidR="00747944" w:rsidRPr="005634CF" w:rsidRDefault="00747944" w:rsidP="005634CF">
            <w:r w:rsidRPr="005634CF">
              <w:t>&lt;Org&gt;</w:t>
            </w:r>
          </w:p>
        </w:tc>
        <w:tc>
          <w:tcPr>
            <w:tcW w:w="1030" w:type="pct"/>
          </w:tcPr>
          <w:p w14:paraId="58A2F0FE" w14:textId="77777777" w:rsidR="00747944" w:rsidRPr="005634CF" w:rsidRDefault="00747944" w:rsidP="005634CF">
            <w:r w:rsidRPr="005634CF">
              <w:t>&lt;Performance Critical Partner&gt;</w:t>
            </w:r>
          </w:p>
        </w:tc>
        <w:tc>
          <w:tcPr>
            <w:tcW w:w="1211" w:type="pct"/>
          </w:tcPr>
          <w:p w14:paraId="58A2F0FF" w14:textId="77777777" w:rsidR="00747944" w:rsidRPr="005634CF" w:rsidRDefault="00747944" w:rsidP="005634CF">
            <w:r w:rsidRPr="005634CF">
              <w:t>&lt;Member of the integrated project team in management who is responsible for the project’s overall performance.  This person must ensure that the investment is accomplishing the business objectives and meeting business needs. &gt;</w:t>
            </w:r>
          </w:p>
        </w:tc>
        <w:tc>
          <w:tcPr>
            <w:tcW w:w="1211" w:type="pct"/>
            <w:vAlign w:val="center"/>
          </w:tcPr>
          <w:p w14:paraId="58A2F100" w14:textId="77777777" w:rsidR="00747944" w:rsidRPr="005634CF" w:rsidRDefault="00747944" w:rsidP="005634CF"/>
        </w:tc>
      </w:tr>
      <w:tr w:rsidR="00747944" w:rsidRPr="005634CF" w14:paraId="58A2F107" w14:textId="77777777" w:rsidTr="003A2E29">
        <w:trPr>
          <w:cantSplit/>
          <w:jc w:val="center"/>
        </w:trPr>
        <w:tc>
          <w:tcPr>
            <w:tcW w:w="1549" w:type="pct"/>
          </w:tcPr>
          <w:p w14:paraId="58A2F102" w14:textId="77777777" w:rsidR="00747944" w:rsidRPr="005634CF" w:rsidRDefault="00747944" w:rsidP="005634CF">
            <w:r w:rsidRPr="005634CF">
              <w:t>&lt;Name&gt;</w:t>
            </w:r>
          </w:p>
          <w:p w14:paraId="58A2F103" w14:textId="77777777" w:rsidR="00747944" w:rsidRPr="005634CF" w:rsidRDefault="00747944" w:rsidP="005634CF">
            <w:r w:rsidRPr="005634CF">
              <w:t>&lt;Org&gt;</w:t>
            </w:r>
          </w:p>
        </w:tc>
        <w:tc>
          <w:tcPr>
            <w:tcW w:w="1030" w:type="pct"/>
          </w:tcPr>
          <w:p w14:paraId="58A2F104" w14:textId="77777777" w:rsidR="00747944" w:rsidRPr="005634CF" w:rsidRDefault="00747944" w:rsidP="005634CF">
            <w:r w:rsidRPr="005634CF">
              <w:t>&lt;Acquisition Critical Partner&gt;</w:t>
            </w:r>
          </w:p>
        </w:tc>
        <w:tc>
          <w:tcPr>
            <w:tcW w:w="1211" w:type="pct"/>
          </w:tcPr>
          <w:p w14:paraId="58A2F105" w14:textId="77777777" w:rsidR="00747944" w:rsidRPr="005634CF" w:rsidRDefault="00747944" w:rsidP="005634CF">
            <w:r w:rsidRPr="005634CF">
              <w:t xml:space="preserve">&lt;Member of the integrated project team responsible for representing acquisition interests and ensuring that the project is in compliance with HHS acquisition policy, procedures, and requirements. &gt;  </w:t>
            </w:r>
          </w:p>
        </w:tc>
        <w:tc>
          <w:tcPr>
            <w:tcW w:w="1211" w:type="pct"/>
            <w:vAlign w:val="center"/>
          </w:tcPr>
          <w:p w14:paraId="58A2F106" w14:textId="77777777" w:rsidR="00747944" w:rsidRPr="005634CF" w:rsidRDefault="00747944" w:rsidP="005634CF"/>
        </w:tc>
      </w:tr>
      <w:tr w:rsidR="00747944" w:rsidRPr="005634CF" w14:paraId="58A2F10D" w14:textId="77777777" w:rsidTr="003A2E29">
        <w:trPr>
          <w:cantSplit/>
          <w:jc w:val="center"/>
        </w:trPr>
        <w:tc>
          <w:tcPr>
            <w:tcW w:w="1549" w:type="pct"/>
          </w:tcPr>
          <w:p w14:paraId="58A2F108" w14:textId="77777777" w:rsidR="00747944" w:rsidRPr="005634CF" w:rsidRDefault="00747944" w:rsidP="005634CF">
            <w:r w:rsidRPr="005634CF">
              <w:t>&lt;Name&gt;</w:t>
            </w:r>
          </w:p>
          <w:p w14:paraId="58A2F109" w14:textId="77777777" w:rsidR="00747944" w:rsidRPr="005634CF" w:rsidRDefault="00747944" w:rsidP="005634CF">
            <w:r w:rsidRPr="005634CF">
              <w:t>&lt;Org&gt;</w:t>
            </w:r>
          </w:p>
        </w:tc>
        <w:tc>
          <w:tcPr>
            <w:tcW w:w="1030" w:type="pct"/>
          </w:tcPr>
          <w:p w14:paraId="58A2F10A" w14:textId="77777777" w:rsidR="00747944" w:rsidRPr="005634CF" w:rsidRDefault="00747944" w:rsidP="005634CF">
            <w:r w:rsidRPr="005634CF">
              <w:t>&lt;Security Critical Partner&gt;</w:t>
            </w:r>
          </w:p>
        </w:tc>
        <w:tc>
          <w:tcPr>
            <w:tcW w:w="1211" w:type="pct"/>
          </w:tcPr>
          <w:p w14:paraId="58A2F10B" w14:textId="77777777" w:rsidR="00747944" w:rsidRPr="005634CF" w:rsidRDefault="00747944" w:rsidP="005634CF">
            <w:r w:rsidRPr="005634CF">
              <w:t xml:space="preserve">&lt;Member of the integrated project team responsible for representing information security interests and ensuring that the project is in compliance with HHS information security policy, procedures, and requirements. &gt;  </w:t>
            </w:r>
          </w:p>
        </w:tc>
        <w:tc>
          <w:tcPr>
            <w:tcW w:w="1211" w:type="pct"/>
            <w:vAlign w:val="center"/>
          </w:tcPr>
          <w:p w14:paraId="58A2F10C" w14:textId="77777777" w:rsidR="00747944" w:rsidRPr="005634CF" w:rsidRDefault="00747944" w:rsidP="005634CF"/>
        </w:tc>
      </w:tr>
      <w:tr w:rsidR="00747944" w:rsidRPr="005634CF" w14:paraId="58A2F113" w14:textId="77777777" w:rsidTr="003A2E29">
        <w:trPr>
          <w:cantSplit/>
          <w:jc w:val="center"/>
        </w:trPr>
        <w:tc>
          <w:tcPr>
            <w:tcW w:w="1549" w:type="pct"/>
          </w:tcPr>
          <w:p w14:paraId="58A2F10E" w14:textId="77777777" w:rsidR="00747944" w:rsidRPr="005634CF" w:rsidRDefault="00747944" w:rsidP="005634CF">
            <w:r w:rsidRPr="005634CF">
              <w:lastRenderedPageBreak/>
              <w:t>&lt;Name&gt;</w:t>
            </w:r>
          </w:p>
          <w:p w14:paraId="58A2F10F" w14:textId="77777777" w:rsidR="00747944" w:rsidRPr="005634CF" w:rsidRDefault="00747944" w:rsidP="005634CF">
            <w:r w:rsidRPr="005634CF">
              <w:t>&lt;Org&gt;</w:t>
            </w:r>
          </w:p>
        </w:tc>
        <w:tc>
          <w:tcPr>
            <w:tcW w:w="1030" w:type="pct"/>
          </w:tcPr>
          <w:p w14:paraId="58A2F110" w14:textId="77777777" w:rsidR="00747944" w:rsidRPr="005634CF" w:rsidRDefault="00747944" w:rsidP="005634CF">
            <w:r w:rsidRPr="005634CF">
              <w:t>&lt;Section 508 Critical Partner&gt;</w:t>
            </w:r>
          </w:p>
        </w:tc>
        <w:tc>
          <w:tcPr>
            <w:tcW w:w="1211" w:type="pct"/>
          </w:tcPr>
          <w:p w14:paraId="58A2F111" w14:textId="77777777" w:rsidR="00747944" w:rsidRPr="005634CF" w:rsidRDefault="00747944" w:rsidP="005634CF">
            <w:r w:rsidRPr="005634CF">
              <w:t xml:space="preserve">&lt;Member of the integrated project team responsible for representing Section 508 interests and ensuring that the project </w:t>
            </w:r>
            <w:proofErr w:type="gramStart"/>
            <w:r w:rsidRPr="005634CF">
              <w:t>is in compliance</w:t>
            </w:r>
            <w:proofErr w:type="gramEnd"/>
            <w:r w:rsidRPr="005634CF">
              <w:t xml:space="preserve"> with Section 508 requirements.&gt;</w:t>
            </w:r>
          </w:p>
        </w:tc>
        <w:tc>
          <w:tcPr>
            <w:tcW w:w="1211" w:type="pct"/>
            <w:vAlign w:val="center"/>
          </w:tcPr>
          <w:p w14:paraId="58A2F112" w14:textId="77777777" w:rsidR="00747944" w:rsidRPr="005634CF" w:rsidRDefault="00747944" w:rsidP="005634CF"/>
        </w:tc>
      </w:tr>
      <w:tr w:rsidR="00747944" w:rsidRPr="005634CF" w14:paraId="58A2F119" w14:textId="77777777" w:rsidTr="003A2E29">
        <w:trPr>
          <w:cantSplit/>
          <w:jc w:val="center"/>
        </w:trPr>
        <w:tc>
          <w:tcPr>
            <w:tcW w:w="1549" w:type="pct"/>
          </w:tcPr>
          <w:p w14:paraId="58A2F114" w14:textId="77777777" w:rsidR="00747944" w:rsidRPr="005634CF" w:rsidRDefault="00747944" w:rsidP="005634CF">
            <w:r w:rsidRPr="005634CF">
              <w:t>&lt;Name&gt;</w:t>
            </w:r>
          </w:p>
          <w:p w14:paraId="58A2F115" w14:textId="77777777" w:rsidR="00747944" w:rsidRPr="005634CF" w:rsidRDefault="00747944" w:rsidP="005634CF">
            <w:r w:rsidRPr="005634CF">
              <w:t>&lt;Org&gt;</w:t>
            </w:r>
          </w:p>
        </w:tc>
        <w:tc>
          <w:tcPr>
            <w:tcW w:w="1030" w:type="pct"/>
          </w:tcPr>
          <w:p w14:paraId="58A2F116" w14:textId="77777777" w:rsidR="00747944" w:rsidRPr="005634CF" w:rsidRDefault="00747944" w:rsidP="005634CF">
            <w:r w:rsidRPr="005634CF">
              <w:t>&lt;Budget Critical Partner&gt;</w:t>
            </w:r>
          </w:p>
        </w:tc>
        <w:tc>
          <w:tcPr>
            <w:tcW w:w="1211" w:type="pct"/>
          </w:tcPr>
          <w:p w14:paraId="58A2F117" w14:textId="77777777" w:rsidR="00747944" w:rsidRPr="005634CF" w:rsidRDefault="00747944" w:rsidP="005634CF">
            <w:r w:rsidRPr="005634CF">
              <w:t>&lt;Member of the integrated project team that is responsible for determining if there are adequate financial resources available.&gt;</w:t>
            </w:r>
          </w:p>
        </w:tc>
        <w:tc>
          <w:tcPr>
            <w:tcW w:w="1211" w:type="pct"/>
            <w:vAlign w:val="center"/>
          </w:tcPr>
          <w:p w14:paraId="58A2F118" w14:textId="77777777" w:rsidR="00747944" w:rsidRPr="005634CF" w:rsidRDefault="00747944" w:rsidP="005634CF"/>
        </w:tc>
      </w:tr>
      <w:tr w:rsidR="00747944" w:rsidRPr="005634CF" w14:paraId="58A2F11F" w14:textId="77777777" w:rsidTr="003A2E29">
        <w:trPr>
          <w:cantSplit/>
          <w:jc w:val="center"/>
        </w:trPr>
        <w:tc>
          <w:tcPr>
            <w:tcW w:w="1549" w:type="pct"/>
          </w:tcPr>
          <w:p w14:paraId="58A2F11A" w14:textId="77777777" w:rsidR="00747944" w:rsidRPr="005634CF" w:rsidRDefault="00747944" w:rsidP="005634CF">
            <w:r w:rsidRPr="005634CF">
              <w:t>&lt;Name&gt;</w:t>
            </w:r>
          </w:p>
          <w:p w14:paraId="58A2F11B" w14:textId="77777777" w:rsidR="00747944" w:rsidRPr="005634CF" w:rsidRDefault="00747944" w:rsidP="005634CF">
            <w:r w:rsidRPr="005634CF">
              <w:t>&lt;Org&gt;</w:t>
            </w:r>
          </w:p>
        </w:tc>
        <w:tc>
          <w:tcPr>
            <w:tcW w:w="1030" w:type="pct"/>
          </w:tcPr>
          <w:p w14:paraId="58A2F11C" w14:textId="77777777" w:rsidR="00747944" w:rsidRPr="005634CF" w:rsidRDefault="00747944" w:rsidP="005634CF">
            <w:r w:rsidRPr="005634CF">
              <w:t>&lt;Human Resources Critical Partner&gt;</w:t>
            </w:r>
          </w:p>
        </w:tc>
        <w:tc>
          <w:tcPr>
            <w:tcW w:w="1211" w:type="pct"/>
          </w:tcPr>
          <w:p w14:paraId="58A2F11D" w14:textId="77777777" w:rsidR="00747944" w:rsidRPr="005634CF" w:rsidRDefault="00747944" w:rsidP="005634CF">
            <w:r w:rsidRPr="005634CF">
              <w:t>&lt;Member of the integrated project team responsible for representing Human Resources interests and ensuring that the investment is incompliance with Human Resource policy, procedures, and requirements. &gt;</w:t>
            </w:r>
          </w:p>
        </w:tc>
        <w:tc>
          <w:tcPr>
            <w:tcW w:w="1211" w:type="pct"/>
            <w:vAlign w:val="center"/>
          </w:tcPr>
          <w:p w14:paraId="58A2F11E" w14:textId="77777777" w:rsidR="00747944" w:rsidRPr="005634CF" w:rsidRDefault="00747944" w:rsidP="005634CF"/>
        </w:tc>
      </w:tr>
    </w:tbl>
    <w:p w14:paraId="58A2F121" w14:textId="77777777" w:rsidR="00EB7DBA" w:rsidRDefault="00EB7DBA" w:rsidP="003A2E29">
      <w:pPr>
        <w:pStyle w:val="Heading2"/>
      </w:pPr>
      <w:bookmarkStart w:id="37" w:name="_Toc395773776"/>
      <w:r>
        <w:t>Stakeholders</w:t>
      </w:r>
      <w:bookmarkEnd w:id="37"/>
    </w:p>
    <w:p w14:paraId="58A2F122" w14:textId="5E61E62C" w:rsidR="00EB7DBA" w:rsidRDefault="003A2E29" w:rsidP="004764F0">
      <w:pPr>
        <w:pStyle w:val="BodyText3"/>
        <w:jc w:val="left"/>
        <w:rPr>
          <w:rFonts w:ascii="Arial" w:hAnsi="Arial" w:cs="Arial"/>
          <w:i/>
          <w:color w:val="0000FF"/>
        </w:rPr>
      </w:pPr>
      <w:r>
        <w:rPr>
          <w:rFonts w:ascii="Arial" w:hAnsi="Arial" w:cs="Arial"/>
          <w:i/>
          <w:color w:val="0000FF"/>
        </w:rPr>
        <w:t xml:space="preserve">Instructions: </w:t>
      </w:r>
      <w:r w:rsidR="00EB7DBA" w:rsidRPr="004764F0">
        <w:rPr>
          <w:rFonts w:ascii="Arial" w:hAnsi="Arial" w:cs="Arial"/>
          <w:i/>
          <w:color w:val="0000FF"/>
        </w:rPr>
        <w:t xml:space="preserve">A stakeholder is a person or organization that is actively involved in the project, or whose interests </w:t>
      </w:r>
      <w:proofErr w:type="gramStart"/>
      <w:r w:rsidR="00EB7DBA" w:rsidRPr="004764F0">
        <w:rPr>
          <w:rFonts w:ascii="Arial" w:hAnsi="Arial" w:cs="Arial"/>
          <w:i/>
          <w:color w:val="0000FF"/>
        </w:rPr>
        <w:t>may be positively or negatively affected</w:t>
      </w:r>
      <w:proofErr w:type="gramEnd"/>
      <w:r w:rsidR="00EB7DBA" w:rsidRPr="004764F0">
        <w:rPr>
          <w:rFonts w:ascii="Arial" w:hAnsi="Arial" w:cs="Arial"/>
          <w:i/>
          <w:color w:val="0000FF"/>
        </w:rPr>
        <w:t xml:space="preserve"> by execution or completion of the project. A stakeholder may also exert influence over the project and its deliverables.</w:t>
      </w:r>
    </w:p>
    <w:p w14:paraId="58A2F123" w14:textId="77777777" w:rsidR="004764F0" w:rsidRDefault="004764F0" w:rsidP="004764F0">
      <w:pPr>
        <w:pStyle w:val="Heading1"/>
      </w:pPr>
      <w:bookmarkStart w:id="38" w:name="_Toc395773777"/>
      <w:r>
        <w:lastRenderedPageBreak/>
        <w:t>Duration</w:t>
      </w:r>
      <w:bookmarkEnd w:id="38"/>
    </w:p>
    <w:p w14:paraId="58A2F124" w14:textId="77777777" w:rsidR="004764F0" w:rsidRDefault="004764F0" w:rsidP="003A2E29">
      <w:pPr>
        <w:pStyle w:val="Heading2"/>
      </w:pPr>
      <w:bookmarkStart w:id="39" w:name="_Toc395773778"/>
      <w:r>
        <w:t>Timeline</w:t>
      </w:r>
      <w:bookmarkEnd w:id="39"/>
    </w:p>
    <w:p w14:paraId="58A2F125" w14:textId="77777777" w:rsidR="004764F0" w:rsidRDefault="004764F0" w:rsidP="004764F0">
      <w:pPr>
        <w:pStyle w:val="BodyText3"/>
        <w:jc w:val="left"/>
        <w:rPr>
          <w:rFonts w:ascii="Arial" w:hAnsi="Arial" w:cs="Arial"/>
          <w:i/>
          <w:color w:val="0000FF"/>
        </w:rPr>
      </w:pPr>
      <w:r w:rsidRPr="004764F0">
        <w:rPr>
          <w:rFonts w:ascii="Arial" w:hAnsi="Arial" w:cs="Arial"/>
          <w:i/>
          <w:color w:val="0000FF"/>
        </w:rPr>
        <w:t xml:space="preserve">Instructions: An example of a high-level timeline </w:t>
      </w:r>
      <w:proofErr w:type="gramStart"/>
      <w:r w:rsidRPr="004764F0">
        <w:rPr>
          <w:rFonts w:ascii="Arial" w:hAnsi="Arial" w:cs="Arial"/>
          <w:i/>
          <w:color w:val="0000FF"/>
        </w:rPr>
        <w:t>is provided</w:t>
      </w:r>
      <w:proofErr w:type="gramEnd"/>
      <w:r w:rsidRPr="004764F0">
        <w:rPr>
          <w:rFonts w:ascii="Arial" w:hAnsi="Arial" w:cs="Arial"/>
          <w:i/>
          <w:color w:val="0000FF"/>
        </w:rPr>
        <w:t xml:space="preserve"> below.</w:t>
      </w:r>
      <w:r w:rsidR="00B8251C">
        <w:rPr>
          <w:rFonts w:ascii="Arial" w:hAnsi="Arial" w:cs="Arial"/>
          <w:i/>
          <w:color w:val="0000FF"/>
        </w:rPr>
        <w:br/>
      </w:r>
    </w:p>
    <w:p w14:paraId="58A2F127" w14:textId="4F42D413" w:rsidR="004764F0" w:rsidRDefault="00F246E2" w:rsidP="004764F0">
      <w:pPr>
        <w:pStyle w:val="BodyText3"/>
        <w:jc w:val="left"/>
        <w:rPr>
          <w:rFonts w:ascii="Arial" w:hAnsi="Arial" w:cs="Arial"/>
        </w:rPr>
      </w:pPr>
      <w:r>
        <w:rPr>
          <w:rFonts w:ascii="Arial" w:hAnsi="Arial" w:cs="Arial"/>
          <w:noProof/>
        </w:rPr>
        <mc:AlternateContent>
          <mc:Choice Requires="wpc">
            <w:drawing>
              <wp:inline distT="0" distB="0" distL="0" distR="0" wp14:anchorId="58A2F28C" wp14:editId="652172ED">
                <wp:extent cx="6172200" cy="713105"/>
                <wp:effectExtent l="0" t="0" r="0" b="1270"/>
                <wp:docPr id="19" name="Canvas 2" descr="Graphic of a historic timeline with milestone events and associated dates."/>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a:off x="565150" y="333375"/>
                            <a:ext cx="439737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 name="Line 5"/>
                        <wps:cNvCnPr/>
                        <wps:spPr bwMode="auto">
                          <a:xfrm flipH="1">
                            <a:off x="4019550" y="260350"/>
                            <a:ext cx="635" cy="1739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6"/>
                        <wps:cNvSpPr>
                          <a:spLocks noChangeArrowheads="1"/>
                        </wps:cNvSpPr>
                        <wps:spPr bwMode="auto">
                          <a:xfrm>
                            <a:off x="775335" y="434340"/>
                            <a:ext cx="25463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8" w14:textId="77777777" w:rsidR="00BB22CE" w:rsidRDefault="00BB22CE" w:rsidP="004764F0">
                              <w:r>
                                <w:rPr>
                                  <w:rFonts w:cs="Arial"/>
                                  <w:color w:val="000000"/>
                                  <w:sz w:val="16"/>
                                  <w:szCs w:val="16"/>
                                </w:rPr>
                                <w:t>10/05</w:t>
                              </w:r>
                            </w:p>
                          </w:txbxContent>
                        </wps:txbx>
                        <wps:bodyPr rot="0" vert="horz" wrap="none" lIns="0" tIns="0" rIns="0" bIns="0" anchor="t" anchorCtr="0" upright="1">
                          <a:spAutoFit/>
                        </wps:bodyPr>
                      </wps:wsp>
                      <wps:wsp>
                        <wps:cNvPr id="4" name="Rectangle 7"/>
                        <wps:cNvSpPr>
                          <a:spLocks noChangeArrowheads="1"/>
                        </wps:cNvSpPr>
                        <wps:spPr bwMode="auto">
                          <a:xfrm>
                            <a:off x="1420495" y="434340"/>
                            <a:ext cx="25463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9" w14:textId="77777777" w:rsidR="00BB22CE" w:rsidRDefault="00BB22CE" w:rsidP="004764F0">
                              <w:r>
                                <w:rPr>
                                  <w:rFonts w:cs="Arial"/>
                                  <w:color w:val="000000"/>
                                  <w:sz w:val="16"/>
                                  <w:szCs w:val="16"/>
                                </w:rPr>
                                <w:t>12/05</w:t>
                              </w:r>
                            </w:p>
                          </w:txbxContent>
                        </wps:txbx>
                        <wps:bodyPr rot="0" vert="horz" wrap="none" lIns="0" tIns="0" rIns="0" bIns="0" anchor="t" anchorCtr="0" upright="1">
                          <a:spAutoFit/>
                        </wps:bodyPr>
                      </wps:wsp>
                      <wps:wsp>
                        <wps:cNvPr id="5" name="Rectangle 10"/>
                        <wps:cNvSpPr>
                          <a:spLocks noChangeArrowheads="1"/>
                        </wps:cNvSpPr>
                        <wps:spPr bwMode="auto">
                          <a:xfrm>
                            <a:off x="3752850" y="15240"/>
                            <a:ext cx="942975"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A" w14:textId="77777777" w:rsidR="00BB22CE" w:rsidRDefault="00BB22CE" w:rsidP="004764F0">
                              <w:r>
                                <w:rPr>
                                  <w:rFonts w:cs="Arial"/>
                                  <w:color w:val="000000"/>
                                  <w:sz w:val="16"/>
                                  <w:szCs w:val="16"/>
                                </w:rPr>
                                <w:t xml:space="preserve">System Development </w:t>
                              </w:r>
                            </w:p>
                          </w:txbxContent>
                        </wps:txbx>
                        <wps:bodyPr rot="0" vert="horz" wrap="square" lIns="0" tIns="0" rIns="0" bIns="0" anchor="t" anchorCtr="0" upright="1">
                          <a:spAutoFit/>
                        </wps:bodyPr>
                      </wps:wsp>
                      <wps:wsp>
                        <wps:cNvPr id="6" name="Rectangle 11"/>
                        <wps:cNvSpPr>
                          <a:spLocks noChangeArrowheads="1"/>
                        </wps:cNvSpPr>
                        <wps:spPr bwMode="auto">
                          <a:xfrm>
                            <a:off x="4695825" y="64770"/>
                            <a:ext cx="49149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B" w14:textId="77777777" w:rsidR="00BB22CE" w:rsidRDefault="00BB22CE" w:rsidP="004764F0">
                              <w:r>
                                <w:rPr>
                                  <w:rFonts w:cs="Arial"/>
                                  <w:color w:val="000000"/>
                                  <w:sz w:val="16"/>
                                  <w:szCs w:val="16"/>
                                </w:rPr>
                                <w:t>Completed</w:t>
                              </w:r>
                            </w:p>
                          </w:txbxContent>
                        </wps:txbx>
                        <wps:bodyPr rot="0" vert="horz" wrap="none" lIns="0" tIns="0" rIns="0" bIns="0" anchor="t" anchorCtr="0" upright="1">
                          <a:spAutoFit/>
                        </wps:bodyPr>
                      </wps:wsp>
                      <wps:wsp>
                        <wps:cNvPr id="7" name="Rectangle 12"/>
                        <wps:cNvSpPr>
                          <a:spLocks noChangeArrowheads="1"/>
                        </wps:cNvSpPr>
                        <wps:spPr bwMode="auto">
                          <a:xfrm>
                            <a:off x="2695575" y="25400"/>
                            <a:ext cx="923925"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C" w14:textId="77777777" w:rsidR="00BB22CE" w:rsidRDefault="00BB22CE" w:rsidP="004764F0">
                              <w:r>
                                <w:rPr>
                                  <w:rFonts w:cs="Arial"/>
                                  <w:color w:val="000000"/>
                                  <w:sz w:val="16"/>
                                  <w:szCs w:val="16"/>
                                </w:rPr>
                                <w:t>Developed Prototype</w:t>
                              </w:r>
                            </w:p>
                          </w:txbxContent>
                        </wps:txbx>
                        <wps:bodyPr rot="0" vert="horz" wrap="square" lIns="0" tIns="0" rIns="0" bIns="0" anchor="t" anchorCtr="0" upright="1">
                          <a:spAutoFit/>
                        </wps:bodyPr>
                      </wps:wsp>
                      <wps:wsp>
                        <wps:cNvPr id="8" name="Rectangle 13"/>
                        <wps:cNvSpPr>
                          <a:spLocks noChangeArrowheads="1"/>
                        </wps:cNvSpPr>
                        <wps:spPr bwMode="auto">
                          <a:xfrm>
                            <a:off x="1178560" y="15240"/>
                            <a:ext cx="14395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D" w14:textId="77777777" w:rsidR="00BB22CE" w:rsidRDefault="00BB22CE" w:rsidP="004764F0">
                              <w:r>
                                <w:rPr>
                                  <w:rFonts w:cs="Arial"/>
                                  <w:color w:val="000000"/>
                                  <w:sz w:val="16"/>
                                  <w:szCs w:val="16"/>
                                </w:rPr>
                                <w:t xml:space="preserve">Requirements Analysis </w:t>
                              </w:r>
                            </w:p>
                          </w:txbxContent>
                        </wps:txbx>
                        <wps:bodyPr rot="0" vert="horz" wrap="square" lIns="0" tIns="0" rIns="0" bIns="0" anchor="t" anchorCtr="0" upright="1">
                          <a:spAutoFit/>
                        </wps:bodyPr>
                      </wps:wsp>
                      <wps:wsp>
                        <wps:cNvPr id="9" name="Rectangle 14"/>
                        <wps:cNvSpPr>
                          <a:spLocks noChangeArrowheads="1"/>
                        </wps:cNvSpPr>
                        <wps:spPr bwMode="auto">
                          <a:xfrm>
                            <a:off x="1178560" y="111760"/>
                            <a:ext cx="49149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E" w14:textId="77777777" w:rsidR="00BB22CE" w:rsidRDefault="00BB22CE" w:rsidP="004764F0">
                              <w:r>
                                <w:rPr>
                                  <w:rFonts w:cs="Arial"/>
                                  <w:color w:val="000000"/>
                                  <w:sz w:val="16"/>
                                  <w:szCs w:val="16"/>
                                </w:rPr>
                                <w:t>Completed</w:t>
                              </w:r>
                            </w:p>
                          </w:txbxContent>
                        </wps:txbx>
                        <wps:bodyPr rot="0" vert="horz" wrap="none" lIns="0" tIns="0" rIns="0" bIns="0" anchor="t" anchorCtr="0" upright="1">
                          <a:spAutoFit/>
                        </wps:bodyPr>
                      </wps:wsp>
                      <wps:wsp>
                        <wps:cNvPr id="10" name="Rectangle 15" descr="Example of a timeline from a project plan.&#10;"/>
                        <wps:cNvSpPr>
                          <a:spLocks noChangeArrowheads="1"/>
                        </wps:cNvSpPr>
                        <wps:spPr bwMode="auto">
                          <a:xfrm>
                            <a:off x="48260" y="25400"/>
                            <a:ext cx="5943600"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AF" w14:textId="77777777" w:rsidR="00BB22CE" w:rsidRDefault="00BB22CE" w:rsidP="004764F0">
                              <w:r>
                                <w:rPr>
                                  <w:rFonts w:cs="Arial"/>
                                  <w:color w:val="000000"/>
                                  <w:sz w:val="16"/>
                                  <w:szCs w:val="16"/>
                                </w:rPr>
                                <w:t xml:space="preserve">           Project Plan </w:t>
                              </w:r>
                              <w:r>
                                <w:rPr>
                                  <w:rFonts w:cs="Arial"/>
                                  <w:color w:val="000000"/>
                                  <w:sz w:val="16"/>
                                  <w:szCs w:val="16"/>
                                </w:rPr>
                                <w:br/>
                                <w:t xml:space="preserve">             Completed</w:t>
                              </w:r>
                            </w:p>
                          </w:txbxContent>
                        </wps:txbx>
                        <wps:bodyPr rot="0" vert="horz" wrap="none" lIns="0" tIns="0" rIns="0" bIns="0" anchor="t" anchorCtr="0" upright="1">
                          <a:spAutoFit/>
                        </wps:bodyPr>
                      </wps:wsp>
                      <wps:wsp>
                        <wps:cNvPr id="11" name="Line 16"/>
                        <wps:cNvCnPr/>
                        <wps:spPr bwMode="auto">
                          <a:xfrm flipH="1">
                            <a:off x="4962525" y="260350"/>
                            <a:ext cx="635" cy="1739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 name="Line 17"/>
                        <wps:cNvCnPr/>
                        <wps:spPr bwMode="auto">
                          <a:xfrm flipH="1">
                            <a:off x="1563370" y="260350"/>
                            <a:ext cx="0" cy="1739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8"/>
                        <wps:cNvCnPr/>
                        <wps:spPr bwMode="auto">
                          <a:xfrm flipH="1">
                            <a:off x="694690" y="260350"/>
                            <a:ext cx="0" cy="1739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20"/>
                        <wps:cNvCnPr/>
                        <wps:spPr bwMode="auto">
                          <a:xfrm flipH="1">
                            <a:off x="2952750" y="257175"/>
                            <a:ext cx="635" cy="1739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wpg:cNvPr id="15" name="Group 25"/>
                        <wpg:cNvGrpSpPr>
                          <a:grpSpLocks/>
                        </wpg:cNvGrpSpPr>
                        <wpg:grpSpPr bwMode="auto">
                          <a:xfrm>
                            <a:off x="2820670" y="434340"/>
                            <a:ext cx="2253615" cy="278765"/>
                            <a:chOff x="5882" y="3670"/>
                            <a:chExt cx="3549" cy="439"/>
                          </a:xfrm>
                        </wpg:grpSpPr>
                        <wps:wsp>
                          <wps:cNvPr id="16" name="Rectangle 8"/>
                          <wps:cNvSpPr>
                            <a:spLocks noChangeArrowheads="1"/>
                          </wps:cNvSpPr>
                          <wps:spPr bwMode="auto">
                            <a:xfrm>
                              <a:off x="7594" y="3670"/>
                              <a:ext cx="401" cy="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B0" w14:textId="77777777" w:rsidR="00BB22CE" w:rsidRDefault="00BB22CE" w:rsidP="004764F0">
                                <w:r>
                                  <w:rPr>
                                    <w:rFonts w:cs="Arial"/>
                                    <w:color w:val="000000"/>
                                    <w:sz w:val="16"/>
                                    <w:szCs w:val="16"/>
                                  </w:rPr>
                                  <w:t>02/06</w:t>
                                </w:r>
                              </w:p>
                            </w:txbxContent>
                          </wps:txbx>
                          <wps:bodyPr rot="0" vert="horz" wrap="none" lIns="0" tIns="0" rIns="0" bIns="0" anchor="t" anchorCtr="0" upright="1">
                            <a:spAutoFit/>
                          </wps:bodyPr>
                        </wps:wsp>
                        <wps:wsp>
                          <wps:cNvPr id="17" name="Rectangle 9"/>
                          <wps:cNvSpPr>
                            <a:spLocks noChangeArrowheads="1"/>
                          </wps:cNvSpPr>
                          <wps:spPr bwMode="auto">
                            <a:xfrm>
                              <a:off x="9030" y="3670"/>
                              <a:ext cx="401" cy="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B1" w14:textId="77777777" w:rsidR="00BB22CE" w:rsidRDefault="00BB22CE" w:rsidP="004764F0">
                                <w:r>
                                  <w:rPr>
                                    <w:rFonts w:cs="Arial"/>
                                    <w:color w:val="000000"/>
                                    <w:sz w:val="16"/>
                                    <w:szCs w:val="16"/>
                                  </w:rPr>
                                  <w:t>05/06</w:t>
                                </w:r>
                              </w:p>
                            </w:txbxContent>
                          </wps:txbx>
                          <wps:bodyPr rot="0" vert="horz" wrap="none" lIns="0" tIns="0" rIns="0" bIns="0" anchor="t" anchorCtr="0" upright="1">
                            <a:spAutoFit/>
                          </wps:bodyPr>
                        </wps:wsp>
                        <wps:wsp>
                          <wps:cNvPr id="18" name="Rectangle 24"/>
                          <wps:cNvSpPr>
                            <a:spLocks noChangeArrowheads="1"/>
                          </wps:cNvSpPr>
                          <wps:spPr bwMode="auto">
                            <a:xfrm>
                              <a:off x="5882" y="3685"/>
                              <a:ext cx="401" cy="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2F2B2" w14:textId="77777777" w:rsidR="00BB22CE" w:rsidRDefault="00BB22CE" w:rsidP="004764F0">
                                <w:r>
                                  <w:rPr>
                                    <w:rFonts w:cs="Arial"/>
                                    <w:color w:val="000000"/>
                                    <w:sz w:val="16"/>
                                    <w:szCs w:val="16"/>
                                  </w:rPr>
                                  <w:t>01/06</w:t>
                                </w:r>
                              </w:p>
                            </w:txbxContent>
                          </wps:txbx>
                          <wps:bodyPr rot="0" vert="horz" wrap="none" lIns="0" tIns="0" rIns="0" bIns="0" anchor="t" anchorCtr="0" upright="1">
                            <a:spAutoFit/>
                          </wps:bodyPr>
                        </wps:wsp>
                      </wpg:wgp>
                    </wpc:wpc>
                  </a:graphicData>
                </a:graphic>
              </wp:inline>
            </w:drawing>
          </mc:Choice>
          <mc:Fallback>
            <w:pict>
              <v:group w14:anchorId="58A2F28C" id="Canvas 2" o:spid="_x0000_s1026" editas="canvas" alt="Graphic of a historic timeline with milestone events and associated dates." style="width:486pt;height:56.15pt;mso-position-horizontal-relative:char;mso-position-vertical-relative:line" coordsize="61722,7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">
                <v:shape id="_x0000_s1027" type="#_x0000_t75" alt="Graphic of a historic timeline with milestone events and associated dates." style="position:absolute;width:61722;height:7131;visibility:visible;mso-wrap-style:square">
                  <v:fill o:detectmouseclick="t"/>
                  <v:path o:connecttype="none"/>
                </v:shape>
                <v:line id="Line 4" o:spid="_x0000_s1028" style="position:absolute;visibility:visible;mso-wrap-style:square" from="5651,3333" to="49625,3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" strokeweight=".5pt"/>
                <v:line id="Line 5" o:spid="_x0000_s1029" style="position:absolute;flip:x;visibility:visible;mso-wrap-style:square" from="40195,2603" to="40201,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" strokeweight=".5pt"/>
                <v:rect id="Rectangle 6" o:spid="_x0000_s1030" style="position:absolute;left:7753;top:4343;width:2546;height:26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58A2F2A8" w14:textId="77777777" w:rsidR="00BB22CE" w:rsidRDefault="00BB22CE" w:rsidP="004764F0">
                        <w:r>
                          <w:rPr>
                            <w:rFonts w:cs="Arial"/>
                            <w:color w:val="000000"/>
                            <w:sz w:val="16"/>
                            <w:szCs w:val="16"/>
                          </w:rPr>
                          <w:t>10/05</w:t>
                        </w:r>
                      </w:p>
                    </w:txbxContent>
                  </v:textbox>
                </v:rect>
                <v:rect id="Rectangle 7" o:spid="_x0000_s1031" style="position:absolute;left:14204;top:4343;width:2547;height:26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58A2F2A9" w14:textId="77777777" w:rsidR="00BB22CE" w:rsidRDefault="00BB22CE" w:rsidP="004764F0">
                        <w:r>
                          <w:rPr>
                            <w:rFonts w:cs="Arial"/>
                            <w:color w:val="000000"/>
                            <w:sz w:val="16"/>
                            <w:szCs w:val="16"/>
                          </w:rPr>
                          <w:t>12/05</w:t>
                        </w:r>
                      </w:p>
                    </w:txbxContent>
                  </v:textbox>
                </v:rect>
                <v:rect id="Rectangle 10" o:spid="_x0000_s1032" style="position:absolute;left:37528;top:152;width:943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8A2F2AA" w14:textId="77777777" w:rsidR="00BB22CE" w:rsidRDefault="00BB22CE" w:rsidP="004764F0">
                        <w:r>
                          <w:rPr>
                            <w:rFonts w:cs="Arial"/>
                            <w:color w:val="000000"/>
                            <w:sz w:val="16"/>
                            <w:szCs w:val="16"/>
                          </w:rPr>
                          <w:t xml:space="preserve">System Development </w:t>
                        </w:r>
                      </w:p>
                    </w:txbxContent>
                  </v:textbox>
                </v:rect>
                <v:rect id="Rectangle 11" o:spid="_x0000_s1033" style="position:absolute;left:46958;top:647;width:4915;height:26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58A2F2AB" w14:textId="77777777" w:rsidR="00BB22CE" w:rsidRDefault="00BB22CE" w:rsidP="004764F0">
                        <w:r>
                          <w:rPr>
                            <w:rFonts w:cs="Arial"/>
                            <w:color w:val="000000"/>
                            <w:sz w:val="16"/>
                            <w:szCs w:val="16"/>
                          </w:rPr>
                          <w:t>Completed</w:t>
                        </w:r>
                      </w:p>
                    </w:txbxContent>
                  </v:textbox>
                </v:rect>
                <v:rect id="Rectangle 12" o:spid="_x0000_s1034" style="position:absolute;left:26955;top:254;width:9240;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" filled="f" stroked="f">
                  <v:textbox style="mso-fit-shape-to-text:t" inset="0,0,0,0">
                    <w:txbxContent>
                      <w:p w14:paraId="58A2F2AC" w14:textId="77777777" w:rsidR="00BB22CE" w:rsidRDefault="00BB22CE" w:rsidP="004764F0">
                        <w:r>
                          <w:rPr>
                            <w:rFonts w:cs="Arial"/>
                            <w:color w:val="000000"/>
                            <w:sz w:val="16"/>
                            <w:szCs w:val="16"/>
                          </w:rPr>
                          <w:t>Developed Prototype</w:t>
                        </w:r>
                      </w:p>
                    </w:txbxContent>
                  </v:textbox>
                </v:rect>
                <v:rect id="Rectangle 13" o:spid="_x0000_s1035" style="position:absolute;left:11785;top:152;width:14396;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58A2F2AD" w14:textId="77777777" w:rsidR="00BB22CE" w:rsidRDefault="00BB22CE" w:rsidP="004764F0">
                        <w:r>
                          <w:rPr>
                            <w:rFonts w:cs="Arial"/>
                            <w:color w:val="000000"/>
                            <w:sz w:val="16"/>
                            <w:szCs w:val="16"/>
                          </w:rPr>
                          <w:t xml:space="preserve">Requirements Analysis </w:t>
                        </w:r>
                      </w:p>
                    </w:txbxContent>
                  </v:textbox>
                </v:rect>
                <v:rect id="Rectangle 14" o:spid="_x0000_s1036" style="position:absolute;left:11785;top:1117;width:4915;height:26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58A2F2AE" w14:textId="77777777" w:rsidR="00BB22CE" w:rsidRDefault="00BB22CE" w:rsidP="004764F0">
                        <w:r>
                          <w:rPr>
                            <w:rFonts w:cs="Arial"/>
                            <w:color w:val="000000"/>
                            <w:sz w:val="16"/>
                            <w:szCs w:val="16"/>
                          </w:rPr>
                          <w:t>Completed</w:t>
                        </w:r>
                      </w:p>
                    </w:txbxContent>
                  </v:textbox>
                </v:rect>
                <v:rect id="Rectangle 15" o:spid="_x0000_s1037" alt="Example of a timeline from a project plan.&#10;" style="position:absolute;left:482;top:254;width:59436;height:3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58A2F2AF" w14:textId="77777777" w:rsidR="00BB22CE" w:rsidRDefault="00BB22CE" w:rsidP="004764F0">
                        <w:r>
                          <w:rPr>
                            <w:rFonts w:cs="Arial"/>
                            <w:color w:val="000000"/>
                            <w:sz w:val="16"/>
                            <w:szCs w:val="16"/>
                          </w:rPr>
                          <w:t xml:space="preserve">           Project Plan </w:t>
                        </w:r>
                        <w:r>
                          <w:rPr>
                            <w:rFonts w:cs="Arial"/>
                            <w:color w:val="000000"/>
                            <w:sz w:val="16"/>
                            <w:szCs w:val="16"/>
                          </w:rPr>
                          <w:br/>
                          <w:t xml:space="preserve">             Completed</w:t>
                        </w:r>
                      </w:p>
                    </w:txbxContent>
                  </v:textbox>
                </v:rect>
                <v:line id="Line 16" o:spid="_x0000_s1038" style="position:absolute;flip:x;visibility:visible;mso-wrap-style:square" from="49625,2603" to="49631,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" strokeweight=".5pt"/>
                <v:line id="Line 17" o:spid="_x0000_s1039" style="position:absolute;flip:x;visibility:visible;mso-wrap-style:square" from="15633,2603" to="15633,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" strokeweight=".5pt"/>
                <v:line id="Line 18" o:spid="_x0000_s1040" style="position:absolute;flip:x;visibility:visible;mso-wrap-style:square" from="6946,2603" to="6946,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" strokeweight=".5pt"/>
                <v:line id="Line 20" o:spid="_x0000_s1041" style="position:absolute;flip:x;visibility:visible;mso-wrap-style:square" from="29527,2571" to="29533,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" strokeweight=".5pt"/>
                <v:group id="Group 25" o:spid="_x0000_s1042" style="position:absolute;left:28206;top:4343;width:22536;height:2788" coordorigin="5882,3670" coordsize="3549,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8" o:spid="_x0000_s1043" style="position:absolute;left:7594;top:3670;width:401;height:4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8A2F2B0" w14:textId="77777777" w:rsidR="00BB22CE" w:rsidRDefault="00BB22CE" w:rsidP="004764F0">
                          <w:r>
                            <w:rPr>
                              <w:rFonts w:cs="Arial"/>
                              <w:color w:val="000000"/>
                              <w:sz w:val="16"/>
                              <w:szCs w:val="16"/>
                            </w:rPr>
                            <w:t>02/06</w:t>
                          </w:r>
                        </w:p>
                      </w:txbxContent>
                    </v:textbox>
                  </v:rect>
                  <v:rect id="Rectangle 9" o:spid="_x0000_s1044" style="position:absolute;left:9030;top:3670;width:401;height:4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58A2F2B1" w14:textId="77777777" w:rsidR="00BB22CE" w:rsidRDefault="00BB22CE" w:rsidP="004764F0">
                          <w:r>
                            <w:rPr>
                              <w:rFonts w:cs="Arial"/>
                              <w:color w:val="000000"/>
                              <w:sz w:val="16"/>
                              <w:szCs w:val="16"/>
                            </w:rPr>
                            <w:t>05/06</w:t>
                          </w:r>
                        </w:p>
                      </w:txbxContent>
                    </v:textbox>
                  </v:rect>
                  <v:rect id="Rectangle 24" o:spid="_x0000_s1045" style="position:absolute;left:5882;top:3685;width:401;height:4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58A2F2B2" w14:textId="77777777" w:rsidR="00BB22CE" w:rsidRDefault="00BB22CE" w:rsidP="004764F0">
                          <w:r>
                            <w:rPr>
                              <w:rFonts w:cs="Arial"/>
                              <w:color w:val="000000"/>
                              <w:sz w:val="16"/>
                              <w:szCs w:val="16"/>
                            </w:rPr>
                            <w:t>01/06</w:t>
                          </w:r>
                        </w:p>
                      </w:txbxContent>
                    </v:textbox>
                  </v:rect>
                </v:group>
                <w10:anchorlock/>
              </v:group>
            </w:pict>
          </mc:Fallback>
        </mc:AlternateContent>
      </w:r>
    </w:p>
    <w:p w14:paraId="1D1C1C76" w14:textId="79B4FE40" w:rsidR="003A2E29" w:rsidRPr="008A7F06" w:rsidRDefault="003A2E29" w:rsidP="008A7F06">
      <w:pPr>
        <w:pStyle w:val="FigureCaption"/>
      </w:pPr>
      <w:bookmarkStart w:id="40" w:name="_Toc395773323"/>
      <w:r w:rsidRPr="008A7F06">
        <w:t xml:space="preserve">Figure </w:t>
      </w:r>
      <w:r w:rsidR="0040407A">
        <w:fldChar w:fldCharType="begin"/>
      </w:r>
      <w:r w:rsidR="0040407A">
        <w:instrText xml:space="preserve"> SEQ Figure \* ARABIC </w:instrText>
      </w:r>
      <w:r w:rsidR="0040407A">
        <w:fldChar w:fldCharType="separate"/>
      </w:r>
      <w:r w:rsidR="005E5B22">
        <w:rPr>
          <w:noProof/>
        </w:rPr>
        <w:t>1</w:t>
      </w:r>
      <w:r w:rsidR="0040407A">
        <w:rPr>
          <w:noProof/>
        </w:rPr>
        <w:fldChar w:fldCharType="end"/>
      </w:r>
      <w:r w:rsidRPr="008A7F06">
        <w:t>: Example of a High-Level Timeline</w:t>
      </w:r>
      <w:bookmarkEnd w:id="40"/>
    </w:p>
    <w:p w14:paraId="58A2F128" w14:textId="1F821F36" w:rsidR="00CC2FF0" w:rsidRDefault="00CC2FF0" w:rsidP="003A2E29">
      <w:pPr>
        <w:pStyle w:val="Heading2"/>
      </w:pPr>
      <w:bookmarkStart w:id="41" w:name="_Toc395773779"/>
      <w:r>
        <w:t>Milestones</w:t>
      </w:r>
      <w:bookmarkEnd w:id="41"/>
    </w:p>
    <w:p w14:paraId="58A2F129" w14:textId="77777777" w:rsidR="00CC2FF0" w:rsidRPr="005E5B22" w:rsidRDefault="00CC2FF0" w:rsidP="00CC2FF0">
      <w:pPr>
        <w:rPr>
          <w:rFonts w:cs="Arial"/>
          <w:sz w:val="24"/>
          <w:szCs w:val="24"/>
        </w:rPr>
      </w:pPr>
      <w:bookmarkStart w:id="42" w:name="_Toc288057811"/>
      <w:bookmarkStart w:id="43" w:name="_Toc288057812"/>
      <w:bookmarkStart w:id="44" w:name="_Toc288057813"/>
      <w:bookmarkStart w:id="45" w:name="_Toc288057814"/>
      <w:bookmarkStart w:id="46" w:name="_Toc288057839"/>
      <w:bookmarkStart w:id="47" w:name="_Toc288057840"/>
      <w:bookmarkStart w:id="48" w:name="_Toc490026795"/>
      <w:bookmarkEnd w:id="13"/>
      <w:bookmarkEnd w:id="14"/>
      <w:bookmarkEnd w:id="15"/>
      <w:bookmarkEnd w:id="16"/>
      <w:bookmarkEnd w:id="17"/>
      <w:bookmarkEnd w:id="42"/>
      <w:bookmarkEnd w:id="43"/>
      <w:bookmarkEnd w:id="44"/>
      <w:bookmarkEnd w:id="45"/>
      <w:bookmarkEnd w:id="46"/>
      <w:bookmarkEnd w:id="47"/>
      <w:r w:rsidRPr="005E5B22">
        <w:rPr>
          <w:rFonts w:cs="Arial"/>
          <w:sz w:val="24"/>
          <w:szCs w:val="24"/>
        </w:rPr>
        <w:t xml:space="preserve">The table below lists the high-level Executive Milestones of the project and their estimated completion timeframe.  </w:t>
      </w:r>
    </w:p>
    <w:p w14:paraId="0A8762EF" w14:textId="2F26EA62" w:rsidR="005E5B22" w:rsidRDefault="005E5B22" w:rsidP="005E5B22">
      <w:pPr>
        <w:pStyle w:val="Caption"/>
        <w:keepNext/>
      </w:pPr>
      <w:bookmarkStart w:id="49" w:name="_Toc395773328"/>
      <w:r>
        <w:t xml:space="preserve">Table </w:t>
      </w:r>
      <w:r w:rsidR="0040407A">
        <w:fldChar w:fldCharType="begin"/>
      </w:r>
      <w:r w:rsidR="0040407A">
        <w:instrText xml:space="preserve"> SEQ Table \* ARABIC </w:instrText>
      </w:r>
      <w:r w:rsidR="0040407A">
        <w:fldChar w:fldCharType="separate"/>
      </w:r>
      <w:r>
        <w:rPr>
          <w:noProof/>
        </w:rPr>
        <w:t>5</w:t>
      </w:r>
      <w:r w:rsidR="0040407A">
        <w:rPr>
          <w:noProof/>
        </w:rPr>
        <w:fldChar w:fldCharType="end"/>
      </w:r>
      <w:r>
        <w:rPr>
          <w:noProof/>
        </w:rPr>
        <w:t>: Milestones</w:t>
      </w:r>
      <w:bookmarkEnd w:id="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829"/>
      </w:tblGrid>
      <w:tr w:rsidR="00CC2FF0" w14:paraId="58A2F12C" w14:textId="77777777" w:rsidTr="00CC2FF0">
        <w:trPr>
          <w:cantSplit/>
          <w:tblHeader/>
          <w:jc w:val="center"/>
        </w:trPr>
        <w:tc>
          <w:tcPr>
            <w:tcW w:w="1883" w:type="pct"/>
            <w:shd w:val="clear" w:color="auto" w:fill="1F497D"/>
            <w:vAlign w:val="center"/>
          </w:tcPr>
          <w:p w14:paraId="58A2F12A" w14:textId="77777777" w:rsidR="00CC2FF0" w:rsidRPr="00547FDD" w:rsidRDefault="00CC2FF0" w:rsidP="00747944">
            <w:pPr>
              <w:pStyle w:val="TableColumnHeading"/>
            </w:pPr>
            <w:r>
              <w:t>Milestones</w:t>
            </w:r>
          </w:p>
        </w:tc>
        <w:tc>
          <w:tcPr>
            <w:tcW w:w="3117" w:type="pct"/>
            <w:shd w:val="clear" w:color="auto" w:fill="1F497D"/>
            <w:vAlign w:val="center"/>
          </w:tcPr>
          <w:p w14:paraId="58A2F12B" w14:textId="77777777" w:rsidR="00CC2FF0" w:rsidRPr="00547FDD" w:rsidRDefault="00CC2FF0" w:rsidP="00747944">
            <w:pPr>
              <w:pStyle w:val="TableColumnHeading"/>
            </w:pPr>
            <w:r>
              <w:t>Estimated Completion Timeframe</w:t>
            </w:r>
          </w:p>
        </w:tc>
      </w:tr>
      <w:tr w:rsidR="00CC2FF0" w:rsidRPr="005634CF" w14:paraId="58A2F12F" w14:textId="77777777" w:rsidTr="00CC2FF0">
        <w:trPr>
          <w:cantSplit/>
          <w:jc w:val="center"/>
        </w:trPr>
        <w:tc>
          <w:tcPr>
            <w:tcW w:w="1883" w:type="pct"/>
          </w:tcPr>
          <w:p w14:paraId="58A2F12D" w14:textId="77777777" w:rsidR="00CC2FF0" w:rsidRPr="005634CF" w:rsidRDefault="00CC2FF0" w:rsidP="005634CF"/>
        </w:tc>
        <w:tc>
          <w:tcPr>
            <w:tcW w:w="3117" w:type="pct"/>
          </w:tcPr>
          <w:p w14:paraId="58A2F12E" w14:textId="77777777" w:rsidR="00CC2FF0" w:rsidRPr="005634CF" w:rsidRDefault="00CC2FF0" w:rsidP="005634CF"/>
        </w:tc>
      </w:tr>
      <w:tr w:rsidR="00CC2FF0" w:rsidRPr="005634CF" w14:paraId="58A2F132" w14:textId="77777777" w:rsidTr="00CC2FF0">
        <w:trPr>
          <w:cantSplit/>
          <w:jc w:val="center"/>
        </w:trPr>
        <w:tc>
          <w:tcPr>
            <w:tcW w:w="1883" w:type="pct"/>
          </w:tcPr>
          <w:p w14:paraId="58A2F130" w14:textId="77777777" w:rsidR="00CC2FF0" w:rsidRPr="005634CF" w:rsidRDefault="00CC2FF0" w:rsidP="005634CF"/>
        </w:tc>
        <w:tc>
          <w:tcPr>
            <w:tcW w:w="3117" w:type="pct"/>
          </w:tcPr>
          <w:p w14:paraId="58A2F131" w14:textId="77777777" w:rsidR="00CC2FF0" w:rsidRPr="005634CF" w:rsidRDefault="00CC2FF0" w:rsidP="005634CF"/>
        </w:tc>
      </w:tr>
      <w:tr w:rsidR="00CC2FF0" w:rsidRPr="005634CF" w14:paraId="58A2F135" w14:textId="77777777" w:rsidTr="00CC2FF0">
        <w:trPr>
          <w:cantSplit/>
          <w:jc w:val="center"/>
        </w:trPr>
        <w:tc>
          <w:tcPr>
            <w:tcW w:w="1883" w:type="pct"/>
          </w:tcPr>
          <w:p w14:paraId="58A2F133" w14:textId="77777777" w:rsidR="00CC2FF0" w:rsidRPr="005634CF" w:rsidRDefault="00CC2FF0" w:rsidP="005634CF"/>
        </w:tc>
        <w:tc>
          <w:tcPr>
            <w:tcW w:w="3117" w:type="pct"/>
          </w:tcPr>
          <w:p w14:paraId="58A2F134" w14:textId="77777777" w:rsidR="00CC2FF0" w:rsidRPr="005634CF" w:rsidRDefault="00CC2FF0" w:rsidP="005634CF"/>
        </w:tc>
      </w:tr>
      <w:tr w:rsidR="00CC2FF0" w:rsidRPr="005634CF" w14:paraId="58A2F138" w14:textId="77777777" w:rsidTr="00CC2FF0">
        <w:trPr>
          <w:cantSplit/>
          <w:jc w:val="center"/>
        </w:trPr>
        <w:tc>
          <w:tcPr>
            <w:tcW w:w="1883" w:type="pct"/>
          </w:tcPr>
          <w:p w14:paraId="58A2F136" w14:textId="77777777" w:rsidR="00CC2FF0" w:rsidRPr="005634CF" w:rsidRDefault="00CC2FF0" w:rsidP="005634CF"/>
        </w:tc>
        <w:tc>
          <w:tcPr>
            <w:tcW w:w="3117" w:type="pct"/>
          </w:tcPr>
          <w:p w14:paraId="58A2F137" w14:textId="77777777" w:rsidR="00CC2FF0" w:rsidRPr="005634CF" w:rsidRDefault="00CC2FF0" w:rsidP="005634CF"/>
        </w:tc>
      </w:tr>
    </w:tbl>
    <w:p w14:paraId="58A2F13A" w14:textId="77777777" w:rsidR="00CC2FF0" w:rsidRDefault="00CC2FF0" w:rsidP="00CC2FF0">
      <w:pPr>
        <w:pStyle w:val="Heading1"/>
      </w:pPr>
      <w:bookmarkStart w:id="50" w:name="_Toc395773780"/>
      <w:r>
        <w:t>Budget Estimate</w:t>
      </w:r>
      <w:bookmarkEnd w:id="50"/>
    </w:p>
    <w:p w14:paraId="58A2F13B" w14:textId="77777777" w:rsidR="00CC2FF0" w:rsidRDefault="00CC2FF0" w:rsidP="003A2E29">
      <w:pPr>
        <w:pStyle w:val="Heading2"/>
      </w:pPr>
      <w:bookmarkStart w:id="51" w:name="_Toc395773781"/>
      <w:r>
        <w:t>Funding Source</w:t>
      </w:r>
      <w:bookmarkEnd w:id="51"/>
    </w:p>
    <w:p w14:paraId="58A2F13C" w14:textId="77777777" w:rsidR="00CC2FF0" w:rsidRPr="005E5B22" w:rsidRDefault="00CC2FF0" w:rsidP="00CC2FF0">
      <w:pPr>
        <w:pStyle w:val="BodyText3"/>
        <w:rPr>
          <w:rFonts w:ascii="Arial" w:hAnsi="Arial" w:cs="Arial"/>
          <w:i/>
          <w:color w:val="0000FF"/>
        </w:rPr>
      </w:pPr>
      <w:r w:rsidRPr="005E5B22">
        <w:rPr>
          <w:rFonts w:ascii="Arial" w:hAnsi="Arial" w:cs="Arial"/>
          <w:i/>
          <w:color w:val="0000FF"/>
        </w:rPr>
        <w:t>Instructions: Identify the funding amount, source of authorization, and method of finance approved for the project.</w:t>
      </w:r>
    </w:p>
    <w:p w14:paraId="58A2F13D" w14:textId="77777777" w:rsidR="00CC2FF0" w:rsidRPr="005E5B22" w:rsidRDefault="00CC2FF0" w:rsidP="00CC2FF0">
      <w:pPr>
        <w:rPr>
          <w:sz w:val="24"/>
          <w:szCs w:val="24"/>
        </w:rPr>
      </w:pPr>
      <w:r w:rsidRPr="005E5B22">
        <w:rPr>
          <w:sz w:val="24"/>
          <w:szCs w:val="24"/>
        </w:rPr>
        <w:t>As of &lt;Month Day, Year&gt;, &lt;source of authorization (e.g., the CMS Information Technology Investment Review Board (ITIRB)&gt; approved the use of &lt;$funding amount&gt; from &lt;funding source&gt; for this project.</w:t>
      </w:r>
    </w:p>
    <w:p w14:paraId="58A2F13E" w14:textId="77777777" w:rsidR="00CC2FF0" w:rsidRDefault="00CC2FF0" w:rsidP="003A2E29">
      <w:pPr>
        <w:pStyle w:val="Heading2"/>
      </w:pPr>
      <w:bookmarkStart w:id="52" w:name="_Toc395773782"/>
      <w:r>
        <w:t>Estimate</w:t>
      </w:r>
      <w:bookmarkEnd w:id="52"/>
    </w:p>
    <w:p w14:paraId="58A2F13F" w14:textId="4A7640D5" w:rsidR="00CC2FF0" w:rsidRPr="005E5B22" w:rsidRDefault="00CC2FF0" w:rsidP="00CC2FF0">
      <w:pPr>
        <w:rPr>
          <w:sz w:val="24"/>
          <w:szCs w:val="24"/>
        </w:rPr>
      </w:pPr>
      <w:r w:rsidRPr="005E5B22">
        <w:rPr>
          <w:sz w:val="24"/>
          <w:szCs w:val="24"/>
        </w:rPr>
        <w:t xml:space="preserve">This section provides a summary of estimated spending to meet the objectives of the </w:t>
      </w:r>
      <w:r w:rsidR="00985D5A" w:rsidRPr="00985D5A">
        <w:rPr>
          <w:rFonts w:cs="Arial"/>
          <w:i/>
          <w:color w:val="0000FF"/>
          <w:sz w:val="24"/>
          <w:szCs w:val="24"/>
        </w:rPr>
        <w:t>&lt;&lt;Project Name&gt;&gt;</w:t>
      </w:r>
      <w:r w:rsidRPr="00985D5A">
        <w:rPr>
          <w:rFonts w:cs="Arial"/>
          <w:i/>
          <w:color w:val="0000FF"/>
          <w:sz w:val="24"/>
          <w:szCs w:val="24"/>
        </w:rPr>
        <w:t xml:space="preserve"> </w:t>
      </w:r>
      <w:r w:rsidRPr="005E5B22">
        <w:rPr>
          <w:sz w:val="24"/>
          <w:szCs w:val="24"/>
        </w:rPr>
        <w:t>project as describ</w:t>
      </w:r>
      <w:r w:rsidR="00985D5A">
        <w:rPr>
          <w:sz w:val="24"/>
          <w:szCs w:val="24"/>
        </w:rPr>
        <w:t xml:space="preserve">ed in this project charter. </w:t>
      </w:r>
      <w:proofErr w:type="gramStart"/>
      <w:r w:rsidRPr="005E5B22">
        <w:rPr>
          <w:sz w:val="24"/>
          <w:szCs w:val="24"/>
        </w:rPr>
        <w:t>This summary of spending is preliminary, and should reflect costs for the entire investment lifecycle.</w:t>
      </w:r>
      <w:proofErr w:type="gramEnd"/>
      <w:r w:rsidRPr="005E5B22">
        <w:rPr>
          <w:sz w:val="24"/>
          <w:szCs w:val="24"/>
        </w:rPr>
        <w:t xml:space="preserve">  It </w:t>
      </w:r>
      <w:proofErr w:type="gramStart"/>
      <w:r w:rsidRPr="005E5B22">
        <w:rPr>
          <w:sz w:val="24"/>
          <w:szCs w:val="24"/>
        </w:rPr>
        <w:t xml:space="preserve">is </w:t>
      </w:r>
      <w:r w:rsidRPr="005E5B22">
        <w:rPr>
          <w:sz w:val="24"/>
          <w:szCs w:val="24"/>
        </w:rPr>
        <w:lastRenderedPageBreak/>
        <w:t>intended</w:t>
      </w:r>
      <w:proofErr w:type="gramEnd"/>
      <w:r w:rsidRPr="005E5B22">
        <w:rPr>
          <w:sz w:val="24"/>
          <w:szCs w:val="24"/>
        </w:rPr>
        <w:t xml:space="preserve"> to present probable funding requirements and to assist in obtaining budgeting support.</w:t>
      </w:r>
    </w:p>
    <w:p w14:paraId="58A2F140" w14:textId="77777777" w:rsidR="00CC2FF0" w:rsidRPr="005E5B22" w:rsidRDefault="004E0501" w:rsidP="004E0501">
      <w:pPr>
        <w:pStyle w:val="BodyText3"/>
        <w:jc w:val="left"/>
        <w:rPr>
          <w:rFonts w:ascii="Arial" w:hAnsi="Arial" w:cs="Arial"/>
          <w:i/>
          <w:color w:val="0000FF"/>
        </w:rPr>
      </w:pPr>
      <w:r w:rsidRPr="005E5B22">
        <w:rPr>
          <w:rFonts w:ascii="Arial" w:hAnsi="Arial" w:cs="Arial"/>
          <w:i/>
          <w:color w:val="0000FF"/>
        </w:rPr>
        <w:t xml:space="preserve">Instructions: </w:t>
      </w:r>
      <w:r w:rsidR="00CC2FF0" w:rsidRPr="005E5B22">
        <w:rPr>
          <w:rFonts w:ascii="Arial" w:hAnsi="Arial" w:cs="Arial"/>
          <w:i/>
          <w:color w:val="0000FF"/>
        </w:rPr>
        <w:t>For projects associated with a major/tactical investment as defined by HHS OCIO there should be a line of sight between the budget presented here and</w:t>
      </w:r>
      <w:r w:rsidRPr="005E5B22">
        <w:rPr>
          <w:rFonts w:ascii="Arial" w:hAnsi="Arial" w:cs="Arial"/>
          <w:i/>
          <w:color w:val="0000FF"/>
        </w:rPr>
        <w:t xml:space="preserve"> the investment’s Exhibit 300. </w:t>
      </w:r>
      <w:r w:rsidR="00CC2FF0" w:rsidRPr="005E5B22">
        <w:rPr>
          <w:rFonts w:ascii="Arial" w:hAnsi="Arial" w:cs="Arial"/>
          <w:i/>
          <w:color w:val="0000FF"/>
        </w:rPr>
        <w:t>Double click on the Microsoft Excel Object table below to input values.</w:t>
      </w:r>
    </w:p>
    <w:p w14:paraId="58A2F141" w14:textId="77777777" w:rsidR="00747944" w:rsidRDefault="0040407A" w:rsidP="004E0501">
      <w:pPr>
        <w:pStyle w:val="BodyText3"/>
        <w:jc w:val="left"/>
        <w:rPr>
          <w:rFonts w:ascii="Arial" w:hAnsi="Arial" w:cs="Arial"/>
          <w:i/>
          <w:color w:val="0000FF"/>
        </w:rPr>
      </w:pPr>
      <w:r>
        <w:rPr>
          <w:rFonts w:ascii="Arial" w:hAnsi="Arial" w:cs="Arial"/>
          <w:i/>
          <w:noProof/>
          <w:color w:val="0000FF"/>
        </w:rPr>
        <w:object w:dxaOrig="1440" w:dyaOrig="1440" w14:anchorId="58A2F28D">
          <v:shape id="_x0000_s1050" type="#_x0000_t75" alt="Budget Estimate" style="position:absolute;margin-left:35.25pt;margin-top:42pt;width:334.15pt;height:109.5pt;z-index:251660288" wrapcoords="-33 0 -33 21397 21600 21397 21600 0 -33 0">
            <v:imagedata r:id="rId22" o:title=""/>
            <w10:wrap type="tight"/>
          </v:shape>
          <o:OLEObject Type="Embed" ProgID="Excel.Sheet.8" ShapeID="_x0000_s1050" DrawAspect="Content" ObjectID="_1676963659" r:id="rId23"/>
        </w:object>
      </w:r>
      <w:r w:rsidR="004E0501">
        <w:rPr>
          <w:rFonts w:ascii="Arial" w:hAnsi="Arial" w:cs="Arial"/>
          <w:i/>
          <w:color w:val="0000FF"/>
        </w:rPr>
        <w:t xml:space="preserve">Instructions: </w:t>
      </w:r>
      <w:r w:rsidR="00747944">
        <w:rPr>
          <w:rFonts w:ascii="Arial" w:hAnsi="Arial" w:cs="Arial"/>
          <w:i/>
          <w:color w:val="0000FF"/>
        </w:rPr>
        <w:t>PY in the excel spreadsheet stands for Past Yea</w:t>
      </w:r>
      <w:r w:rsidR="004E0501">
        <w:rPr>
          <w:rFonts w:ascii="Arial" w:hAnsi="Arial" w:cs="Arial"/>
          <w:i/>
          <w:color w:val="0000FF"/>
        </w:rPr>
        <w:t xml:space="preserve">r. CY stands for current year. </w:t>
      </w:r>
      <w:r w:rsidR="00747944">
        <w:rPr>
          <w:rFonts w:ascii="Arial" w:hAnsi="Arial" w:cs="Arial"/>
          <w:i/>
          <w:color w:val="0000FF"/>
        </w:rPr>
        <w:t>BY stands for budget year.</w:t>
      </w:r>
    </w:p>
    <w:p w14:paraId="58A2F142" w14:textId="77777777" w:rsidR="00747944" w:rsidRDefault="00747944" w:rsidP="00CC2FF0">
      <w:pPr>
        <w:pStyle w:val="BodyText3"/>
        <w:jc w:val="left"/>
        <w:rPr>
          <w:rFonts w:ascii="Arial" w:hAnsi="Arial" w:cs="Arial"/>
          <w:i/>
          <w:color w:val="0000FF"/>
        </w:rPr>
      </w:pPr>
      <w:r>
        <w:rPr>
          <w:rFonts w:ascii="Arial" w:hAnsi="Arial" w:cs="Arial"/>
          <w:i/>
          <w:color w:val="0000FF"/>
        </w:rPr>
        <w:br/>
      </w:r>
    </w:p>
    <w:p w14:paraId="58A2F143" w14:textId="77777777" w:rsidR="00747944" w:rsidRDefault="00747944" w:rsidP="00747944">
      <w:pPr>
        <w:pStyle w:val="Heading1"/>
      </w:pPr>
      <w:bookmarkStart w:id="53" w:name="_Toc395773783"/>
      <w:r>
        <w:t>Assumptions, Constraints and Risks</w:t>
      </w:r>
      <w:bookmarkEnd w:id="53"/>
    </w:p>
    <w:p w14:paraId="58A2F144" w14:textId="77777777" w:rsidR="00747944" w:rsidRDefault="00747944" w:rsidP="003A2E29">
      <w:pPr>
        <w:pStyle w:val="Heading2"/>
      </w:pPr>
      <w:bookmarkStart w:id="54" w:name="_Toc395773784"/>
      <w:r>
        <w:t>Assumptions</w:t>
      </w:r>
      <w:bookmarkEnd w:id="54"/>
    </w:p>
    <w:p w14:paraId="58A2F145" w14:textId="77777777" w:rsidR="00747944" w:rsidRPr="005E5B22" w:rsidRDefault="00747944" w:rsidP="00747944">
      <w:pPr>
        <w:rPr>
          <w:sz w:val="24"/>
          <w:szCs w:val="24"/>
        </w:rPr>
      </w:pPr>
      <w:r w:rsidRPr="005E5B22">
        <w:rPr>
          <w:sz w:val="24"/>
          <w:szCs w:val="24"/>
        </w:rPr>
        <w:t xml:space="preserve">This section identifies the statements believed to be true and from which a conclusion </w:t>
      </w:r>
      <w:proofErr w:type="gramStart"/>
      <w:r w:rsidRPr="005E5B22">
        <w:rPr>
          <w:sz w:val="24"/>
          <w:szCs w:val="24"/>
        </w:rPr>
        <w:t>was drawn</w:t>
      </w:r>
      <w:proofErr w:type="gramEnd"/>
      <w:r w:rsidRPr="005E5B22">
        <w:rPr>
          <w:sz w:val="24"/>
          <w:szCs w:val="24"/>
        </w:rPr>
        <w:t xml:space="preserve"> to define this project charter. </w:t>
      </w:r>
    </w:p>
    <w:p w14:paraId="58A2F146" w14:textId="77777777" w:rsidR="00747944" w:rsidRPr="005E5B22" w:rsidRDefault="00747944" w:rsidP="00747944">
      <w:pPr>
        <w:pStyle w:val="ListParagraph"/>
        <w:numPr>
          <w:ilvl w:val="0"/>
          <w:numId w:val="41"/>
        </w:numPr>
        <w:rPr>
          <w:sz w:val="24"/>
          <w:szCs w:val="24"/>
        </w:rPr>
      </w:pPr>
      <w:r w:rsidRPr="005E5B22">
        <w:rPr>
          <w:sz w:val="24"/>
          <w:szCs w:val="24"/>
        </w:rPr>
        <w:t>Insert description of the first assumption.</w:t>
      </w:r>
    </w:p>
    <w:p w14:paraId="58A2F147" w14:textId="77777777" w:rsidR="00747944" w:rsidRPr="005E5B22" w:rsidRDefault="00747944" w:rsidP="00747944">
      <w:pPr>
        <w:pStyle w:val="ListParagraph"/>
        <w:numPr>
          <w:ilvl w:val="0"/>
          <w:numId w:val="41"/>
        </w:numPr>
        <w:rPr>
          <w:sz w:val="24"/>
          <w:szCs w:val="24"/>
        </w:rPr>
      </w:pPr>
      <w:r w:rsidRPr="005E5B22">
        <w:rPr>
          <w:sz w:val="24"/>
          <w:szCs w:val="24"/>
        </w:rPr>
        <w:t>Insert description of the second assumption.</w:t>
      </w:r>
    </w:p>
    <w:p w14:paraId="58A2F148" w14:textId="77777777" w:rsidR="00747944" w:rsidRPr="005E5B22" w:rsidRDefault="00747944" w:rsidP="00747944">
      <w:pPr>
        <w:pStyle w:val="ListParagraph"/>
        <w:numPr>
          <w:ilvl w:val="0"/>
          <w:numId w:val="41"/>
        </w:numPr>
        <w:rPr>
          <w:sz w:val="24"/>
          <w:szCs w:val="24"/>
        </w:rPr>
      </w:pPr>
      <w:r w:rsidRPr="005E5B22">
        <w:rPr>
          <w:sz w:val="24"/>
          <w:szCs w:val="24"/>
        </w:rPr>
        <w:t>Add additional bullets as necessary</w:t>
      </w:r>
    </w:p>
    <w:p w14:paraId="58A2F149" w14:textId="77777777" w:rsidR="00747944" w:rsidRDefault="00747944" w:rsidP="003A2E29">
      <w:pPr>
        <w:pStyle w:val="Heading2"/>
      </w:pPr>
      <w:bookmarkStart w:id="55" w:name="_Toc395773785"/>
      <w:r>
        <w:t>Constraints</w:t>
      </w:r>
      <w:bookmarkEnd w:id="55"/>
    </w:p>
    <w:p w14:paraId="58A2F14A" w14:textId="77777777" w:rsidR="00747944" w:rsidRPr="005E5B22" w:rsidRDefault="00747944" w:rsidP="00747944">
      <w:pPr>
        <w:rPr>
          <w:sz w:val="24"/>
          <w:szCs w:val="24"/>
        </w:rPr>
      </w:pPr>
      <w:r w:rsidRPr="005E5B22">
        <w:rPr>
          <w:sz w:val="24"/>
          <w:szCs w:val="24"/>
        </w:rPr>
        <w:t xml:space="preserve">This section identifies any limitation that </w:t>
      </w:r>
      <w:proofErr w:type="gramStart"/>
      <w:r w:rsidRPr="005E5B22">
        <w:rPr>
          <w:sz w:val="24"/>
          <w:szCs w:val="24"/>
        </w:rPr>
        <w:t>must be taken</w:t>
      </w:r>
      <w:proofErr w:type="gramEnd"/>
      <w:r w:rsidRPr="005E5B22">
        <w:rPr>
          <w:sz w:val="24"/>
          <w:szCs w:val="24"/>
        </w:rPr>
        <w:t xml:space="preserve"> into consideration prior to the initiation of the project.</w:t>
      </w:r>
    </w:p>
    <w:p w14:paraId="58A2F14B" w14:textId="77777777" w:rsidR="00747944" w:rsidRPr="005E5B22" w:rsidRDefault="00747944" w:rsidP="00747944">
      <w:pPr>
        <w:pStyle w:val="ListParagraph"/>
        <w:numPr>
          <w:ilvl w:val="0"/>
          <w:numId w:val="42"/>
        </w:numPr>
        <w:rPr>
          <w:sz w:val="24"/>
          <w:szCs w:val="24"/>
        </w:rPr>
      </w:pPr>
      <w:r w:rsidRPr="005E5B22">
        <w:rPr>
          <w:sz w:val="24"/>
          <w:szCs w:val="24"/>
        </w:rPr>
        <w:t>Insert description of the first constraint.</w:t>
      </w:r>
    </w:p>
    <w:p w14:paraId="58A2F14C" w14:textId="77777777" w:rsidR="00747944" w:rsidRPr="005E5B22" w:rsidRDefault="00747944" w:rsidP="00747944">
      <w:pPr>
        <w:pStyle w:val="ListParagraph"/>
        <w:numPr>
          <w:ilvl w:val="0"/>
          <w:numId w:val="42"/>
        </w:numPr>
        <w:rPr>
          <w:sz w:val="24"/>
          <w:szCs w:val="24"/>
        </w:rPr>
      </w:pPr>
      <w:r w:rsidRPr="005E5B22">
        <w:rPr>
          <w:sz w:val="24"/>
          <w:szCs w:val="24"/>
        </w:rPr>
        <w:t>Insert description of the second constraint.</w:t>
      </w:r>
    </w:p>
    <w:p w14:paraId="58A2F14D" w14:textId="77777777" w:rsidR="00747944" w:rsidRPr="005E5B22" w:rsidRDefault="00747944" w:rsidP="00747944">
      <w:pPr>
        <w:pStyle w:val="ListParagraph"/>
        <w:numPr>
          <w:ilvl w:val="0"/>
          <w:numId w:val="42"/>
        </w:numPr>
        <w:rPr>
          <w:sz w:val="24"/>
          <w:szCs w:val="24"/>
        </w:rPr>
      </w:pPr>
      <w:r w:rsidRPr="005E5B22">
        <w:rPr>
          <w:sz w:val="24"/>
          <w:szCs w:val="24"/>
        </w:rPr>
        <w:t>Add additional bullets as necessary</w:t>
      </w:r>
    </w:p>
    <w:p w14:paraId="58A2F14E" w14:textId="77777777" w:rsidR="00747944" w:rsidRDefault="00747944" w:rsidP="003A2E29">
      <w:pPr>
        <w:pStyle w:val="Heading2"/>
      </w:pPr>
      <w:bookmarkStart w:id="56" w:name="_Toc395773786"/>
      <w:r>
        <w:t>Risks</w:t>
      </w:r>
      <w:bookmarkEnd w:id="56"/>
    </w:p>
    <w:p w14:paraId="58A2F14F" w14:textId="77777777" w:rsidR="00747944" w:rsidRPr="005E5B22" w:rsidRDefault="00747944" w:rsidP="00747944">
      <w:pPr>
        <w:pStyle w:val="BodyText3"/>
        <w:jc w:val="left"/>
        <w:rPr>
          <w:rFonts w:ascii="Arial" w:hAnsi="Arial" w:cs="Arial"/>
          <w:i/>
          <w:noProof/>
          <w:color w:val="0000FF"/>
        </w:rPr>
      </w:pPr>
      <w:r w:rsidRPr="005E5B22">
        <w:rPr>
          <w:rFonts w:ascii="Arial" w:hAnsi="Arial" w:cs="Arial"/>
          <w:i/>
          <w:noProof/>
          <w:color w:val="0000FF"/>
        </w:rPr>
        <w:t>Instructions:  List the risks that the Business Owner should be aware of before making a decision on funding the project, including risks of not funding the project.</w:t>
      </w:r>
    </w:p>
    <w:p w14:paraId="58A2F150" w14:textId="77777777" w:rsidR="00747944" w:rsidRPr="005E5B22" w:rsidRDefault="00747944" w:rsidP="00747944">
      <w:pPr>
        <w:rPr>
          <w:sz w:val="24"/>
          <w:szCs w:val="24"/>
        </w:rPr>
      </w:pPr>
      <w:r w:rsidRPr="005E5B22">
        <w:rPr>
          <w:sz w:val="24"/>
          <w:szCs w:val="24"/>
        </w:rPr>
        <w:lastRenderedPageBreak/>
        <w:t xml:space="preserve">The table below presents the known </w:t>
      </w:r>
      <w:proofErr w:type="gramStart"/>
      <w:r w:rsidRPr="005E5B22">
        <w:rPr>
          <w:sz w:val="24"/>
          <w:szCs w:val="24"/>
        </w:rPr>
        <w:t>risk</w:t>
      </w:r>
      <w:r w:rsidR="004E0501" w:rsidRPr="005E5B22">
        <w:rPr>
          <w:sz w:val="24"/>
          <w:szCs w:val="24"/>
        </w:rPr>
        <w:t>s</w:t>
      </w:r>
      <w:r w:rsidRPr="005E5B22">
        <w:rPr>
          <w:sz w:val="24"/>
          <w:szCs w:val="24"/>
        </w:rPr>
        <w:t xml:space="preserve"> which</w:t>
      </w:r>
      <w:proofErr w:type="gramEnd"/>
      <w:r w:rsidRPr="005E5B22">
        <w:rPr>
          <w:sz w:val="24"/>
          <w:szCs w:val="24"/>
        </w:rPr>
        <w:t xml:space="preserve"> could have a major impact on the outcome of the project and associated mitigation strategy that the business owner/project team will take to manage them.</w:t>
      </w:r>
    </w:p>
    <w:p w14:paraId="4B05B805" w14:textId="4180A381" w:rsidR="005E5B22" w:rsidRDefault="005E5B22" w:rsidP="005E5B22">
      <w:pPr>
        <w:pStyle w:val="Caption"/>
        <w:keepNext/>
      </w:pPr>
      <w:bookmarkStart w:id="57" w:name="_Toc395773329"/>
      <w:r>
        <w:t xml:space="preserve">Table </w:t>
      </w:r>
      <w:r w:rsidR="0040407A">
        <w:fldChar w:fldCharType="begin"/>
      </w:r>
      <w:r w:rsidR="0040407A">
        <w:instrText xml:space="preserve"> SEQ Table \* ARABIC </w:instrText>
      </w:r>
      <w:r w:rsidR="0040407A">
        <w:fldChar w:fldCharType="separate"/>
      </w:r>
      <w:r>
        <w:rPr>
          <w:noProof/>
        </w:rPr>
        <w:t>6</w:t>
      </w:r>
      <w:r w:rsidR="0040407A">
        <w:rPr>
          <w:noProof/>
        </w:rPr>
        <w:fldChar w:fldCharType="end"/>
      </w:r>
      <w:r>
        <w:t>: Risks</w:t>
      </w:r>
      <w:bookmarkEnd w:id="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829"/>
      </w:tblGrid>
      <w:tr w:rsidR="00B06A57" w14:paraId="310F7408" w14:textId="77777777" w:rsidTr="00BB22CE">
        <w:trPr>
          <w:cantSplit/>
          <w:tblHeader/>
          <w:jc w:val="center"/>
        </w:trPr>
        <w:tc>
          <w:tcPr>
            <w:tcW w:w="1883" w:type="pct"/>
            <w:shd w:val="clear" w:color="auto" w:fill="1F497D"/>
            <w:vAlign w:val="center"/>
          </w:tcPr>
          <w:p w14:paraId="799D3085" w14:textId="77777777" w:rsidR="00B06A57" w:rsidRPr="00547FDD" w:rsidRDefault="00B06A57" w:rsidP="00BB22CE">
            <w:pPr>
              <w:pStyle w:val="TableColumnHeading"/>
            </w:pPr>
            <w:r>
              <w:t>Risk</w:t>
            </w:r>
          </w:p>
        </w:tc>
        <w:tc>
          <w:tcPr>
            <w:tcW w:w="3117" w:type="pct"/>
            <w:shd w:val="clear" w:color="auto" w:fill="1F497D"/>
            <w:vAlign w:val="center"/>
          </w:tcPr>
          <w:p w14:paraId="1E5B566E" w14:textId="77777777" w:rsidR="00B06A57" w:rsidRPr="00547FDD" w:rsidRDefault="00B06A57" w:rsidP="00BB22CE">
            <w:pPr>
              <w:pStyle w:val="TableColumnHeading"/>
            </w:pPr>
            <w:r>
              <w:t>Mitigation</w:t>
            </w:r>
          </w:p>
        </w:tc>
      </w:tr>
      <w:tr w:rsidR="00B06A57" w:rsidRPr="005634CF" w14:paraId="6E8570A1" w14:textId="77777777" w:rsidTr="00BB22CE">
        <w:trPr>
          <w:cantSplit/>
          <w:jc w:val="center"/>
        </w:trPr>
        <w:tc>
          <w:tcPr>
            <w:tcW w:w="1883" w:type="pct"/>
          </w:tcPr>
          <w:p w14:paraId="38E327FB" w14:textId="77777777" w:rsidR="00B06A57" w:rsidRPr="005634CF" w:rsidRDefault="00B06A57" w:rsidP="00BB22CE"/>
        </w:tc>
        <w:tc>
          <w:tcPr>
            <w:tcW w:w="3117" w:type="pct"/>
          </w:tcPr>
          <w:p w14:paraId="7D819030" w14:textId="77777777" w:rsidR="00B06A57" w:rsidRPr="005634CF" w:rsidRDefault="00B06A57" w:rsidP="00BB22CE"/>
        </w:tc>
      </w:tr>
      <w:tr w:rsidR="00B06A57" w:rsidRPr="005634CF" w14:paraId="6994A5A5" w14:textId="77777777" w:rsidTr="00BB22CE">
        <w:trPr>
          <w:cantSplit/>
          <w:jc w:val="center"/>
        </w:trPr>
        <w:tc>
          <w:tcPr>
            <w:tcW w:w="1883" w:type="pct"/>
          </w:tcPr>
          <w:p w14:paraId="103EBF9C" w14:textId="77777777" w:rsidR="00B06A57" w:rsidRPr="005634CF" w:rsidRDefault="00B06A57" w:rsidP="00BB22CE"/>
        </w:tc>
        <w:tc>
          <w:tcPr>
            <w:tcW w:w="3117" w:type="pct"/>
          </w:tcPr>
          <w:p w14:paraId="52498588" w14:textId="77777777" w:rsidR="00B06A57" w:rsidRPr="005634CF" w:rsidRDefault="00B06A57" w:rsidP="00BB22CE"/>
        </w:tc>
      </w:tr>
      <w:tr w:rsidR="00B06A57" w:rsidRPr="005634CF" w14:paraId="5DA06591" w14:textId="77777777" w:rsidTr="00BB22CE">
        <w:trPr>
          <w:cantSplit/>
          <w:jc w:val="center"/>
        </w:trPr>
        <w:tc>
          <w:tcPr>
            <w:tcW w:w="1883" w:type="pct"/>
          </w:tcPr>
          <w:p w14:paraId="06A392B9" w14:textId="77777777" w:rsidR="00B06A57" w:rsidRPr="005634CF" w:rsidRDefault="00B06A57" w:rsidP="00BB22CE"/>
        </w:tc>
        <w:tc>
          <w:tcPr>
            <w:tcW w:w="3117" w:type="pct"/>
          </w:tcPr>
          <w:p w14:paraId="4C406646" w14:textId="77777777" w:rsidR="00B06A57" w:rsidRPr="005634CF" w:rsidRDefault="00B06A57" w:rsidP="00BB22CE"/>
        </w:tc>
      </w:tr>
      <w:tr w:rsidR="00B06A57" w:rsidRPr="005634CF" w14:paraId="3A7D5ED6" w14:textId="77777777" w:rsidTr="00BB22CE">
        <w:trPr>
          <w:cantSplit/>
          <w:jc w:val="center"/>
        </w:trPr>
        <w:tc>
          <w:tcPr>
            <w:tcW w:w="1883" w:type="pct"/>
          </w:tcPr>
          <w:p w14:paraId="6D655938" w14:textId="77777777" w:rsidR="00B06A57" w:rsidRPr="005634CF" w:rsidRDefault="00B06A57" w:rsidP="00BB22CE"/>
        </w:tc>
        <w:tc>
          <w:tcPr>
            <w:tcW w:w="3117" w:type="pct"/>
          </w:tcPr>
          <w:p w14:paraId="641CA89C" w14:textId="77777777" w:rsidR="00B06A57" w:rsidRPr="005634CF" w:rsidRDefault="00B06A57" w:rsidP="00BB22CE"/>
        </w:tc>
      </w:tr>
    </w:tbl>
    <w:p w14:paraId="56D3ADD1" w14:textId="77777777" w:rsidR="00B06A57" w:rsidRDefault="00B06A57" w:rsidP="00B06A57"/>
    <w:p w14:paraId="11C01E65" w14:textId="77777777" w:rsidR="00B06A57" w:rsidRDefault="00B06A57" w:rsidP="00B06A57"/>
    <w:p w14:paraId="1562C6EA" w14:textId="77777777" w:rsidR="00B06A57" w:rsidRDefault="00B06A57" w:rsidP="00B06A57"/>
    <w:p w14:paraId="0975B077" w14:textId="77777777" w:rsidR="00B06A57" w:rsidRDefault="00B06A57" w:rsidP="00B06A57"/>
    <w:p w14:paraId="02FF7437" w14:textId="77777777" w:rsidR="00B06A57" w:rsidRDefault="00B06A57" w:rsidP="00B06A57"/>
    <w:p w14:paraId="1D1A1130" w14:textId="77777777" w:rsidR="00B06A57" w:rsidRDefault="00B06A57" w:rsidP="00B06A57"/>
    <w:p w14:paraId="0702EE9F" w14:textId="77777777" w:rsidR="00B06A57" w:rsidRDefault="00B06A57" w:rsidP="00B06A57"/>
    <w:p w14:paraId="0B6D3FF4" w14:textId="77777777" w:rsidR="00B06A57" w:rsidRDefault="00B06A57" w:rsidP="00B06A57"/>
    <w:p w14:paraId="793B1F19" w14:textId="77777777" w:rsidR="00B06A57" w:rsidRDefault="00B06A57" w:rsidP="00B06A57"/>
    <w:p w14:paraId="522B9578" w14:textId="77777777" w:rsidR="00B06A57" w:rsidRDefault="00B06A57" w:rsidP="00B06A57"/>
    <w:p w14:paraId="6554A4FC" w14:textId="77777777" w:rsidR="00B06A57" w:rsidRDefault="00B06A57" w:rsidP="00B06A57"/>
    <w:p w14:paraId="7B4A3488" w14:textId="77777777" w:rsidR="00B06A57" w:rsidRDefault="00B06A57" w:rsidP="00B06A57"/>
    <w:p w14:paraId="5E08CB05" w14:textId="77777777" w:rsidR="00B06A57" w:rsidRDefault="00B06A57" w:rsidP="00B06A57"/>
    <w:p w14:paraId="39080F32" w14:textId="77777777" w:rsidR="00B06A57" w:rsidRDefault="00B06A57" w:rsidP="00B06A57"/>
    <w:p w14:paraId="053BC5FD" w14:textId="77777777" w:rsidR="00B06A57" w:rsidRDefault="00B06A57" w:rsidP="00B06A57"/>
    <w:p w14:paraId="61271FB3" w14:textId="77777777" w:rsidR="00B06A57" w:rsidRDefault="00B06A57" w:rsidP="00B06A57"/>
    <w:p w14:paraId="34F7F6FC" w14:textId="77777777" w:rsidR="00B06A57" w:rsidRDefault="00B06A57" w:rsidP="00B06A57"/>
    <w:p w14:paraId="27CAFD09" w14:textId="77777777" w:rsidR="00B06A57" w:rsidRDefault="00B06A57" w:rsidP="00B06A57"/>
    <w:p w14:paraId="315A13CB" w14:textId="77777777" w:rsidR="00B06A57" w:rsidRDefault="00B06A57" w:rsidP="00B06A57"/>
    <w:p w14:paraId="67B61E32" w14:textId="77777777" w:rsidR="00B06A57" w:rsidRDefault="00B06A57" w:rsidP="00B06A57"/>
    <w:p w14:paraId="50B160FE" w14:textId="77777777" w:rsidR="00B06A57" w:rsidRDefault="00B06A57" w:rsidP="00B06A57"/>
    <w:p w14:paraId="3FE2E1A4" w14:textId="77777777" w:rsidR="00B06A57" w:rsidRDefault="00B06A57" w:rsidP="00B06A57"/>
    <w:p w14:paraId="7DF72398" w14:textId="77777777" w:rsidR="00B06A57" w:rsidRDefault="00B06A57" w:rsidP="00B06A57"/>
    <w:p w14:paraId="0D1D8851" w14:textId="77777777" w:rsidR="00B06A57" w:rsidRDefault="00B06A57" w:rsidP="00B06A57"/>
    <w:p w14:paraId="0A81E931" w14:textId="77777777" w:rsidR="00BB22CE" w:rsidRDefault="00BB22CE" w:rsidP="00B06A57">
      <w:pPr>
        <w:sectPr w:rsidR="00BB22CE" w:rsidSect="00985D5A">
          <w:footerReference w:type="default" r:id="rId24"/>
          <w:pgSz w:w="12240" w:h="15840" w:code="1"/>
          <w:pgMar w:top="1440" w:right="1440" w:bottom="1440" w:left="1440" w:header="504" w:footer="504" w:gutter="0"/>
          <w:pgNumType w:start="1"/>
          <w:cols w:space="720"/>
          <w:docGrid w:linePitch="360"/>
        </w:sectPr>
      </w:pPr>
    </w:p>
    <w:p w14:paraId="6B6E5855" w14:textId="77777777" w:rsidR="005E5B22" w:rsidRPr="005E5B22" w:rsidRDefault="005E5B22" w:rsidP="005E5B22">
      <w:pPr>
        <w:pStyle w:val="BackMatterHeading"/>
      </w:pPr>
      <w:bookmarkStart w:id="58" w:name="_Toc395081362"/>
      <w:bookmarkStart w:id="59" w:name="_Toc395092000"/>
      <w:bookmarkStart w:id="60" w:name="_Toc395093009"/>
      <w:bookmarkStart w:id="61" w:name="_Toc395095146"/>
      <w:bookmarkStart w:id="62" w:name="_Toc395107345"/>
      <w:bookmarkStart w:id="63" w:name="_Toc395163185"/>
      <w:bookmarkStart w:id="64" w:name="_Toc395165903"/>
      <w:bookmarkStart w:id="65" w:name="_Toc395166938"/>
      <w:bookmarkStart w:id="66" w:name="_Toc395168739"/>
      <w:bookmarkStart w:id="67" w:name="_Toc395170179"/>
      <w:bookmarkStart w:id="68" w:name="_Toc395769966"/>
      <w:bookmarkStart w:id="69" w:name="_Toc395773787"/>
      <w:bookmarkStart w:id="70" w:name="RecordOfChanges"/>
      <w:bookmarkStart w:id="71" w:name="_Toc510936887"/>
      <w:r w:rsidRPr="005E5B22">
        <w:lastRenderedPageBreak/>
        <w:t>Record of Changes</w:t>
      </w:r>
      <w:bookmarkEnd w:id="58"/>
      <w:bookmarkEnd w:id="59"/>
      <w:bookmarkEnd w:id="60"/>
      <w:bookmarkEnd w:id="61"/>
      <w:bookmarkEnd w:id="62"/>
      <w:bookmarkEnd w:id="63"/>
      <w:bookmarkEnd w:id="64"/>
      <w:bookmarkEnd w:id="65"/>
      <w:bookmarkEnd w:id="66"/>
      <w:bookmarkEnd w:id="67"/>
      <w:bookmarkEnd w:id="68"/>
      <w:bookmarkEnd w:id="69"/>
    </w:p>
    <w:bookmarkEnd w:id="70"/>
    <w:p w14:paraId="033FA068" w14:textId="77777777" w:rsidR="005E5B22" w:rsidRPr="006559B5" w:rsidRDefault="005E5B22" w:rsidP="005E5B22">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Project Charter</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3AF97300" w14:textId="77777777" w:rsidR="005E5B22" w:rsidRDefault="005E5B22" w:rsidP="005E5B22">
      <w:pPr>
        <w:pStyle w:val="Caption"/>
        <w:keepNext/>
      </w:pPr>
      <w:bookmarkStart w:id="72" w:name="_Toc391640582"/>
      <w:bookmarkStart w:id="73" w:name="_Toc395092485"/>
      <w:bookmarkStart w:id="74" w:name="_Toc395104116"/>
      <w:bookmarkStart w:id="75" w:name="_Toc395104372"/>
      <w:bookmarkStart w:id="76" w:name="_Toc395107353"/>
      <w:bookmarkStart w:id="77" w:name="_Toc395163195"/>
      <w:bookmarkStart w:id="78" w:name="_Toc395165913"/>
      <w:bookmarkStart w:id="79" w:name="_Toc395166952"/>
      <w:bookmarkStart w:id="80" w:name="_Toc395168754"/>
      <w:bookmarkStart w:id="81" w:name="_Toc395170191"/>
      <w:bookmarkStart w:id="82" w:name="_Toc395769976"/>
      <w:bookmarkStart w:id="83" w:name="_Toc395773330"/>
      <w:r>
        <w:t xml:space="preserve">Table </w:t>
      </w:r>
      <w:r w:rsidR="0040407A">
        <w:fldChar w:fldCharType="begin"/>
      </w:r>
      <w:r w:rsidR="0040407A">
        <w:instrText xml:space="preserve"> SEQ Table \* ARABIC </w:instrText>
      </w:r>
      <w:r w:rsidR="0040407A">
        <w:fldChar w:fldCharType="separate"/>
      </w:r>
      <w:r>
        <w:rPr>
          <w:noProof/>
        </w:rPr>
        <w:t>7</w:t>
      </w:r>
      <w:r w:rsidR="0040407A">
        <w:rPr>
          <w:noProof/>
        </w:rPr>
        <w:fldChar w:fldCharType="end"/>
      </w:r>
      <w:r>
        <w:t>: Record of Changes</w:t>
      </w:r>
      <w:bookmarkEnd w:id="72"/>
      <w:bookmarkEnd w:id="73"/>
      <w:bookmarkEnd w:id="74"/>
      <w:bookmarkEnd w:id="75"/>
      <w:bookmarkEnd w:id="76"/>
      <w:bookmarkEnd w:id="77"/>
      <w:bookmarkEnd w:id="78"/>
      <w:bookmarkEnd w:id="79"/>
      <w:bookmarkEnd w:id="80"/>
      <w:bookmarkEnd w:id="81"/>
      <w:bookmarkEnd w:id="82"/>
      <w:bookmarkEnd w:id="83"/>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5E5B22" w:rsidRPr="000E5004" w14:paraId="4E69CA0D" w14:textId="77777777" w:rsidTr="005E5B22">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0EBD89D7" w14:textId="77777777" w:rsidR="005E5B22" w:rsidRPr="00956C5C" w:rsidRDefault="005E5B22" w:rsidP="005E5B22">
            <w:pPr>
              <w:pStyle w:val="TableColumnHeading"/>
            </w:pPr>
            <w:r w:rsidRPr="00956C5C">
              <w:t>Version</w:t>
            </w:r>
          </w:p>
          <w:p w14:paraId="185DC87C" w14:textId="77777777" w:rsidR="005E5B22" w:rsidRPr="00956C5C" w:rsidRDefault="005E5B22" w:rsidP="005E5B22">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0E10C8B" w14:textId="77777777" w:rsidR="005E5B22" w:rsidRPr="00956C5C" w:rsidRDefault="005E5B22" w:rsidP="005E5B22">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4AB25FC" w14:textId="77777777" w:rsidR="005E5B22" w:rsidRPr="00A3688F" w:rsidRDefault="005E5B22" w:rsidP="005E5B22">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24DD0732" w14:textId="77777777" w:rsidR="005E5B22" w:rsidRPr="00956C5C" w:rsidRDefault="005E5B22" w:rsidP="005E5B22">
            <w:pPr>
              <w:pStyle w:val="TableColumnHeading"/>
            </w:pPr>
            <w:r w:rsidRPr="00956C5C">
              <w:t>Description of Change</w:t>
            </w:r>
          </w:p>
        </w:tc>
      </w:tr>
      <w:tr w:rsidR="005E5B22" w14:paraId="16C0D117" w14:textId="77777777" w:rsidTr="005E5B2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4B793A1A" w14:textId="77777777" w:rsidR="005E5B22" w:rsidRPr="000E5004" w:rsidRDefault="005E5B22" w:rsidP="005E5B22">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4B6C812" w14:textId="77777777" w:rsidR="005E5B22" w:rsidRPr="000E5004" w:rsidRDefault="005E5B22" w:rsidP="005E5B22">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73261F18" w14:textId="77777777" w:rsidR="005E5B22" w:rsidRPr="000E5004" w:rsidRDefault="005E5B22" w:rsidP="005E5B22">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1883E3A4" w14:textId="77777777" w:rsidR="005E5B22" w:rsidRPr="000E5004" w:rsidRDefault="005E5B22" w:rsidP="005E5B22">
            <w:pPr>
              <w:pStyle w:val="TableText"/>
            </w:pPr>
          </w:p>
        </w:tc>
      </w:tr>
      <w:tr w:rsidR="005E5B22" w14:paraId="78A1DC09"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E220FE8" w14:textId="77777777" w:rsidR="005E5B22" w:rsidRPr="000E5004"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BC92C17" w14:textId="77777777" w:rsidR="005E5B22" w:rsidRPr="000E5004"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FAD7573" w14:textId="77777777" w:rsidR="005E5B22" w:rsidRPr="000E5004"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C7FA9CC" w14:textId="77777777" w:rsidR="005E5B22" w:rsidRPr="000E5004" w:rsidRDefault="005E5B22" w:rsidP="005E5B22">
            <w:pPr>
              <w:pStyle w:val="TableText"/>
            </w:pPr>
          </w:p>
        </w:tc>
      </w:tr>
      <w:tr w:rsidR="005E5B22" w14:paraId="6C191995"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48338E2" w14:textId="77777777" w:rsidR="005E5B22" w:rsidRPr="000E5004"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92A1A6E" w14:textId="77777777" w:rsidR="005E5B22" w:rsidRPr="000E5004"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F44D032" w14:textId="77777777" w:rsidR="005E5B22" w:rsidRPr="000E5004"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DF3C6A9" w14:textId="77777777" w:rsidR="005E5B22" w:rsidRPr="000E5004" w:rsidRDefault="005E5B22" w:rsidP="005E5B22">
            <w:pPr>
              <w:pStyle w:val="TableText"/>
            </w:pPr>
          </w:p>
        </w:tc>
      </w:tr>
      <w:tr w:rsidR="005E5B22" w14:paraId="66987B9C"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9F76151" w14:textId="77777777" w:rsidR="005E5B22" w:rsidRPr="000E5004"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25D2164" w14:textId="77777777" w:rsidR="005E5B22" w:rsidRPr="000E5004"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9D6BF51" w14:textId="77777777" w:rsidR="005E5B22" w:rsidRPr="000E5004"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E762C91" w14:textId="77777777" w:rsidR="005E5B22" w:rsidRPr="000E5004" w:rsidRDefault="005E5B22" w:rsidP="005E5B22">
            <w:pPr>
              <w:pStyle w:val="TableText"/>
            </w:pPr>
          </w:p>
        </w:tc>
      </w:tr>
      <w:tr w:rsidR="005E5B22" w14:paraId="3C723C9C"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2CAEDB6"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E0E1105"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CAFC59C"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E3CC584" w14:textId="77777777" w:rsidR="005E5B22" w:rsidRPr="004B5BBD" w:rsidRDefault="005E5B22" w:rsidP="005E5B22">
            <w:pPr>
              <w:pStyle w:val="TableText"/>
            </w:pPr>
          </w:p>
        </w:tc>
      </w:tr>
      <w:tr w:rsidR="005E5B22" w14:paraId="4DB04BAE"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58BF67B"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57B7CEF"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D74DC20"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72DA8C5" w14:textId="77777777" w:rsidR="005E5B22" w:rsidRPr="004B5BBD" w:rsidRDefault="005E5B22" w:rsidP="005E5B22">
            <w:pPr>
              <w:pStyle w:val="TableText"/>
            </w:pPr>
          </w:p>
        </w:tc>
      </w:tr>
      <w:tr w:rsidR="005E5B22" w14:paraId="50C5C6CC"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F54424D"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E8079FC"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1D495B0"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37F2BF2" w14:textId="77777777" w:rsidR="005E5B22" w:rsidRPr="004B5BBD" w:rsidRDefault="005E5B22" w:rsidP="005E5B22">
            <w:pPr>
              <w:pStyle w:val="TableText"/>
            </w:pPr>
          </w:p>
        </w:tc>
      </w:tr>
      <w:tr w:rsidR="005E5B22" w14:paraId="7FA0BB6C"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E684F75"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2BD230F"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CF6AAF8"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E09F8F6" w14:textId="77777777" w:rsidR="005E5B22" w:rsidRPr="004B5BBD" w:rsidRDefault="005E5B22" w:rsidP="005E5B22">
            <w:pPr>
              <w:pStyle w:val="TableText"/>
            </w:pPr>
          </w:p>
        </w:tc>
      </w:tr>
      <w:tr w:rsidR="005E5B22" w14:paraId="3EF7B5C5"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4431811"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CFF2B5B"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42EFA1B"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93DB28E" w14:textId="77777777" w:rsidR="005E5B22" w:rsidRPr="004B5BBD" w:rsidRDefault="005E5B22" w:rsidP="005E5B22">
            <w:pPr>
              <w:pStyle w:val="TableText"/>
            </w:pPr>
          </w:p>
        </w:tc>
      </w:tr>
      <w:tr w:rsidR="005E5B22" w14:paraId="57CBCCF4"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0052BA5"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168340E"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5A1D221"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C071C0D" w14:textId="77777777" w:rsidR="005E5B22" w:rsidRPr="004B5BBD" w:rsidRDefault="005E5B22" w:rsidP="005E5B22">
            <w:pPr>
              <w:pStyle w:val="TableText"/>
            </w:pPr>
          </w:p>
        </w:tc>
      </w:tr>
      <w:tr w:rsidR="005E5B22" w14:paraId="591EB6C4"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0828941"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AD84991"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68B4068"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7328B82" w14:textId="77777777" w:rsidR="005E5B22" w:rsidRPr="004B5BBD" w:rsidRDefault="005E5B22" w:rsidP="005E5B22">
            <w:pPr>
              <w:pStyle w:val="TableText"/>
            </w:pPr>
          </w:p>
        </w:tc>
      </w:tr>
      <w:tr w:rsidR="005E5B22" w14:paraId="63009453" w14:textId="77777777" w:rsidTr="005E5B2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A56746B" w14:textId="77777777" w:rsidR="005E5B22" w:rsidRPr="004B5BBD" w:rsidRDefault="005E5B22" w:rsidP="005E5B2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1BCDFF9" w14:textId="77777777" w:rsidR="005E5B22" w:rsidRPr="004B5BBD" w:rsidRDefault="005E5B22" w:rsidP="005E5B2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5E928A7" w14:textId="77777777" w:rsidR="005E5B22" w:rsidRPr="004B5BBD" w:rsidRDefault="005E5B22" w:rsidP="005E5B2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CC9564D" w14:textId="77777777" w:rsidR="005E5B22" w:rsidRPr="004B5BBD" w:rsidRDefault="005E5B22" w:rsidP="005E5B22">
            <w:pPr>
              <w:pStyle w:val="TableText"/>
            </w:pPr>
          </w:p>
        </w:tc>
      </w:tr>
    </w:tbl>
    <w:p w14:paraId="28471184" w14:textId="77777777" w:rsidR="005E5B22" w:rsidRPr="0026122C" w:rsidRDefault="005E5B22" w:rsidP="005E5B22"/>
    <w:p w14:paraId="4977B4DE" w14:textId="77777777" w:rsidR="005E5B22" w:rsidRDefault="005E5B22" w:rsidP="005E5B22">
      <w:pPr>
        <w:pStyle w:val="BackMatterHeading"/>
      </w:pPr>
      <w:bookmarkStart w:id="84" w:name="_Toc395081363"/>
      <w:bookmarkStart w:id="85" w:name="_Toc395092001"/>
      <w:bookmarkStart w:id="86" w:name="_Toc395093010"/>
      <w:bookmarkStart w:id="87" w:name="_Toc395095147"/>
      <w:bookmarkStart w:id="88" w:name="_Toc395107346"/>
      <w:bookmarkStart w:id="89" w:name="_Toc395163186"/>
      <w:bookmarkStart w:id="90" w:name="_Toc395165904"/>
      <w:bookmarkStart w:id="91" w:name="_Toc395166939"/>
      <w:bookmarkStart w:id="92" w:name="_Toc395168740"/>
      <w:bookmarkStart w:id="93" w:name="_Toc395170180"/>
      <w:bookmarkStart w:id="94" w:name="_Toc395769967"/>
      <w:bookmarkStart w:id="95" w:name="_Toc395773788"/>
      <w:r>
        <w:lastRenderedPageBreak/>
        <w:t>Acronyms</w:t>
      </w:r>
      <w:bookmarkEnd w:id="84"/>
      <w:bookmarkEnd w:id="85"/>
      <w:bookmarkEnd w:id="86"/>
      <w:bookmarkEnd w:id="87"/>
      <w:bookmarkEnd w:id="88"/>
      <w:bookmarkEnd w:id="89"/>
      <w:bookmarkEnd w:id="90"/>
      <w:bookmarkEnd w:id="91"/>
      <w:bookmarkEnd w:id="92"/>
      <w:bookmarkEnd w:id="93"/>
      <w:bookmarkEnd w:id="94"/>
      <w:bookmarkEnd w:id="95"/>
    </w:p>
    <w:p w14:paraId="1062802B" w14:textId="77777777" w:rsidR="005E5B22" w:rsidRDefault="005E5B22" w:rsidP="005E5B22">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2DDBAB18" w14:textId="77777777" w:rsidR="005E5B22" w:rsidRDefault="005E5B22" w:rsidP="005E5B22">
      <w:pPr>
        <w:pStyle w:val="Caption"/>
        <w:keepNext/>
      </w:pPr>
      <w:bookmarkStart w:id="96" w:name="_Toc391640583"/>
      <w:bookmarkStart w:id="97" w:name="_Toc395092486"/>
      <w:bookmarkStart w:id="98" w:name="_Toc395104117"/>
      <w:bookmarkStart w:id="99" w:name="_Toc395104373"/>
      <w:bookmarkStart w:id="100" w:name="_Toc395107354"/>
      <w:bookmarkStart w:id="101" w:name="_Toc395163196"/>
      <w:bookmarkStart w:id="102" w:name="_Toc395165914"/>
      <w:bookmarkStart w:id="103" w:name="_Toc395166953"/>
      <w:bookmarkStart w:id="104" w:name="_Toc395168755"/>
      <w:bookmarkStart w:id="105" w:name="_Toc395170192"/>
      <w:bookmarkStart w:id="106" w:name="_Toc395769977"/>
      <w:bookmarkStart w:id="107" w:name="_Toc395773331"/>
      <w:r>
        <w:t xml:space="preserve">Table </w:t>
      </w:r>
      <w:r w:rsidR="0040407A">
        <w:fldChar w:fldCharType="begin"/>
      </w:r>
      <w:r w:rsidR="0040407A">
        <w:instrText xml:space="preserve"> SEQ Table \* ARABIC </w:instrText>
      </w:r>
      <w:r w:rsidR="0040407A">
        <w:fldChar w:fldCharType="separate"/>
      </w:r>
      <w:r>
        <w:rPr>
          <w:noProof/>
        </w:rPr>
        <w:t>8</w:t>
      </w:r>
      <w:r w:rsidR="0040407A">
        <w:rPr>
          <w:noProof/>
        </w:rPr>
        <w:fldChar w:fldCharType="end"/>
      </w:r>
      <w:r>
        <w:t>: Acronyms</w:t>
      </w:r>
      <w:bookmarkEnd w:id="96"/>
      <w:bookmarkEnd w:id="97"/>
      <w:bookmarkEnd w:id="98"/>
      <w:bookmarkEnd w:id="99"/>
      <w:bookmarkEnd w:id="100"/>
      <w:bookmarkEnd w:id="101"/>
      <w:bookmarkEnd w:id="102"/>
      <w:bookmarkEnd w:id="103"/>
      <w:bookmarkEnd w:id="104"/>
      <w:bookmarkEnd w:id="105"/>
      <w:bookmarkEnd w:id="106"/>
      <w:bookmarkEnd w:id="10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5E5B22" w14:paraId="1BE70D50" w14:textId="77777777" w:rsidTr="005E5B22">
        <w:trPr>
          <w:cantSplit/>
          <w:tblHeader/>
        </w:trPr>
        <w:tc>
          <w:tcPr>
            <w:tcW w:w="1890" w:type="dxa"/>
            <w:shd w:val="clear" w:color="auto" w:fill="1F497D"/>
          </w:tcPr>
          <w:p w14:paraId="5F3F7768" w14:textId="77777777" w:rsidR="005E5B22" w:rsidRDefault="005E5B22" w:rsidP="005E5B22">
            <w:pPr>
              <w:pStyle w:val="TableColumnHeading"/>
            </w:pPr>
            <w:r>
              <w:t>Acronym</w:t>
            </w:r>
          </w:p>
        </w:tc>
        <w:tc>
          <w:tcPr>
            <w:tcW w:w="7470" w:type="dxa"/>
            <w:shd w:val="clear" w:color="auto" w:fill="1F497D"/>
          </w:tcPr>
          <w:p w14:paraId="20D4B9C2" w14:textId="77777777" w:rsidR="005E5B22" w:rsidRDefault="005E5B22" w:rsidP="005E5B22">
            <w:pPr>
              <w:pStyle w:val="TableColumnHeading"/>
            </w:pPr>
            <w:r>
              <w:t>Literal Translation</w:t>
            </w:r>
          </w:p>
        </w:tc>
      </w:tr>
      <w:tr w:rsidR="005E5B22" w14:paraId="44E3840B" w14:textId="77777777" w:rsidTr="005E5B22">
        <w:trPr>
          <w:cantSplit/>
        </w:trPr>
        <w:tc>
          <w:tcPr>
            <w:tcW w:w="1890" w:type="dxa"/>
          </w:tcPr>
          <w:p w14:paraId="09F674A2" w14:textId="04699FC9" w:rsidR="005E5B22" w:rsidRPr="006C7C12" w:rsidRDefault="005E5B22" w:rsidP="005E5B22">
            <w:pPr>
              <w:rPr>
                <w:b/>
                <w:sz w:val="24"/>
                <w:szCs w:val="24"/>
              </w:rPr>
            </w:pPr>
            <w:r w:rsidRPr="005634CF">
              <w:rPr>
                <w:b/>
              </w:rPr>
              <w:t>CMS</w:t>
            </w:r>
          </w:p>
        </w:tc>
        <w:tc>
          <w:tcPr>
            <w:tcW w:w="7470" w:type="dxa"/>
          </w:tcPr>
          <w:p w14:paraId="4EE511AA" w14:textId="632395A5" w:rsidR="005E5B22" w:rsidRPr="006C7C12" w:rsidRDefault="005E5B22" w:rsidP="005E5B22">
            <w:pPr>
              <w:rPr>
                <w:sz w:val="24"/>
                <w:szCs w:val="24"/>
              </w:rPr>
            </w:pPr>
            <w:r w:rsidRPr="005634CF">
              <w:t>Centers for Medicare &amp; Medicaid Services</w:t>
            </w:r>
          </w:p>
        </w:tc>
      </w:tr>
      <w:tr w:rsidR="005E5B22" w14:paraId="2CE7AFEB" w14:textId="77777777" w:rsidTr="005E5B22">
        <w:trPr>
          <w:cantSplit/>
        </w:trPr>
        <w:tc>
          <w:tcPr>
            <w:tcW w:w="1890" w:type="dxa"/>
          </w:tcPr>
          <w:p w14:paraId="674D794E" w14:textId="6730BA8C" w:rsidR="005E5B22" w:rsidRPr="006C7C12" w:rsidRDefault="005E5B22" w:rsidP="005E5B22">
            <w:pPr>
              <w:rPr>
                <w:b/>
                <w:sz w:val="24"/>
                <w:szCs w:val="24"/>
              </w:rPr>
            </w:pPr>
            <w:r w:rsidRPr="005634CF">
              <w:rPr>
                <w:b/>
              </w:rPr>
              <w:t>PMP</w:t>
            </w:r>
          </w:p>
        </w:tc>
        <w:tc>
          <w:tcPr>
            <w:tcW w:w="7470" w:type="dxa"/>
          </w:tcPr>
          <w:p w14:paraId="223380FA" w14:textId="5371845E" w:rsidR="005E5B22" w:rsidRPr="006C7C12" w:rsidRDefault="005E5B22" w:rsidP="005E5B22">
            <w:pPr>
              <w:rPr>
                <w:sz w:val="24"/>
                <w:szCs w:val="24"/>
              </w:rPr>
            </w:pPr>
            <w:r w:rsidRPr="005634CF">
              <w:t>Project Management Plan</w:t>
            </w:r>
          </w:p>
        </w:tc>
      </w:tr>
      <w:tr w:rsidR="005E5B22" w14:paraId="17BE6E4B" w14:textId="77777777" w:rsidTr="005E5B22">
        <w:trPr>
          <w:cantSplit/>
        </w:trPr>
        <w:tc>
          <w:tcPr>
            <w:tcW w:w="1890" w:type="dxa"/>
          </w:tcPr>
          <w:p w14:paraId="4F548D95" w14:textId="44EFFF7C" w:rsidR="005E5B22" w:rsidRPr="006C7C12" w:rsidRDefault="005E5B22" w:rsidP="005E5B22">
            <w:pPr>
              <w:rPr>
                <w:b/>
                <w:sz w:val="24"/>
                <w:szCs w:val="24"/>
              </w:rPr>
            </w:pPr>
            <w:r w:rsidRPr="005634CF">
              <w:rPr>
                <w:b/>
              </w:rPr>
              <w:t>PPA</w:t>
            </w:r>
          </w:p>
        </w:tc>
        <w:tc>
          <w:tcPr>
            <w:tcW w:w="7470" w:type="dxa"/>
          </w:tcPr>
          <w:p w14:paraId="79C86458" w14:textId="4629231F" w:rsidR="005E5B22" w:rsidRPr="006C7C12" w:rsidRDefault="005E5B22" w:rsidP="005E5B22">
            <w:pPr>
              <w:rPr>
                <w:sz w:val="24"/>
                <w:szCs w:val="24"/>
              </w:rPr>
            </w:pPr>
            <w:r w:rsidRPr="005634CF">
              <w:t>Project Process Agreement</w:t>
            </w:r>
          </w:p>
        </w:tc>
      </w:tr>
      <w:tr w:rsidR="005E5B22" w14:paraId="4FA71F24" w14:textId="77777777" w:rsidTr="005E5B22">
        <w:trPr>
          <w:cantSplit/>
        </w:trPr>
        <w:tc>
          <w:tcPr>
            <w:tcW w:w="1890" w:type="dxa"/>
          </w:tcPr>
          <w:p w14:paraId="7F9A037E" w14:textId="33352565" w:rsidR="005E5B22" w:rsidRPr="006C7C12" w:rsidRDefault="005E5B22" w:rsidP="005E5B22">
            <w:pPr>
              <w:rPr>
                <w:b/>
                <w:sz w:val="24"/>
                <w:szCs w:val="24"/>
              </w:rPr>
            </w:pPr>
            <w:r w:rsidRPr="005634CF">
              <w:rPr>
                <w:b/>
              </w:rPr>
              <w:t>WBS</w:t>
            </w:r>
          </w:p>
        </w:tc>
        <w:tc>
          <w:tcPr>
            <w:tcW w:w="7470" w:type="dxa"/>
          </w:tcPr>
          <w:p w14:paraId="5284E738" w14:textId="18E851F6" w:rsidR="005E5B22" w:rsidRPr="006C7C12" w:rsidRDefault="005E5B22" w:rsidP="005E5B22">
            <w:pPr>
              <w:rPr>
                <w:sz w:val="24"/>
                <w:szCs w:val="24"/>
              </w:rPr>
            </w:pPr>
            <w:r w:rsidRPr="005634CF">
              <w:t>Work Breakdown Structure</w:t>
            </w:r>
          </w:p>
        </w:tc>
      </w:tr>
      <w:tr w:rsidR="005E5B22" w14:paraId="6868C658" w14:textId="77777777" w:rsidTr="005E5B22">
        <w:trPr>
          <w:cantSplit/>
        </w:trPr>
        <w:tc>
          <w:tcPr>
            <w:tcW w:w="1890" w:type="dxa"/>
          </w:tcPr>
          <w:p w14:paraId="59629313" w14:textId="77777777" w:rsidR="005E5B22" w:rsidRPr="006C7C12" w:rsidRDefault="005E5B22" w:rsidP="005E5B22">
            <w:pPr>
              <w:rPr>
                <w:b/>
                <w:sz w:val="24"/>
                <w:szCs w:val="24"/>
              </w:rPr>
            </w:pPr>
          </w:p>
        </w:tc>
        <w:tc>
          <w:tcPr>
            <w:tcW w:w="7470" w:type="dxa"/>
          </w:tcPr>
          <w:p w14:paraId="35B1286E" w14:textId="77777777" w:rsidR="005E5B22" w:rsidRPr="006C7C12" w:rsidRDefault="005E5B22" w:rsidP="005E5B22">
            <w:pPr>
              <w:rPr>
                <w:sz w:val="24"/>
                <w:szCs w:val="24"/>
              </w:rPr>
            </w:pPr>
          </w:p>
        </w:tc>
      </w:tr>
    </w:tbl>
    <w:p w14:paraId="168E1BA0" w14:textId="77777777" w:rsidR="005E5B22" w:rsidRDefault="005E5B22" w:rsidP="005E5B22">
      <w:pPr>
        <w:pStyle w:val="BackMatterHeading"/>
      </w:pPr>
      <w:bookmarkStart w:id="108" w:name="_Toc363205557"/>
      <w:bookmarkStart w:id="109" w:name="_Toc395081364"/>
      <w:bookmarkStart w:id="110" w:name="_Toc395092002"/>
      <w:bookmarkStart w:id="111" w:name="_Toc395093011"/>
      <w:bookmarkStart w:id="112" w:name="_Toc395095148"/>
      <w:bookmarkStart w:id="113" w:name="_Toc395107347"/>
      <w:bookmarkStart w:id="114" w:name="_Toc395163187"/>
      <w:bookmarkStart w:id="115" w:name="_Toc395165905"/>
      <w:bookmarkStart w:id="116" w:name="_Toc395166940"/>
      <w:bookmarkStart w:id="117" w:name="_Toc395168741"/>
      <w:bookmarkStart w:id="118" w:name="_Toc395170181"/>
      <w:bookmarkStart w:id="119" w:name="_Toc395769968"/>
      <w:bookmarkStart w:id="120" w:name="_Toc395773789"/>
      <w:r w:rsidRPr="001D5C02">
        <w:lastRenderedPageBreak/>
        <w:t>Glossary</w:t>
      </w:r>
      <w:bookmarkEnd w:id="108"/>
      <w:bookmarkEnd w:id="109"/>
      <w:bookmarkEnd w:id="110"/>
      <w:bookmarkEnd w:id="111"/>
      <w:bookmarkEnd w:id="112"/>
      <w:bookmarkEnd w:id="113"/>
      <w:bookmarkEnd w:id="114"/>
      <w:bookmarkEnd w:id="115"/>
      <w:bookmarkEnd w:id="116"/>
      <w:bookmarkEnd w:id="117"/>
      <w:bookmarkEnd w:id="118"/>
      <w:bookmarkEnd w:id="119"/>
      <w:bookmarkEnd w:id="120"/>
    </w:p>
    <w:p w14:paraId="64C6940D" w14:textId="77777777" w:rsidR="005E5B22" w:rsidRDefault="005E5B22" w:rsidP="005E5B22">
      <w:pPr>
        <w:pStyle w:val="InfoBlue"/>
        <w:spacing w:after="360"/>
        <w:ind w:left="0"/>
        <w:jc w:val="left"/>
        <w:rPr>
          <w:rFonts w:ascii="Arial" w:hAnsi="Arial" w:cs="Arial"/>
          <w:szCs w:val="22"/>
        </w:rPr>
      </w:pPr>
      <w:r w:rsidRPr="009357E1">
        <w:rPr>
          <w:rFonts w:ascii="Arial" w:hAnsi="Arial" w:cs="Arial"/>
          <w:szCs w:val="22"/>
        </w:rPr>
        <w:t xml:space="preserve">Instructions: Provide clear and concise definitions for terms used in this document that may be unfamiliar to readers of the document. Terms are to </w:t>
      </w:r>
      <w:proofErr w:type="gramStart"/>
      <w:r w:rsidRPr="009357E1">
        <w:rPr>
          <w:rFonts w:ascii="Arial" w:hAnsi="Arial" w:cs="Arial"/>
          <w:szCs w:val="22"/>
        </w:rPr>
        <w:t>be listed</w:t>
      </w:r>
      <w:proofErr w:type="gramEnd"/>
      <w:r w:rsidRPr="009357E1">
        <w:rPr>
          <w:rFonts w:ascii="Arial" w:hAnsi="Arial" w:cs="Arial"/>
          <w:szCs w:val="22"/>
        </w:rPr>
        <w:t xml:space="preserve"> in alphabetical order.</w:t>
      </w:r>
    </w:p>
    <w:p w14:paraId="312AA924" w14:textId="77777777" w:rsidR="005E5B22" w:rsidRDefault="005E5B22" w:rsidP="005E5B22">
      <w:pPr>
        <w:pStyle w:val="Caption"/>
        <w:keepNext/>
      </w:pPr>
      <w:bookmarkStart w:id="121" w:name="_Toc391640584"/>
      <w:bookmarkStart w:id="122" w:name="_Toc395092487"/>
      <w:bookmarkStart w:id="123" w:name="_Toc395104118"/>
      <w:bookmarkStart w:id="124" w:name="_Toc395104374"/>
      <w:bookmarkStart w:id="125" w:name="_Toc395107355"/>
      <w:bookmarkStart w:id="126" w:name="_Toc395163197"/>
      <w:bookmarkStart w:id="127" w:name="_Toc395165915"/>
      <w:bookmarkStart w:id="128" w:name="_Toc395166954"/>
      <w:bookmarkStart w:id="129" w:name="_Toc395168756"/>
      <w:bookmarkStart w:id="130" w:name="_Toc395170193"/>
      <w:bookmarkStart w:id="131" w:name="_Toc395769978"/>
      <w:bookmarkStart w:id="132" w:name="_Toc395773332"/>
      <w:r>
        <w:t xml:space="preserve">Table </w:t>
      </w:r>
      <w:r w:rsidR="0040407A">
        <w:fldChar w:fldCharType="begin"/>
      </w:r>
      <w:r w:rsidR="0040407A">
        <w:instrText xml:space="preserve"> SEQ Table \* ARABIC </w:instrText>
      </w:r>
      <w:r w:rsidR="0040407A">
        <w:fldChar w:fldCharType="separate"/>
      </w:r>
      <w:r>
        <w:rPr>
          <w:noProof/>
        </w:rPr>
        <w:t>9</w:t>
      </w:r>
      <w:r w:rsidR="0040407A">
        <w:rPr>
          <w:noProof/>
        </w:rPr>
        <w:fldChar w:fldCharType="end"/>
      </w:r>
      <w:r>
        <w:t>: Glossary</w:t>
      </w:r>
      <w:bookmarkEnd w:id="121"/>
      <w:bookmarkEnd w:id="122"/>
      <w:bookmarkEnd w:id="123"/>
      <w:bookmarkEnd w:id="124"/>
      <w:bookmarkEnd w:id="125"/>
      <w:bookmarkEnd w:id="126"/>
      <w:bookmarkEnd w:id="127"/>
      <w:bookmarkEnd w:id="128"/>
      <w:bookmarkEnd w:id="129"/>
      <w:bookmarkEnd w:id="130"/>
      <w:bookmarkEnd w:id="131"/>
      <w:bookmarkEnd w:id="1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5E5B22" w14:paraId="2D6950EC" w14:textId="77777777" w:rsidTr="005E5B22">
        <w:trPr>
          <w:cantSplit/>
          <w:tblHeader/>
        </w:trPr>
        <w:tc>
          <w:tcPr>
            <w:tcW w:w="3690" w:type="dxa"/>
            <w:shd w:val="clear" w:color="auto" w:fill="1F497D"/>
          </w:tcPr>
          <w:p w14:paraId="4CA78B91" w14:textId="77777777" w:rsidR="005E5B22" w:rsidRDefault="005E5B22" w:rsidP="005E5B22">
            <w:pPr>
              <w:pStyle w:val="TableColumnHeading"/>
            </w:pPr>
            <w:r>
              <w:t>Term</w:t>
            </w:r>
          </w:p>
        </w:tc>
        <w:tc>
          <w:tcPr>
            <w:tcW w:w="5670" w:type="dxa"/>
            <w:shd w:val="clear" w:color="auto" w:fill="1F497D"/>
          </w:tcPr>
          <w:p w14:paraId="52A20A13" w14:textId="77777777" w:rsidR="005E5B22" w:rsidRDefault="005E5B22" w:rsidP="005E5B22">
            <w:pPr>
              <w:pStyle w:val="TableColumnHeading"/>
            </w:pPr>
            <w:r>
              <w:t>Definition</w:t>
            </w:r>
          </w:p>
        </w:tc>
      </w:tr>
      <w:tr w:rsidR="005E5B22" w14:paraId="1BD658F9" w14:textId="77777777" w:rsidTr="005E5B22">
        <w:trPr>
          <w:cantSplit/>
        </w:trPr>
        <w:tc>
          <w:tcPr>
            <w:tcW w:w="3690" w:type="dxa"/>
          </w:tcPr>
          <w:p w14:paraId="3C52354B" w14:textId="77777777" w:rsidR="005E5B22" w:rsidRPr="00EC4387" w:rsidRDefault="005E5B22" w:rsidP="005E5B22">
            <w:pPr>
              <w:pStyle w:val="AcronymTerm"/>
              <w:rPr>
                <w:sz w:val="20"/>
              </w:rPr>
            </w:pPr>
          </w:p>
        </w:tc>
        <w:tc>
          <w:tcPr>
            <w:tcW w:w="5670" w:type="dxa"/>
          </w:tcPr>
          <w:p w14:paraId="38D343A1" w14:textId="77777777" w:rsidR="005E5B22" w:rsidRPr="00EC0B41" w:rsidRDefault="005E5B22" w:rsidP="005E5B22">
            <w:pPr>
              <w:pStyle w:val="AcronymDefinition"/>
              <w:rPr>
                <w:sz w:val="20"/>
              </w:rPr>
            </w:pPr>
          </w:p>
        </w:tc>
      </w:tr>
      <w:tr w:rsidR="005E5B22" w14:paraId="198A66ED" w14:textId="77777777" w:rsidTr="005E5B22">
        <w:trPr>
          <w:cantSplit/>
        </w:trPr>
        <w:tc>
          <w:tcPr>
            <w:tcW w:w="3690" w:type="dxa"/>
          </w:tcPr>
          <w:p w14:paraId="09200800" w14:textId="77777777" w:rsidR="005E5B22" w:rsidRPr="00EC4387" w:rsidRDefault="005E5B22" w:rsidP="005E5B22">
            <w:pPr>
              <w:pStyle w:val="AcronymTerm"/>
              <w:rPr>
                <w:sz w:val="20"/>
              </w:rPr>
            </w:pPr>
          </w:p>
        </w:tc>
        <w:tc>
          <w:tcPr>
            <w:tcW w:w="5670" w:type="dxa"/>
          </w:tcPr>
          <w:p w14:paraId="2CDF9CAD" w14:textId="77777777" w:rsidR="005E5B22" w:rsidRPr="00EC0B41" w:rsidRDefault="005E5B22" w:rsidP="005E5B22">
            <w:pPr>
              <w:pStyle w:val="AcronymDefinition"/>
              <w:rPr>
                <w:sz w:val="20"/>
              </w:rPr>
            </w:pPr>
          </w:p>
        </w:tc>
      </w:tr>
      <w:tr w:rsidR="005E5B22" w14:paraId="40BDC934" w14:textId="77777777" w:rsidTr="005E5B22">
        <w:trPr>
          <w:cantSplit/>
        </w:trPr>
        <w:tc>
          <w:tcPr>
            <w:tcW w:w="3690" w:type="dxa"/>
          </w:tcPr>
          <w:p w14:paraId="6D9B4FE9" w14:textId="77777777" w:rsidR="005E5B22" w:rsidRPr="00EC4387" w:rsidRDefault="005E5B22" w:rsidP="005E5B22">
            <w:pPr>
              <w:pStyle w:val="AcronymTerm"/>
              <w:rPr>
                <w:sz w:val="20"/>
              </w:rPr>
            </w:pPr>
          </w:p>
        </w:tc>
        <w:tc>
          <w:tcPr>
            <w:tcW w:w="5670" w:type="dxa"/>
          </w:tcPr>
          <w:p w14:paraId="7A559839" w14:textId="77777777" w:rsidR="005E5B22" w:rsidRPr="00EC0B41" w:rsidRDefault="005E5B22" w:rsidP="005E5B22">
            <w:pPr>
              <w:pStyle w:val="AcronymDefinition"/>
              <w:rPr>
                <w:sz w:val="20"/>
              </w:rPr>
            </w:pPr>
          </w:p>
        </w:tc>
      </w:tr>
      <w:tr w:rsidR="005E5B22" w14:paraId="6F83CD12" w14:textId="77777777" w:rsidTr="005E5B22">
        <w:trPr>
          <w:cantSplit/>
        </w:trPr>
        <w:tc>
          <w:tcPr>
            <w:tcW w:w="3690" w:type="dxa"/>
          </w:tcPr>
          <w:p w14:paraId="4BDCAB87" w14:textId="77777777" w:rsidR="005E5B22" w:rsidRPr="00130128" w:rsidRDefault="005E5B22" w:rsidP="005E5B22">
            <w:pPr>
              <w:pStyle w:val="AcronymTerm"/>
              <w:rPr>
                <w:b w:val="0"/>
              </w:rPr>
            </w:pPr>
          </w:p>
        </w:tc>
        <w:tc>
          <w:tcPr>
            <w:tcW w:w="5670" w:type="dxa"/>
          </w:tcPr>
          <w:p w14:paraId="6BAD3980" w14:textId="77777777" w:rsidR="005E5B22" w:rsidRPr="00130128" w:rsidRDefault="005E5B22" w:rsidP="005E5B22">
            <w:pPr>
              <w:pStyle w:val="AcronymDefinition"/>
            </w:pPr>
          </w:p>
        </w:tc>
      </w:tr>
    </w:tbl>
    <w:p w14:paraId="2E5F2932" w14:textId="77777777" w:rsidR="005E5B22" w:rsidRDefault="005E5B22" w:rsidP="005E5B22">
      <w:pPr>
        <w:spacing w:before="0" w:after="0"/>
        <w:rPr>
          <w:rFonts w:ascii="Arial Narrow" w:hAnsi="Arial Narrow"/>
          <w:b/>
          <w:sz w:val="36"/>
        </w:rPr>
      </w:pPr>
      <w:r>
        <w:br w:type="page"/>
      </w:r>
    </w:p>
    <w:p w14:paraId="13BC2E2C" w14:textId="77777777" w:rsidR="005E5B22" w:rsidRDefault="005E5B22" w:rsidP="005E5B22">
      <w:pPr>
        <w:pStyle w:val="BackMatterHeading"/>
      </w:pPr>
      <w:bookmarkStart w:id="133" w:name="_Toc363205558"/>
      <w:bookmarkStart w:id="134" w:name="_Toc395081365"/>
      <w:bookmarkStart w:id="135" w:name="_Toc395092003"/>
      <w:bookmarkStart w:id="136" w:name="_Toc395093012"/>
      <w:bookmarkStart w:id="137" w:name="_Toc395095149"/>
      <w:bookmarkStart w:id="138" w:name="_Toc395107348"/>
      <w:bookmarkStart w:id="139" w:name="_Toc395163188"/>
      <w:bookmarkStart w:id="140" w:name="_Toc395165906"/>
      <w:bookmarkStart w:id="141" w:name="_Toc395166941"/>
      <w:bookmarkStart w:id="142" w:name="_Toc395168742"/>
      <w:bookmarkStart w:id="143" w:name="_Toc395170182"/>
      <w:bookmarkStart w:id="144" w:name="_Toc395769969"/>
      <w:bookmarkStart w:id="145" w:name="_Toc395773790"/>
      <w:r>
        <w:lastRenderedPageBreak/>
        <w:t>Referenced Documents</w:t>
      </w:r>
      <w:bookmarkEnd w:id="133"/>
      <w:bookmarkEnd w:id="134"/>
      <w:bookmarkEnd w:id="135"/>
      <w:bookmarkEnd w:id="136"/>
      <w:bookmarkEnd w:id="137"/>
      <w:bookmarkEnd w:id="138"/>
      <w:bookmarkEnd w:id="139"/>
      <w:bookmarkEnd w:id="140"/>
      <w:bookmarkEnd w:id="141"/>
      <w:bookmarkEnd w:id="142"/>
      <w:bookmarkEnd w:id="143"/>
      <w:bookmarkEnd w:id="144"/>
      <w:bookmarkEnd w:id="145"/>
    </w:p>
    <w:p w14:paraId="3543FAA5" w14:textId="77777777" w:rsidR="005E5B22" w:rsidRDefault="005E5B22" w:rsidP="005E5B22">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0BF34950" w14:textId="77777777" w:rsidR="005E5B22" w:rsidRDefault="005E5B22" w:rsidP="005E5B22">
      <w:pPr>
        <w:pStyle w:val="Caption"/>
        <w:keepNext/>
      </w:pPr>
      <w:bookmarkStart w:id="146" w:name="_Toc391640585"/>
      <w:bookmarkStart w:id="147" w:name="_Toc395092488"/>
      <w:bookmarkStart w:id="148" w:name="_Toc395104119"/>
      <w:bookmarkStart w:id="149" w:name="_Toc395104375"/>
      <w:bookmarkStart w:id="150" w:name="_Toc395107356"/>
      <w:bookmarkStart w:id="151" w:name="_Toc395163198"/>
      <w:bookmarkStart w:id="152" w:name="_Toc395165916"/>
      <w:bookmarkStart w:id="153" w:name="_Toc395166955"/>
      <w:bookmarkStart w:id="154" w:name="_Toc395168757"/>
      <w:bookmarkStart w:id="155" w:name="_Toc395170194"/>
      <w:bookmarkStart w:id="156" w:name="_Toc395769979"/>
      <w:bookmarkStart w:id="157" w:name="_Toc395773333"/>
      <w:r>
        <w:t xml:space="preserve">Table </w:t>
      </w:r>
      <w:r w:rsidR="0040407A">
        <w:fldChar w:fldCharType="begin"/>
      </w:r>
      <w:r w:rsidR="0040407A">
        <w:instrText xml:space="preserve"> SEQ Table \* ARABIC </w:instrText>
      </w:r>
      <w:r w:rsidR="0040407A">
        <w:fldChar w:fldCharType="separate"/>
      </w:r>
      <w:r>
        <w:rPr>
          <w:noProof/>
        </w:rPr>
        <w:t>10</w:t>
      </w:r>
      <w:r w:rsidR="0040407A">
        <w:rPr>
          <w:noProof/>
        </w:rPr>
        <w:fldChar w:fldCharType="end"/>
      </w:r>
      <w:r>
        <w:t>: Referenced Documents</w:t>
      </w:r>
      <w:bookmarkEnd w:id="146"/>
      <w:bookmarkEnd w:id="147"/>
      <w:bookmarkEnd w:id="148"/>
      <w:bookmarkEnd w:id="149"/>
      <w:bookmarkEnd w:id="150"/>
      <w:bookmarkEnd w:id="151"/>
      <w:bookmarkEnd w:id="152"/>
      <w:bookmarkEnd w:id="153"/>
      <w:bookmarkEnd w:id="154"/>
      <w:bookmarkEnd w:id="155"/>
      <w:bookmarkEnd w:id="156"/>
      <w:bookmarkEnd w:id="157"/>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5E5B22" w:rsidRPr="00B76035" w14:paraId="563E2EC2" w14:textId="77777777" w:rsidTr="005E5B22">
        <w:trPr>
          <w:cantSplit/>
          <w:tblHeader/>
        </w:trPr>
        <w:tc>
          <w:tcPr>
            <w:tcW w:w="1520" w:type="pct"/>
            <w:shd w:val="clear" w:color="auto" w:fill="1F497D"/>
          </w:tcPr>
          <w:p w14:paraId="0F502C7A" w14:textId="77777777" w:rsidR="005E5B22" w:rsidRPr="00EC0B41" w:rsidRDefault="005E5B22" w:rsidP="005E5B22">
            <w:pPr>
              <w:pStyle w:val="TableColumnHeading"/>
            </w:pPr>
            <w:r w:rsidRPr="00EC0B41">
              <w:t>Document Name</w:t>
            </w:r>
          </w:p>
        </w:tc>
        <w:tc>
          <w:tcPr>
            <w:tcW w:w="2254" w:type="pct"/>
            <w:shd w:val="clear" w:color="auto" w:fill="1F497D"/>
          </w:tcPr>
          <w:p w14:paraId="11C6F075" w14:textId="77777777" w:rsidR="005E5B22" w:rsidRPr="00EC0B41" w:rsidRDefault="005E5B22" w:rsidP="005E5B22">
            <w:pPr>
              <w:pStyle w:val="TableColumnHeading"/>
            </w:pPr>
            <w:r w:rsidRPr="00EC0B41">
              <w:t xml:space="preserve">Document </w:t>
            </w:r>
            <w:r>
              <w:t>Location</w:t>
            </w:r>
            <w:r w:rsidRPr="00EC0B41">
              <w:t xml:space="preserve"> and/or URL</w:t>
            </w:r>
          </w:p>
        </w:tc>
        <w:tc>
          <w:tcPr>
            <w:tcW w:w="1226" w:type="pct"/>
            <w:shd w:val="clear" w:color="auto" w:fill="1F497D"/>
          </w:tcPr>
          <w:p w14:paraId="18036B75" w14:textId="77777777" w:rsidR="005E5B22" w:rsidRPr="00EC0B41" w:rsidRDefault="005E5B22" w:rsidP="005E5B22">
            <w:pPr>
              <w:pStyle w:val="TableColumnHeading"/>
            </w:pPr>
            <w:r w:rsidRPr="00EC0B41">
              <w:t>Issuance Date</w:t>
            </w:r>
          </w:p>
        </w:tc>
      </w:tr>
      <w:tr w:rsidR="005E5B22" w:rsidRPr="00B76035" w14:paraId="40A16C08" w14:textId="77777777" w:rsidTr="005E5B22">
        <w:trPr>
          <w:cantSplit/>
        </w:trPr>
        <w:tc>
          <w:tcPr>
            <w:tcW w:w="1520" w:type="pct"/>
          </w:tcPr>
          <w:p w14:paraId="2A94BEB7" w14:textId="77777777" w:rsidR="005E5B22" w:rsidRPr="00EC0B41" w:rsidRDefault="005E5B22" w:rsidP="005E5B22">
            <w:pPr>
              <w:pStyle w:val="AcronymTerm"/>
            </w:pPr>
          </w:p>
        </w:tc>
        <w:tc>
          <w:tcPr>
            <w:tcW w:w="2254" w:type="pct"/>
          </w:tcPr>
          <w:p w14:paraId="27653E16" w14:textId="77777777" w:rsidR="005E5B22" w:rsidRPr="00EC0B41" w:rsidRDefault="005E5B22" w:rsidP="005E5B22">
            <w:pPr>
              <w:pStyle w:val="AcronymTerm"/>
            </w:pPr>
          </w:p>
        </w:tc>
        <w:tc>
          <w:tcPr>
            <w:tcW w:w="1226" w:type="pct"/>
          </w:tcPr>
          <w:p w14:paraId="720B9008" w14:textId="77777777" w:rsidR="005E5B22" w:rsidRPr="00EC0B41" w:rsidRDefault="005E5B22" w:rsidP="005E5B22">
            <w:pPr>
              <w:pStyle w:val="AcronymTerm"/>
            </w:pPr>
          </w:p>
        </w:tc>
      </w:tr>
      <w:tr w:rsidR="005E5B22" w:rsidRPr="00B76035" w14:paraId="7B39CF1B" w14:textId="77777777" w:rsidTr="005E5B22">
        <w:trPr>
          <w:cantSplit/>
        </w:trPr>
        <w:tc>
          <w:tcPr>
            <w:tcW w:w="1520" w:type="pct"/>
          </w:tcPr>
          <w:p w14:paraId="0BBA42C1" w14:textId="77777777" w:rsidR="005E5B22" w:rsidRPr="00EC0B41" w:rsidRDefault="005E5B22" w:rsidP="005E5B22">
            <w:pPr>
              <w:pStyle w:val="AcronymTerm"/>
            </w:pPr>
          </w:p>
        </w:tc>
        <w:tc>
          <w:tcPr>
            <w:tcW w:w="2254" w:type="pct"/>
          </w:tcPr>
          <w:p w14:paraId="039FA369" w14:textId="77777777" w:rsidR="005E5B22" w:rsidRDefault="005E5B22" w:rsidP="005E5B22">
            <w:pPr>
              <w:pStyle w:val="AcronymTerm"/>
            </w:pPr>
          </w:p>
        </w:tc>
        <w:tc>
          <w:tcPr>
            <w:tcW w:w="1226" w:type="pct"/>
          </w:tcPr>
          <w:p w14:paraId="1E4C9697" w14:textId="77777777" w:rsidR="005E5B22" w:rsidRPr="00EC0B41" w:rsidRDefault="005E5B22" w:rsidP="005E5B22">
            <w:pPr>
              <w:pStyle w:val="AcronymTerm"/>
            </w:pPr>
          </w:p>
        </w:tc>
      </w:tr>
      <w:tr w:rsidR="005E5B22" w:rsidRPr="00B76035" w14:paraId="3C8E55FD" w14:textId="77777777" w:rsidTr="005E5B22">
        <w:trPr>
          <w:cantSplit/>
        </w:trPr>
        <w:tc>
          <w:tcPr>
            <w:tcW w:w="1520" w:type="pct"/>
          </w:tcPr>
          <w:p w14:paraId="73CB3E1C" w14:textId="77777777" w:rsidR="005E5B22" w:rsidRPr="00EC0B41" w:rsidRDefault="005E5B22" w:rsidP="005E5B22">
            <w:pPr>
              <w:pStyle w:val="AcronymTerm"/>
            </w:pPr>
          </w:p>
        </w:tc>
        <w:tc>
          <w:tcPr>
            <w:tcW w:w="2254" w:type="pct"/>
          </w:tcPr>
          <w:p w14:paraId="571AA963" w14:textId="77777777" w:rsidR="005E5B22" w:rsidRDefault="005E5B22" w:rsidP="005E5B22">
            <w:pPr>
              <w:pStyle w:val="AcronymTerm"/>
            </w:pPr>
          </w:p>
        </w:tc>
        <w:tc>
          <w:tcPr>
            <w:tcW w:w="1226" w:type="pct"/>
          </w:tcPr>
          <w:p w14:paraId="34E1267D" w14:textId="77777777" w:rsidR="005E5B22" w:rsidRPr="00B76035" w:rsidRDefault="005E5B22" w:rsidP="005E5B22">
            <w:pPr>
              <w:pStyle w:val="AcronymTerm"/>
            </w:pPr>
          </w:p>
        </w:tc>
      </w:tr>
      <w:tr w:rsidR="005E5B22" w:rsidRPr="00B76035" w14:paraId="4D4D2DA3" w14:textId="77777777" w:rsidTr="005E5B22">
        <w:trPr>
          <w:cantSplit/>
        </w:trPr>
        <w:tc>
          <w:tcPr>
            <w:tcW w:w="1520" w:type="pct"/>
          </w:tcPr>
          <w:p w14:paraId="3B8596D0" w14:textId="77777777" w:rsidR="005E5B22" w:rsidRPr="00EC0B41" w:rsidRDefault="005E5B22" w:rsidP="005E5B22">
            <w:pPr>
              <w:pStyle w:val="AcronymTerm"/>
            </w:pPr>
          </w:p>
        </w:tc>
        <w:tc>
          <w:tcPr>
            <w:tcW w:w="2254" w:type="pct"/>
          </w:tcPr>
          <w:p w14:paraId="0EF7837B" w14:textId="77777777" w:rsidR="005E5B22" w:rsidRPr="00B76035" w:rsidRDefault="005E5B22" w:rsidP="005E5B22">
            <w:pPr>
              <w:pStyle w:val="AcronymTerm"/>
            </w:pPr>
          </w:p>
        </w:tc>
        <w:tc>
          <w:tcPr>
            <w:tcW w:w="1226" w:type="pct"/>
          </w:tcPr>
          <w:p w14:paraId="487BB7F6" w14:textId="77777777" w:rsidR="005E5B22" w:rsidRPr="00B76035" w:rsidRDefault="005E5B22" w:rsidP="005E5B22">
            <w:pPr>
              <w:pStyle w:val="AcronymTerm"/>
            </w:pPr>
          </w:p>
        </w:tc>
      </w:tr>
      <w:tr w:rsidR="005E5B22" w:rsidRPr="00B76035" w14:paraId="105A4D76" w14:textId="77777777" w:rsidTr="005E5B22">
        <w:trPr>
          <w:cantSplit/>
        </w:trPr>
        <w:tc>
          <w:tcPr>
            <w:tcW w:w="1520" w:type="pct"/>
          </w:tcPr>
          <w:p w14:paraId="24DC94D1" w14:textId="77777777" w:rsidR="005E5B22" w:rsidRPr="00EC0B41" w:rsidRDefault="005E5B22" w:rsidP="005E5B22">
            <w:pPr>
              <w:pStyle w:val="AcronymTerm"/>
            </w:pPr>
          </w:p>
        </w:tc>
        <w:tc>
          <w:tcPr>
            <w:tcW w:w="2254" w:type="pct"/>
          </w:tcPr>
          <w:p w14:paraId="3D45DE28" w14:textId="77777777" w:rsidR="005E5B22" w:rsidRPr="00EC0B41" w:rsidRDefault="005E5B22" w:rsidP="005E5B22">
            <w:pPr>
              <w:pStyle w:val="AcronymTerm"/>
            </w:pPr>
          </w:p>
        </w:tc>
        <w:tc>
          <w:tcPr>
            <w:tcW w:w="1226" w:type="pct"/>
          </w:tcPr>
          <w:p w14:paraId="3C688244" w14:textId="77777777" w:rsidR="005E5B22" w:rsidRPr="00EC0B41" w:rsidRDefault="005E5B22" w:rsidP="005E5B22">
            <w:pPr>
              <w:pStyle w:val="AcronymTerm"/>
            </w:pPr>
          </w:p>
        </w:tc>
      </w:tr>
    </w:tbl>
    <w:p w14:paraId="735A6AC6" w14:textId="77777777" w:rsidR="005E5B22" w:rsidRPr="00FF6734" w:rsidRDefault="005E5B22" w:rsidP="005E5B22">
      <w:pPr>
        <w:pStyle w:val="Caption"/>
        <w:keepNext/>
        <w:rPr>
          <w:szCs w:val="24"/>
        </w:rPr>
      </w:pPr>
    </w:p>
    <w:p w14:paraId="6EBF35FF" w14:textId="77777777" w:rsidR="005E5B22" w:rsidRDefault="005E5B22" w:rsidP="005E5B22">
      <w:pPr>
        <w:rPr>
          <w:i/>
          <w:color w:val="0000FF"/>
        </w:rPr>
      </w:pPr>
    </w:p>
    <w:p w14:paraId="38877272" w14:textId="77777777" w:rsidR="005E5B22" w:rsidRPr="000206D1" w:rsidRDefault="005E5B22" w:rsidP="005E5B22">
      <w:pPr>
        <w:pStyle w:val="BackMatterHeading"/>
      </w:pPr>
      <w:bookmarkStart w:id="158" w:name="_Toc363205561"/>
      <w:bookmarkStart w:id="159" w:name="_Toc395081366"/>
      <w:bookmarkStart w:id="160" w:name="_Toc395092004"/>
      <w:bookmarkStart w:id="161" w:name="_Toc395093013"/>
      <w:bookmarkStart w:id="162" w:name="_Toc395095150"/>
      <w:bookmarkStart w:id="163" w:name="_Toc395107349"/>
      <w:bookmarkStart w:id="164" w:name="_Toc395163189"/>
      <w:bookmarkStart w:id="165" w:name="_Toc395165907"/>
      <w:bookmarkStart w:id="166" w:name="_Toc395166942"/>
      <w:bookmarkStart w:id="167" w:name="_Toc395168743"/>
      <w:bookmarkStart w:id="168" w:name="_Toc395170183"/>
      <w:bookmarkStart w:id="169" w:name="_Toc395769970"/>
      <w:bookmarkStart w:id="170" w:name="_Toc395773791"/>
      <w:r>
        <w:lastRenderedPageBreak/>
        <w:t>Approvals</w:t>
      </w:r>
      <w:bookmarkEnd w:id="158"/>
      <w:bookmarkEnd w:id="159"/>
      <w:bookmarkEnd w:id="160"/>
      <w:bookmarkEnd w:id="161"/>
      <w:bookmarkEnd w:id="162"/>
      <w:bookmarkEnd w:id="163"/>
      <w:bookmarkEnd w:id="164"/>
      <w:bookmarkEnd w:id="165"/>
      <w:bookmarkEnd w:id="166"/>
      <w:bookmarkEnd w:id="167"/>
      <w:bookmarkEnd w:id="168"/>
      <w:bookmarkEnd w:id="169"/>
      <w:bookmarkEnd w:id="170"/>
    </w:p>
    <w:p w14:paraId="3F3E4E2A" w14:textId="77777777" w:rsidR="005E5B22" w:rsidRPr="007D0C19" w:rsidRDefault="005E5B22" w:rsidP="005E5B22">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Project Charter</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Project Charter</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5449776D" w14:textId="77777777" w:rsidR="005E5B22" w:rsidRPr="00AF22E7" w:rsidRDefault="005E5B22" w:rsidP="005E5B22">
      <w:pPr>
        <w:rPr>
          <w:i/>
          <w:iCs/>
          <w:color w:val="0000FF"/>
          <w:sz w:val="24"/>
        </w:rPr>
      </w:pPr>
      <w:r w:rsidRPr="00AF22E7">
        <w:rPr>
          <w:i/>
          <w:iCs/>
          <w:color w:val="0000FF"/>
          <w:sz w:val="24"/>
        </w:rPr>
        <w:t>Instructions: List the individuals</w:t>
      </w:r>
      <w:r>
        <w:rPr>
          <w:i/>
          <w:iCs/>
          <w:color w:val="0000FF"/>
          <w:sz w:val="24"/>
        </w:rPr>
        <w:t xml:space="preserve"> whose signatures </w:t>
      </w:r>
      <w:proofErr w:type="gramStart"/>
      <w:r>
        <w:rPr>
          <w:i/>
          <w:iCs/>
          <w:color w:val="0000FF"/>
          <w:sz w:val="24"/>
        </w:rPr>
        <w:t>are desired</w:t>
      </w:r>
      <w:proofErr w:type="gramEnd"/>
      <w:r>
        <w:rPr>
          <w:i/>
          <w:iCs/>
          <w:color w:val="0000FF"/>
          <w:sz w:val="24"/>
        </w:rPr>
        <w:t xml:space="preserve">.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21776618" w14:textId="77777777" w:rsidR="005E5B22" w:rsidRPr="009C20DD" w:rsidRDefault="005E5B22" w:rsidP="005E5B22">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E5B22" w:rsidRPr="009C20DD" w14:paraId="5A4F0002" w14:textId="77777777" w:rsidTr="005E5B22">
        <w:tc>
          <w:tcPr>
            <w:tcW w:w="1615" w:type="dxa"/>
            <w:tcBorders>
              <w:top w:val="nil"/>
              <w:left w:val="nil"/>
              <w:bottom w:val="nil"/>
              <w:right w:val="nil"/>
            </w:tcBorders>
            <w:vAlign w:val="bottom"/>
          </w:tcPr>
          <w:p w14:paraId="7C9463DB" w14:textId="77777777" w:rsidR="005E5B22" w:rsidRPr="009C20DD" w:rsidRDefault="005E5B22" w:rsidP="005E5B22">
            <w:pPr>
              <w:spacing w:before="20" w:after="20"/>
              <w:rPr>
                <w:rFonts w:cs="Arial"/>
              </w:rPr>
            </w:pPr>
            <w:r w:rsidRPr="009C20DD">
              <w:rPr>
                <w:rFonts w:cs="Arial"/>
              </w:rPr>
              <w:t>Signature:</w:t>
            </w:r>
          </w:p>
        </w:tc>
        <w:tc>
          <w:tcPr>
            <w:tcW w:w="4505" w:type="dxa"/>
            <w:tcBorders>
              <w:top w:val="nil"/>
              <w:left w:val="nil"/>
              <w:right w:val="nil"/>
            </w:tcBorders>
            <w:vAlign w:val="bottom"/>
          </w:tcPr>
          <w:p w14:paraId="63C7D127" w14:textId="77777777" w:rsidR="005E5B22" w:rsidRPr="009C20DD" w:rsidRDefault="005E5B22" w:rsidP="005E5B22">
            <w:pPr>
              <w:rPr>
                <w:rFonts w:cs="Arial"/>
              </w:rPr>
            </w:pPr>
          </w:p>
        </w:tc>
        <w:tc>
          <w:tcPr>
            <w:tcW w:w="900" w:type="dxa"/>
            <w:tcBorders>
              <w:top w:val="nil"/>
              <w:left w:val="nil"/>
              <w:bottom w:val="nil"/>
              <w:right w:val="nil"/>
            </w:tcBorders>
            <w:vAlign w:val="bottom"/>
          </w:tcPr>
          <w:p w14:paraId="03AFA41B" w14:textId="77777777" w:rsidR="005E5B22" w:rsidRPr="009C20DD" w:rsidRDefault="005E5B22" w:rsidP="005E5B22">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0437589C" w14:textId="77777777" w:rsidR="005E5B22" w:rsidRPr="009C20DD" w:rsidRDefault="005E5B22" w:rsidP="005E5B22">
            <w:pPr>
              <w:rPr>
                <w:rFonts w:cs="Arial"/>
              </w:rPr>
            </w:pPr>
          </w:p>
        </w:tc>
      </w:tr>
      <w:tr w:rsidR="005E5B22" w:rsidRPr="009C20DD" w14:paraId="1C93C558" w14:textId="77777777" w:rsidTr="005E5B22">
        <w:tc>
          <w:tcPr>
            <w:tcW w:w="1615" w:type="dxa"/>
            <w:tcBorders>
              <w:top w:val="nil"/>
              <w:left w:val="nil"/>
              <w:bottom w:val="nil"/>
              <w:right w:val="nil"/>
            </w:tcBorders>
            <w:vAlign w:val="bottom"/>
          </w:tcPr>
          <w:p w14:paraId="23C0346E" w14:textId="77777777" w:rsidR="005E5B22" w:rsidRPr="009C20DD" w:rsidRDefault="005E5B22" w:rsidP="005E5B22">
            <w:pPr>
              <w:spacing w:before="20" w:after="20"/>
              <w:rPr>
                <w:rFonts w:cs="Arial"/>
              </w:rPr>
            </w:pPr>
            <w:r w:rsidRPr="009C20DD">
              <w:rPr>
                <w:rFonts w:cs="Arial"/>
              </w:rPr>
              <w:t>Print Name:</w:t>
            </w:r>
          </w:p>
        </w:tc>
        <w:tc>
          <w:tcPr>
            <w:tcW w:w="4505" w:type="dxa"/>
            <w:tcBorders>
              <w:left w:val="nil"/>
              <w:right w:val="nil"/>
            </w:tcBorders>
            <w:vAlign w:val="bottom"/>
          </w:tcPr>
          <w:p w14:paraId="1FA8226D" w14:textId="77777777" w:rsidR="005E5B22" w:rsidRPr="009C20DD" w:rsidRDefault="005E5B22" w:rsidP="005E5B22">
            <w:pPr>
              <w:rPr>
                <w:rFonts w:cs="Arial"/>
              </w:rPr>
            </w:pPr>
          </w:p>
        </w:tc>
        <w:tc>
          <w:tcPr>
            <w:tcW w:w="900" w:type="dxa"/>
            <w:tcBorders>
              <w:top w:val="nil"/>
              <w:left w:val="nil"/>
              <w:bottom w:val="nil"/>
              <w:right w:val="nil"/>
            </w:tcBorders>
            <w:vAlign w:val="bottom"/>
          </w:tcPr>
          <w:p w14:paraId="103D677F" w14:textId="77777777" w:rsidR="005E5B22" w:rsidRPr="009C20DD" w:rsidRDefault="005E5B22" w:rsidP="005E5B22">
            <w:pPr>
              <w:rPr>
                <w:rFonts w:cs="Arial"/>
              </w:rPr>
            </w:pPr>
          </w:p>
        </w:tc>
        <w:tc>
          <w:tcPr>
            <w:tcW w:w="1800" w:type="dxa"/>
            <w:tcBorders>
              <w:top w:val="single" w:sz="4" w:space="0" w:color="auto"/>
              <w:left w:val="nil"/>
              <w:bottom w:val="nil"/>
              <w:right w:val="nil"/>
            </w:tcBorders>
            <w:vAlign w:val="bottom"/>
          </w:tcPr>
          <w:p w14:paraId="1EB839F2" w14:textId="77777777" w:rsidR="005E5B22" w:rsidRPr="009C20DD" w:rsidRDefault="005E5B22" w:rsidP="005E5B22">
            <w:pPr>
              <w:rPr>
                <w:rFonts w:cs="Arial"/>
              </w:rPr>
            </w:pPr>
          </w:p>
        </w:tc>
      </w:tr>
      <w:tr w:rsidR="005E5B22" w:rsidRPr="009C20DD" w14:paraId="01A9056F" w14:textId="77777777" w:rsidTr="005E5B22">
        <w:tc>
          <w:tcPr>
            <w:tcW w:w="1615" w:type="dxa"/>
            <w:tcBorders>
              <w:top w:val="nil"/>
              <w:left w:val="nil"/>
              <w:bottom w:val="nil"/>
              <w:right w:val="nil"/>
            </w:tcBorders>
            <w:vAlign w:val="bottom"/>
          </w:tcPr>
          <w:p w14:paraId="6C067EEF" w14:textId="77777777" w:rsidR="005E5B22" w:rsidRPr="009C20DD" w:rsidRDefault="005E5B22" w:rsidP="005E5B22">
            <w:pPr>
              <w:spacing w:before="20" w:after="20"/>
              <w:rPr>
                <w:rFonts w:cs="Arial"/>
              </w:rPr>
            </w:pPr>
            <w:r w:rsidRPr="009C20DD">
              <w:rPr>
                <w:rFonts w:cs="Arial"/>
              </w:rPr>
              <w:t>Title:</w:t>
            </w:r>
          </w:p>
        </w:tc>
        <w:tc>
          <w:tcPr>
            <w:tcW w:w="4505" w:type="dxa"/>
            <w:tcBorders>
              <w:left w:val="nil"/>
              <w:right w:val="nil"/>
            </w:tcBorders>
            <w:vAlign w:val="bottom"/>
          </w:tcPr>
          <w:p w14:paraId="504078FB" w14:textId="77777777" w:rsidR="005E5B22" w:rsidRPr="009C20DD" w:rsidRDefault="005E5B22" w:rsidP="005E5B22">
            <w:pPr>
              <w:rPr>
                <w:rFonts w:cs="Arial"/>
              </w:rPr>
            </w:pPr>
          </w:p>
        </w:tc>
        <w:tc>
          <w:tcPr>
            <w:tcW w:w="900" w:type="dxa"/>
            <w:tcBorders>
              <w:top w:val="nil"/>
              <w:left w:val="nil"/>
              <w:bottom w:val="nil"/>
              <w:right w:val="nil"/>
            </w:tcBorders>
            <w:vAlign w:val="bottom"/>
          </w:tcPr>
          <w:p w14:paraId="546E0D13" w14:textId="77777777" w:rsidR="005E5B22" w:rsidRPr="009C20DD" w:rsidRDefault="005E5B22" w:rsidP="005E5B22">
            <w:pPr>
              <w:rPr>
                <w:rFonts w:cs="Arial"/>
              </w:rPr>
            </w:pPr>
          </w:p>
        </w:tc>
        <w:tc>
          <w:tcPr>
            <w:tcW w:w="1800" w:type="dxa"/>
            <w:tcBorders>
              <w:top w:val="nil"/>
              <w:left w:val="nil"/>
              <w:bottom w:val="nil"/>
              <w:right w:val="nil"/>
            </w:tcBorders>
            <w:vAlign w:val="bottom"/>
          </w:tcPr>
          <w:p w14:paraId="1CF86E37" w14:textId="77777777" w:rsidR="005E5B22" w:rsidRPr="009C20DD" w:rsidRDefault="005E5B22" w:rsidP="005E5B22">
            <w:pPr>
              <w:rPr>
                <w:rFonts w:cs="Arial"/>
              </w:rPr>
            </w:pPr>
          </w:p>
        </w:tc>
      </w:tr>
      <w:tr w:rsidR="005E5B22" w:rsidRPr="009C20DD" w14:paraId="7F17FC2A" w14:textId="77777777" w:rsidTr="005E5B22">
        <w:tc>
          <w:tcPr>
            <w:tcW w:w="1615" w:type="dxa"/>
            <w:tcBorders>
              <w:top w:val="nil"/>
              <w:left w:val="nil"/>
              <w:bottom w:val="nil"/>
              <w:right w:val="nil"/>
            </w:tcBorders>
            <w:vAlign w:val="bottom"/>
          </w:tcPr>
          <w:p w14:paraId="4C421172" w14:textId="77777777" w:rsidR="005E5B22" w:rsidRPr="009C20DD" w:rsidRDefault="005E5B22" w:rsidP="005E5B22">
            <w:pPr>
              <w:spacing w:before="20" w:after="20"/>
              <w:rPr>
                <w:rFonts w:cs="Arial"/>
              </w:rPr>
            </w:pPr>
            <w:r w:rsidRPr="009C20DD">
              <w:rPr>
                <w:rFonts w:cs="Arial"/>
              </w:rPr>
              <w:t>Role:</w:t>
            </w:r>
          </w:p>
        </w:tc>
        <w:tc>
          <w:tcPr>
            <w:tcW w:w="4505" w:type="dxa"/>
            <w:tcBorders>
              <w:left w:val="nil"/>
              <w:right w:val="nil"/>
            </w:tcBorders>
            <w:vAlign w:val="bottom"/>
          </w:tcPr>
          <w:p w14:paraId="1DA41D02" w14:textId="77777777" w:rsidR="005E5B22" w:rsidRPr="009C20DD" w:rsidRDefault="005E5B22" w:rsidP="005E5B22">
            <w:pPr>
              <w:rPr>
                <w:rFonts w:cs="Arial"/>
              </w:rPr>
            </w:pPr>
          </w:p>
        </w:tc>
        <w:tc>
          <w:tcPr>
            <w:tcW w:w="900" w:type="dxa"/>
            <w:tcBorders>
              <w:top w:val="nil"/>
              <w:left w:val="nil"/>
              <w:bottom w:val="nil"/>
              <w:right w:val="nil"/>
            </w:tcBorders>
            <w:vAlign w:val="bottom"/>
          </w:tcPr>
          <w:p w14:paraId="3BF98575" w14:textId="77777777" w:rsidR="005E5B22" w:rsidRPr="009C20DD" w:rsidRDefault="005E5B22" w:rsidP="005E5B22">
            <w:pPr>
              <w:rPr>
                <w:rFonts w:cs="Arial"/>
              </w:rPr>
            </w:pPr>
          </w:p>
        </w:tc>
        <w:tc>
          <w:tcPr>
            <w:tcW w:w="1800" w:type="dxa"/>
            <w:tcBorders>
              <w:top w:val="nil"/>
              <w:left w:val="nil"/>
              <w:bottom w:val="nil"/>
              <w:right w:val="nil"/>
            </w:tcBorders>
            <w:vAlign w:val="bottom"/>
          </w:tcPr>
          <w:p w14:paraId="6E81A807" w14:textId="77777777" w:rsidR="005E5B22" w:rsidRPr="009C20DD" w:rsidRDefault="005E5B22" w:rsidP="005E5B22">
            <w:pPr>
              <w:rPr>
                <w:rFonts w:cs="Arial"/>
              </w:rPr>
            </w:pPr>
          </w:p>
        </w:tc>
      </w:tr>
    </w:tbl>
    <w:p w14:paraId="5631DF8D" w14:textId="77777777" w:rsidR="005E5B22" w:rsidRPr="009C20DD" w:rsidRDefault="005E5B22" w:rsidP="005E5B22">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E5B22" w:rsidRPr="009C20DD" w14:paraId="3DB42683" w14:textId="77777777" w:rsidTr="005E5B22">
        <w:tc>
          <w:tcPr>
            <w:tcW w:w="1615" w:type="dxa"/>
            <w:tcBorders>
              <w:top w:val="nil"/>
              <w:left w:val="nil"/>
              <w:bottom w:val="nil"/>
              <w:right w:val="nil"/>
            </w:tcBorders>
            <w:vAlign w:val="bottom"/>
          </w:tcPr>
          <w:p w14:paraId="525A0DA5" w14:textId="77777777" w:rsidR="005E5B22" w:rsidRPr="009C20DD" w:rsidRDefault="005E5B22" w:rsidP="005E5B22">
            <w:pPr>
              <w:spacing w:before="20" w:after="20"/>
              <w:rPr>
                <w:rFonts w:cs="Arial"/>
              </w:rPr>
            </w:pPr>
            <w:r w:rsidRPr="009C20DD">
              <w:rPr>
                <w:rFonts w:cs="Arial"/>
              </w:rPr>
              <w:t>Signature:</w:t>
            </w:r>
          </w:p>
        </w:tc>
        <w:tc>
          <w:tcPr>
            <w:tcW w:w="4505" w:type="dxa"/>
            <w:tcBorders>
              <w:top w:val="nil"/>
              <w:left w:val="nil"/>
              <w:right w:val="nil"/>
            </w:tcBorders>
            <w:vAlign w:val="bottom"/>
          </w:tcPr>
          <w:p w14:paraId="63CA6295" w14:textId="77777777" w:rsidR="005E5B22" w:rsidRPr="009C20DD" w:rsidRDefault="005E5B22" w:rsidP="005E5B22">
            <w:pPr>
              <w:rPr>
                <w:rFonts w:cs="Arial"/>
              </w:rPr>
            </w:pPr>
          </w:p>
        </w:tc>
        <w:tc>
          <w:tcPr>
            <w:tcW w:w="900" w:type="dxa"/>
            <w:tcBorders>
              <w:top w:val="nil"/>
              <w:left w:val="nil"/>
              <w:bottom w:val="nil"/>
              <w:right w:val="nil"/>
            </w:tcBorders>
            <w:vAlign w:val="bottom"/>
          </w:tcPr>
          <w:p w14:paraId="6634E0B1" w14:textId="77777777" w:rsidR="005E5B22" w:rsidRPr="009C20DD" w:rsidRDefault="005E5B22" w:rsidP="005E5B22">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59CDC17" w14:textId="77777777" w:rsidR="005E5B22" w:rsidRPr="009C20DD" w:rsidRDefault="005E5B22" w:rsidP="005E5B22">
            <w:pPr>
              <w:rPr>
                <w:rFonts w:cs="Arial"/>
              </w:rPr>
            </w:pPr>
          </w:p>
        </w:tc>
      </w:tr>
      <w:tr w:rsidR="005E5B22" w:rsidRPr="009C20DD" w14:paraId="7C2F0572" w14:textId="77777777" w:rsidTr="005E5B22">
        <w:tc>
          <w:tcPr>
            <w:tcW w:w="1615" w:type="dxa"/>
            <w:tcBorders>
              <w:top w:val="nil"/>
              <w:left w:val="nil"/>
              <w:bottom w:val="nil"/>
              <w:right w:val="nil"/>
            </w:tcBorders>
            <w:vAlign w:val="bottom"/>
          </w:tcPr>
          <w:p w14:paraId="4336465B" w14:textId="77777777" w:rsidR="005E5B22" w:rsidRPr="009C20DD" w:rsidRDefault="005E5B22" w:rsidP="005E5B22">
            <w:pPr>
              <w:spacing w:before="20" w:after="20"/>
              <w:rPr>
                <w:rFonts w:cs="Arial"/>
              </w:rPr>
            </w:pPr>
            <w:r w:rsidRPr="009C20DD">
              <w:rPr>
                <w:rFonts w:cs="Arial"/>
              </w:rPr>
              <w:t>Print Name:</w:t>
            </w:r>
          </w:p>
        </w:tc>
        <w:tc>
          <w:tcPr>
            <w:tcW w:w="4505" w:type="dxa"/>
            <w:tcBorders>
              <w:left w:val="nil"/>
              <w:right w:val="nil"/>
            </w:tcBorders>
            <w:vAlign w:val="bottom"/>
          </w:tcPr>
          <w:p w14:paraId="1435F7F0" w14:textId="77777777" w:rsidR="005E5B22" w:rsidRPr="009C20DD" w:rsidRDefault="005E5B22" w:rsidP="005E5B22">
            <w:pPr>
              <w:rPr>
                <w:rFonts w:cs="Arial"/>
              </w:rPr>
            </w:pPr>
          </w:p>
        </w:tc>
        <w:tc>
          <w:tcPr>
            <w:tcW w:w="900" w:type="dxa"/>
            <w:tcBorders>
              <w:top w:val="nil"/>
              <w:left w:val="nil"/>
              <w:bottom w:val="nil"/>
              <w:right w:val="nil"/>
            </w:tcBorders>
            <w:vAlign w:val="bottom"/>
          </w:tcPr>
          <w:p w14:paraId="757574B9" w14:textId="77777777" w:rsidR="005E5B22" w:rsidRPr="009C20DD" w:rsidRDefault="005E5B22" w:rsidP="005E5B22">
            <w:pPr>
              <w:rPr>
                <w:rFonts w:cs="Arial"/>
              </w:rPr>
            </w:pPr>
          </w:p>
        </w:tc>
        <w:tc>
          <w:tcPr>
            <w:tcW w:w="1800" w:type="dxa"/>
            <w:tcBorders>
              <w:top w:val="single" w:sz="4" w:space="0" w:color="auto"/>
              <w:left w:val="nil"/>
              <w:bottom w:val="nil"/>
              <w:right w:val="nil"/>
            </w:tcBorders>
            <w:vAlign w:val="bottom"/>
          </w:tcPr>
          <w:p w14:paraId="360BC270" w14:textId="77777777" w:rsidR="005E5B22" w:rsidRPr="009C20DD" w:rsidRDefault="005E5B22" w:rsidP="005E5B22">
            <w:pPr>
              <w:rPr>
                <w:rFonts w:cs="Arial"/>
              </w:rPr>
            </w:pPr>
          </w:p>
        </w:tc>
      </w:tr>
      <w:tr w:rsidR="005E5B22" w:rsidRPr="009C20DD" w14:paraId="7DA602DF" w14:textId="77777777" w:rsidTr="005E5B22">
        <w:tc>
          <w:tcPr>
            <w:tcW w:w="1615" w:type="dxa"/>
            <w:tcBorders>
              <w:top w:val="nil"/>
              <w:left w:val="nil"/>
              <w:bottom w:val="nil"/>
              <w:right w:val="nil"/>
            </w:tcBorders>
            <w:vAlign w:val="bottom"/>
          </w:tcPr>
          <w:p w14:paraId="32F0E08C" w14:textId="77777777" w:rsidR="005E5B22" w:rsidRPr="009C20DD" w:rsidRDefault="005E5B22" w:rsidP="005E5B22">
            <w:pPr>
              <w:spacing w:before="20" w:after="20"/>
              <w:rPr>
                <w:rFonts w:cs="Arial"/>
              </w:rPr>
            </w:pPr>
            <w:r w:rsidRPr="009C20DD">
              <w:rPr>
                <w:rFonts w:cs="Arial"/>
              </w:rPr>
              <w:t>Title:</w:t>
            </w:r>
          </w:p>
        </w:tc>
        <w:tc>
          <w:tcPr>
            <w:tcW w:w="4505" w:type="dxa"/>
            <w:tcBorders>
              <w:left w:val="nil"/>
              <w:right w:val="nil"/>
            </w:tcBorders>
            <w:vAlign w:val="bottom"/>
          </w:tcPr>
          <w:p w14:paraId="5DE3378B" w14:textId="77777777" w:rsidR="005E5B22" w:rsidRPr="009C20DD" w:rsidRDefault="005E5B22" w:rsidP="005E5B22">
            <w:pPr>
              <w:rPr>
                <w:rFonts w:cs="Arial"/>
              </w:rPr>
            </w:pPr>
          </w:p>
        </w:tc>
        <w:tc>
          <w:tcPr>
            <w:tcW w:w="900" w:type="dxa"/>
            <w:tcBorders>
              <w:top w:val="nil"/>
              <w:left w:val="nil"/>
              <w:bottom w:val="nil"/>
              <w:right w:val="nil"/>
            </w:tcBorders>
            <w:vAlign w:val="bottom"/>
          </w:tcPr>
          <w:p w14:paraId="70D6C3C8" w14:textId="77777777" w:rsidR="005E5B22" w:rsidRPr="009C20DD" w:rsidRDefault="005E5B22" w:rsidP="005E5B22">
            <w:pPr>
              <w:rPr>
                <w:rFonts w:cs="Arial"/>
              </w:rPr>
            </w:pPr>
          </w:p>
        </w:tc>
        <w:tc>
          <w:tcPr>
            <w:tcW w:w="1800" w:type="dxa"/>
            <w:tcBorders>
              <w:top w:val="nil"/>
              <w:left w:val="nil"/>
              <w:bottom w:val="nil"/>
              <w:right w:val="nil"/>
            </w:tcBorders>
            <w:vAlign w:val="bottom"/>
          </w:tcPr>
          <w:p w14:paraId="7A21CC42" w14:textId="77777777" w:rsidR="005E5B22" w:rsidRPr="009C20DD" w:rsidRDefault="005E5B22" w:rsidP="005E5B22">
            <w:pPr>
              <w:rPr>
                <w:rFonts w:cs="Arial"/>
              </w:rPr>
            </w:pPr>
          </w:p>
        </w:tc>
      </w:tr>
      <w:tr w:rsidR="005E5B22" w:rsidRPr="009C20DD" w14:paraId="1DBE77CC" w14:textId="77777777" w:rsidTr="005E5B22">
        <w:tc>
          <w:tcPr>
            <w:tcW w:w="1615" w:type="dxa"/>
            <w:tcBorders>
              <w:top w:val="nil"/>
              <w:left w:val="nil"/>
              <w:bottom w:val="nil"/>
              <w:right w:val="nil"/>
            </w:tcBorders>
            <w:vAlign w:val="bottom"/>
          </w:tcPr>
          <w:p w14:paraId="64C931CD" w14:textId="77777777" w:rsidR="005E5B22" w:rsidRPr="009C20DD" w:rsidRDefault="005E5B22" w:rsidP="005E5B22">
            <w:pPr>
              <w:spacing w:before="20" w:after="20"/>
              <w:rPr>
                <w:rFonts w:cs="Arial"/>
              </w:rPr>
            </w:pPr>
            <w:r w:rsidRPr="009C20DD">
              <w:rPr>
                <w:rFonts w:cs="Arial"/>
              </w:rPr>
              <w:t>Role:</w:t>
            </w:r>
          </w:p>
        </w:tc>
        <w:tc>
          <w:tcPr>
            <w:tcW w:w="4505" w:type="dxa"/>
            <w:tcBorders>
              <w:left w:val="nil"/>
              <w:right w:val="nil"/>
            </w:tcBorders>
            <w:vAlign w:val="bottom"/>
          </w:tcPr>
          <w:p w14:paraId="15886B01" w14:textId="77777777" w:rsidR="005E5B22" w:rsidRPr="009C20DD" w:rsidRDefault="005E5B22" w:rsidP="005E5B22">
            <w:pPr>
              <w:rPr>
                <w:rFonts w:cs="Arial"/>
              </w:rPr>
            </w:pPr>
          </w:p>
        </w:tc>
        <w:tc>
          <w:tcPr>
            <w:tcW w:w="900" w:type="dxa"/>
            <w:tcBorders>
              <w:top w:val="nil"/>
              <w:left w:val="nil"/>
              <w:bottom w:val="nil"/>
              <w:right w:val="nil"/>
            </w:tcBorders>
            <w:vAlign w:val="bottom"/>
          </w:tcPr>
          <w:p w14:paraId="2D7DBD90" w14:textId="77777777" w:rsidR="005E5B22" w:rsidRPr="009C20DD" w:rsidRDefault="005E5B22" w:rsidP="005E5B22">
            <w:pPr>
              <w:rPr>
                <w:rFonts w:cs="Arial"/>
              </w:rPr>
            </w:pPr>
          </w:p>
        </w:tc>
        <w:tc>
          <w:tcPr>
            <w:tcW w:w="1800" w:type="dxa"/>
            <w:tcBorders>
              <w:top w:val="nil"/>
              <w:left w:val="nil"/>
              <w:bottom w:val="nil"/>
              <w:right w:val="nil"/>
            </w:tcBorders>
            <w:vAlign w:val="bottom"/>
          </w:tcPr>
          <w:p w14:paraId="4BDDF9A1" w14:textId="77777777" w:rsidR="005E5B22" w:rsidRPr="009C20DD" w:rsidRDefault="005E5B22" w:rsidP="005E5B22">
            <w:pPr>
              <w:rPr>
                <w:rFonts w:cs="Arial"/>
              </w:rPr>
            </w:pPr>
          </w:p>
        </w:tc>
      </w:tr>
    </w:tbl>
    <w:p w14:paraId="2F068C93" w14:textId="77777777" w:rsidR="005E5B22" w:rsidRPr="009C20DD" w:rsidRDefault="005E5B22" w:rsidP="005E5B22">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E5B22" w:rsidRPr="009C20DD" w14:paraId="68ACF8E6" w14:textId="77777777" w:rsidTr="005E5B22">
        <w:tc>
          <w:tcPr>
            <w:tcW w:w="1615" w:type="dxa"/>
            <w:tcBorders>
              <w:top w:val="nil"/>
              <w:left w:val="nil"/>
              <w:bottom w:val="nil"/>
              <w:right w:val="nil"/>
            </w:tcBorders>
            <w:vAlign w:val="bottom"/>
          </w:tcPr>
          <w:p w14:paraId="294BB779" w14:textId="77777777" w:rsidR="005E5B22" w:rsidRPr="009C20DD" w:rsidRDefault="005E5B22" w:rsidP="005E5B22">
            <w:pPr>
              <w:spacing w:before="20" w:after="20"/>
              <w:rPr>
                <w:rFonts w:cs="Arial"/>
              </w:rPr>
            </w:pPr>
            <w:r w:rsidRPr="009C20DD">
              <w:rPr>
                <w:rFonts w:cs="Arial"/>
              </w:rPr>
              <w:t>Signature:</w:t>
            </w:r>
          </w:p>
        </w:tc>
        <w:tc>
          <w:tcPr>
            <w:tcW w:w="4505" w:type="dxa"/>
            <w:tcBorders>
              <w:top w:val="nil"/>
              <w:left w:val="nil"/>
              <w:right w:val="nil"/>
            </w:tcBorders>
          </w:tcPr>
          <w:p w14:paraId="58CA6F27" w14:textId="77777777" w:rsidR="005E5B22" w:rsidRPr="009C20DD" w:rsidRDefault="005E5B22" w:rsidP="005E5B22">
            <w:pPr>
              <w:rPr>
                <w:rFonts w:cs="Arial"/>
              </w:rPr>
            </w:pPr>
          </w:p>
        </w:tc>
        <w:tc>
          <w:tcPr>
            <w:tcW w:w="900" w:type="dxa"/>
            <w:tcBorders>
              <w:top w:val="nil"/>
              <w:left w:val="nil"/>
              <w:bottom w:val="nil"/>
              <w:right w:val="nil"/>
            </w:tcBorders>
            <w:vAlign w:val="bottom"/>
          </w:tcPr>
          <w:p w14:paraId="69170EF8" w14:textId="77777777" w:rsidR="005E5B22" w:rsidRPr="009C20DD" w:rsidRDefault="005E5B22" w:rsidP="005E5B22">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34A63E33" w14:textId="77777777" w:rsidR="005E5B22" w:rsidRPr="009C20DD" w:rsidRDefault="005E5B22" w:rsidP="005E5B22">
            <w:pPr>
              <w:rPr>
                <w:rFonts w:cs="Arial"/>
              </w:rPr>
            </w:pPr>
          </w:p>
        </w:tc>
      </w:tr>
      <w:tr w:rsidR="005E5B22" w:rsidRPr="009C20DD" w14:paraId="6586EB36" w14:textId="77777777" w:rsidTr="005E5B22">
        <w:tc>
          <w:tcPr>
            <w:tcW w:w="1615" w:type="dxa"/>
            <w:tcBorders>
              <w:top w:val="nil"/>
              <w:left w:val="nil"/>
              <w:bottom w:val="nil"/>
              <w:right w:val="nil"/>
            </w:tcBorders>
            <w:vAlign w:val="bottom"/>
          </w:tcPr>
          <w:p w14:paraId="4ED58F9B" w14:textId="77777777" w:rsidR="005E5B22" w:rsidRPr="009C20DD" w:rsidRDefault="005E5B22" w:rsidP="005E5B22">
            <w:pPr>
              <w:spacing w:before="20" w:after="20"/>
              <w:rPr>
                <w:rFonts w:cs="Arial"/>
              </w:rPr>
            </w:pPr>
            <w:r w:rsidRPr="009C20DD">
              <w:rPr>
                <w:rFonts w:cs="Arial"/>
              </w:rPr>
              <w:t>Print Name:</w:t>
            </w:r>
          </w:p>
        </w:tc>
        <w:tc>
          <w:tcPr>
            <w:tcW w:w="4505" w:type="dxa"/>
            <w:tcBorders>
              <w:left w:val="nil"/>
              <w:right w:val="nil"/>
            </w:tcBorders>
          </w:tcPr>
          <w:p w14:paraId="71F31768" w14:textId="77777777" w:rsidR="005E5B22" w:rsidRPr="009C20DD" w:rsidRDefault="005E5B22" w:rsidP="005E5B22">
            <w:pPr>
              <w:rPr>
                <w:rFonts w:cs="Arial"/>
              </w:rPr>
            </w:pPr>
          </w:p>
        </w:tc>
        <w:tc>
          <w:tcPr>
            <w:tcW w:w="900" w:type="dxa"/>
            <w:tcBorders>
              <w:top w:val="nil"/>
              <w:left w:val="nil"/>
              <w:bottom w:val="nil"/>
              <w:right w:val="nil"/>
            </w:tcBorders>
          </w:tcPr>
          <w:p w14:paraId="15D5D26A" w14:textId="77777777" w:rsidR="005E5B22" w:rsidRPr="009C20DD" w:rsidRDefault="005E5B22" w:rsidP="005E5B22">
            <w:pPr>
              <w:rPr>
                <w:rFonts w:cs="Arial"/>
              </w:rPr>
            </w:pPr>
          </w:p>
        </w:tc>
        <w:tc>
          <w:tcPr>
            <w:tcW w:w="1800" w:type="dxa"/>
            <w:tcBorders>
              <w:top w:val="single" w:sz="4" w:space="0" w:color="auto"/>
              <w:left w:val="nil"/>
              <w:bottom w:val="nil"/>
              <w:right w:val="nil"/>
            </w:tcBorders>
          </w:tcPr>
          <w:p w14:paraId="46F5FA0F" w14:textId="77777777" w:rsidR="005E5B22" w:rsidRPr="009C20DD" w:rsidRDefault="005E5B22" w:rsidP="005E5B22">
            <w:pPr>
              <w:rPr>
                <w:rFonts w:cs="Arial"/>
              </w:rPr>
            </w:pPr>
          </w:p>
        </w:tc>
      </w:tr>
      <w:tr w:rsidR="005E5B22" w:rsidRPr="009C20DD" w14:paraId="5DF3DD9B" w14:textId="77777777" w:rsidTr="005E5B22">
        <w:tc>
          <w:tcPr>
            <w:tcW w:w="1615" w:type="dxa"/>
            <w:tcBorders>
              <w:top w:val="nil"/>
              <w:left w:val="nil"/>
              <w:bottom w:val="nil"/>
              <w:right w:val="nil"/>
            </w:tcBorders>
            <w:vAlign w:val="bottom"/>
          </w:tcPr>
          <w:p w14:paraId="03FA67B0" w14:textId="77777777" w:rsidR="005E5B22" w:rsidRPr="009C20DD" w:rsidRDefault="005E5B22" w:rsidP="005E5B22">
            <w:pPr>
              <w:spacing w:before="20" w:after="20"/>
              <w:rPr>
                <w:rFonts w:cs="Arial"/>
              </w:rPr>
            </w:pPr>
            <w:r w:rsidRPr="009C20DD">
              <w:rPr>
                <w:rFonts w:cs="Arial"/>
              </w:rPr>
              <w:t>Title:</w:t>
            </w:r>
          </w:p>
        </w:tc>
        <w:tc>
          <w:tcPr>
            <w:tcW w:w="4505" w:type="dxa"/>
            <w:tcBorders>
              <w:left w:val="nil"/>
              <w:right w:val="nil"/>
            </w:tcBorders>
          </w:tcPr>
          <w:p w14:paraId="38688216" w14:textId="77777777" w:rsidR="005E5B22" w:rsidRPr="009C20DD" w:rsidRDefault="005E5B22" w:rsidP="005E5B22">
            <w:pPr>
              <w:rPr>
                <w:rFonts w:cs="Arial"/>
              </w:rPr>
            </w:pPr>
          </w:p>
        </w:tc>
        <w:tc>
          <w:tcPr>
            <w:tcW w:w="900" w:type="dxa"/>
            <w:tcBorders>
              <w:top w:val="nil"/>
              <w:left w:val="nil"/>
              <w:bottom w:val="nil"/>
              <w:right w:val="nil"/>
            </w:tcBorders>
          </w:tcPr>
          <w:p w14:paraId="1C5353D8" w14:textId="77777777" w:rsidR="005E5B22" w:rsidRPr="009C20DD" w:rsidRDefault="005E5B22" w:rsidP="005E5B22">
            <w:pPr>
              <w:rPr>
                <w:rFonts w:cs="Arial"/>
              </w:rPr>
            </w:pPr>
          </w:p>
        </w:tc>
        <w:tc>
          <w:tcPr>
            <w:tcW w:w="1800" w:type="dxa"/>
            <w:tcBorders>
              <w:top w:val="nil"/>
              <w:left w:val="nil"/>
              <w:bottom w:val="nil"/>
              <w:right w:val="nil"/>
            </w:tcBorders>
          </w:tcPr>
          <w:p w14:paraId="43C454BE" w14:textId="77777777" w:rsidR="005E5B22" w:rsidRPr="009C20DD" w:rsidRDefault="005E5B22" w:rsidP="005E5B22">
            <w:pPr>
              <w:rPr>
                <w:rFonts w:cs="Arial"/>
              </w:rPr>
            </w:pPr>
          </w:p>
        </w:tc>
      </w:tr>
      <w:tr w:rsidR="005E5B22" w:rsidRPr="009C20DD" w14:paraId="73541B12" w14:textId="77777777" w:rsidTr="005E5B22">
        <w:tc>
          <w:tcPr>
            <w:tcW w:w="1615" w:type="dxa"/>
            <w:tcBorders>
              <w:top w:val="nil"/>
              <w:left w:val="nil"/>
              <w:bottom w:val="nil"/>
              <w:right w:val="nil"/>
            </w:tcBorders>
            <w:vAlign w:val="bottom"/>
          </w:tcPr>
          <w:p w14:paraId="6F896251" w14:textId="77777777" w:rsidR="005E5B22" w:rsidRPr="009C20DD" w:rsidRDefault="005E5B22" w:rsidP="005E5B22">
            <w:pPr>
              <w:spacing w:before="20" w:after="20"/>
              <w:rPr>
                <w:rFonts w:cs="Arial"/>
              </w:rPr>
            </w:pPr>
            <w:r w:rsidRPr="009C20DD">
              <w:rPr>
                <w:rFonts w:cs="Arial"/>
              </w:rPr>
              <w:t>Role:</w:t>
            </w:r>
          </w:p>
        </w:tc>
        <w:tc>
          <w:tcPr>
            <w:tcW w:w="4505" w:type="dxa"/>
            <w:tcBorders>
              <w:left w:val="nil"/>
              <w:right w:val="nil"/>
            </w:tcBorders>
          </w:tcPr>
          <w:p w14:paraId="048DA38F" w14:textId="77777777" w:rsidR="005E5B22" w:rsidRPr="009C20DD" w:rsidRDefault="005E5B22" w:rsidP="005E5B22">
            <w:pPr>
              <w:rPr>
                <w:rFonts w:cs="Arial"/>
              </w:rPr>
            </w:pPr>
          </w:p>
        </w:tc>
        <w:tc>
          <w:tcPr>
            <w:tcW w:w="900" w:type="dxa"/>
            <w:tcBorders>
              <w:top w:val="nil"/>
              <w:left w:val="nil"/>
              <w:bottom w:val="nil"/>
              <w:right w:val="nil"/>
            </w:tcBorders>
          </w:tcPr>
          <w:p w14:paraId="48C8483E" w14:textId="77777777" w:rsidR="005E5B22" w:rsidRPr="009C20DD" w:rsidRDefault="005E5B22" w:rsidP="005E5B22">
            <w:pPr>
              <w:rPr>
                <w:rFonts w:cs="Arial"/>
              </w:rPr>
            </w:pPr>
          </w:p>
        </w:tc>
        <w:tc>
          <w:tcPr>
            <w:tcW w:w="1800" w:type="dxa"/>
            <w:tcBorders>
              <w:top w:val="nil"/>
              <w:left w:val="nil"/>
              <w:bottom w:val="nil"/>
              <w:right w:val="nil"/>
            </w:tcBorders>
          </w:tcPr>
          <w:p w14:paraId="46883B34" w14:textId="77777777" w:rsidR="005E5B22" w:rsidRPr="009C20DD" w:rsidRDefault="005E5B22" w:rsidP="005E5B22">
            <w:pPr>
              <w:rPr>
                <w:rFonts w:cs="Arial"/>
              </w:rPr>
            </w:pPr>
          </w:p>
        </w:tc>
      </w:tr>
    </w:tbl>
    <w:p w14:paraId="7C9F71EE" w14:textId="77777777" w:rsidR="005E5B22" w:rsidRPr="009C20DD" w:rsidRDefault="005E5B22" w:rsidP="005E5B22">
      <w:pPr>
        <w:pStyle w:val="BodyText"/>
        <w:rPr>
          <w:rFonts w:ascii="Arial" w:hAnsi="Arial" w:cs="Arial"/>
        </w:rPr>
      </w:pPr>
    </w:p>
    <w:p w14:paraId="0BE2A2FD" w14:textId="77777777" w:rsidR="005E5B22" w:rsidRDefault="005E5B22" w:rsidP="005E5B22">
      <w:pPr>
        <w:pStyle w:val="InfoBlue"/>
        <w:spacing w:after="360"/>
        <w:ind w:left="0"/>
        <w:jc w:val="left"/>
        <w:rPr>
          <w:rFonts w:ascii="Arial" w:hAnsi="Arial" w:cs="Arial"/>
          <w:sz w:val="22"/>
          <w:szCs w:val="22"/>
        </w:rPr>
      </w:pPr>
      <w:r w:rsidRPr="009C20DD">
        <w:rPr>
          <w:rFonts w:ascii="Arial" w:hAnsi="Arial" w:cs="Arial"/>
        </w:rPr>
        <w:br w:type="page"/>
      </w:r>
    </w:p>
    <w:p w14:paraId="10936A34" w14:textId="77777777" w:rsidR="005E5B22" w:rsidRPr="00C33198" w:rsidRDefault="005E5B22" w:rsidP="005E5B22">
      <w:pPr>
        <w:pStyle w:val="BackMatterHeading"/>
      </w:pPr>
      <w:bookmarkStart w:id="171" w:name="_Toc363205562"/>
      <w:bookmarkStart w:id="172" w:name="_Toc395081367"/>
      <w:bookmarkStart w:id="173" w:name="_Toc395092005"/>
      <w:bookmarkStart w:id="174" w:name="_Toc395093014"/>
      <w:bookmarkStart w:id="175" w:name="_Toc395095151"/>
      <w:bookmarkStart w:id="176" w:name="_Toc395107350"/>
      <w:bookmarkStart w:id="177" w:name="_Toc395163190"/>
      <w:bookmarkStart w:id="178" w:name="_Toc395165908"/>
      <w:bookmarkStart w:id="179" w:name="_Toc395166943"/>
      <w:bookmarkStart w:id="180" w:name="_Toc395168744"/>
      <w:bookmarkStart w:id="181" w:name="_Toc395170184"/>
      <w:bookmarkStart w:id="182" w:name="_Toc395769971"/>
      <w:bookmarkStart w:id="183" w:name="_Toc395773792"/>
      <w:bookmarkStart w:id="184" w:name="NotesToAuthor"/>
      <w:r w:rsidRPr="00C33198">
        <w:lastRenderedPageBreak/>
        <w:t>Notes to the Author / Template Instructions</w:t>
      </w:r>
      <w:bookmarkEnd w:id="171"/>
      <w:bookmarkEnd w:id="172"/>
      <w:bookmarkEnd w:id="173"/>
      <w:bookmarkEnd w:id="174"/>
      <w:bookmarkEnd w:id="175"/>
      <w:bookmarkEnd w:id="176"/>
      <w:bookmarkEnd w:id="177"/>
      <w:bookmarkEnd w:id="178"/>
      <w:bookmarkEnd w:id="179"/>
      <w:bookmarkEnd w:id="180"/>
      <w:bookmarkEnd w:id="181"/>
      <w:bookmarkEnd w:id="182"/>
      <w:bookmarkEnd w:id="183"/>
    </w:p>
    <w:bookmarkEnd w:id="184"/>
    <w:p w14:paraId="025DF967" w14:textId="77777777" w:rsidR="005E5B22" w:rsidRPr="002B2FF0" w:rsidRDefault="005E5B22" w:rsidP="005E5B22">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Project Charter</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xml:space="preserve">. The final document </w:t>
      </w:r>
      <w:proofErr w:type="gramStart"/>
      <w:r w:rsidRPr="002B2FF0">
        <w:rPr>
          <w:rFonts w:ascii="Arial" w:hAnsi="Arial" w:cs="Arial"/>
          <w:szCs w:val="24"/>
        </w:rPr>
        <w:t>should be delivered</w:t>
      </w:r>
      <w:proofErr w:type="gramEnd"/>
      <w:r w:rsidRPr="002B2FF0">
        <w:rPr>
          <w:rFonts w:ascii="Arial" w:hAnsi="Arial" w:cs="Arial"/>
          <w:szCs w:val="24"/>
        </w:rPr>
        <w:t xml:space="preserve">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Project Charter</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6A3593D8" w14:textId="77777777" w:rsidR="005E5B22" w:rsidRPr="002B2FF0" w:rsidRDefault="005E5B22" w:rsidP="005E5B22">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2475C4DA" w14:textId="77777777" w:rsidR="005E5B22" w:rsidRPr="002B2FF0" w:rsidRDefault="005E5B22" w:rsidP="005E5B22">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550DA195" w14:textId="77777777" w:rsidR="005E5B22" w:rsidRPr="002B2FF0" w:rsidRDefault="005E5B22" w:rsidP="005E5B22">
      <w:pPr>
        <w:pStyle w:val="BulletListMultiple"/>
        <w:spacing w:after="240"/>
        <w:rPr>
          <w:rFonts w:cs="Arial"/>
          <w:i/>
          <w:color w:val="0000FF"/>
          <w:sz w:val="24"/>
          <w:szCs w:val="24"/>
        </w:rPr>
      </w:pPr>
      <w:r w:rsidRPr="002B2FF0">
        <w:rPr>
          <w:rFonts w:cs="Arial"/>
          <w:i/>
          <w:color w:val="0000FF"/>
          <w:sz w:val="24"/>
          <w:szCs w:val="24"/>
        </w:rPr>
        <w:t xml:space="preserve">Instructional text in each section </w:t>
      </w:r>
      <w:proofErr w:type="gramStart"/>
      <w:r w:rsidRPr="002B2FF0">
        <w:rPr>
          <w:rFonts w:cs="Arial"/>
          <w:i/>
          <w:color w:val="0000FF"/>
          <w:sz w:val="24"/>
          <w:szCs w:val="24"/>
        </w:rPr>
        <w:t>should be replaced</w:t>
      </w:r>
      <w:proofErr w:type="gramEnd"/>
      <w:r w:rsidRPr="002B2FF0">
        <w:rPr>
          <w:rFonts w:cs="Arial"/>
          <w:i/>
          <w:color w:val="0000FF"/>
          <w:sz w:val="24"/>
          <w:szCs w:val="24"/>
        </w:rPr>
        <w:t xml:space="preserve"> with information specific to the particular investment.</w:t>
      </w:r>
    </w:p>
    <w:p w14:paraId="06FCA86D" w14:textId="77777777" w:rsidR="005E5B22" w:rsidRPr="002B2FF0" w:rsidRDefault="005E5B22" w:rsidP="005E5B22">
      <w:pPr>
        <w:pStyle w:val="BulletListMultipleLast"/>
        <w:spacing w:after="240"/>
        <w:rPr>
          <w:rFonts w:cs="Arial"/>
          <w:i/>
          <w:color w:val="0000FF"/>
          <w:sz w:val="24"/>
          <w:szCs w:val="24"/>
        </w:rPr>
      </w:pPr>
      <w:r w:rsidRPr="002B2FF0">
        <w:rPr>
          <w:rFonts w:cs="Arial"/>
          <w:i/>
          <w:color w:val="0000FF"/>
          <w:sz w:val="24"/>
          <w:szCs w:val="24"/>
        </w:rPr>
        <w:t xml:space="preserve">Some text and tables </w:t>
      </w:r>
      <w:proofErr w:type="gramStart"/>
      <w:r w:rsidRPr="002B2FF0">
        <w:rPr>
          <w:rFonts w:cs="Arial"/>
          <w:i/>
          <w:color w:val="0000FF"/>
          <w:sz w:val="24"/>
          <w:szCs w:val="24"/>
        </w:rPr>
        <w:t>are provided</w:t>
      </w:r>
      <w:proofErr w:type="gramEnd"/>
      <w:r w:rsidRPr="002B2FF0">
        <w:rPr>
          <w:rFonts w:cs="Arial"/>
          <w:i/>
          <w:color w:val="0000FF"/>
          <w:sz w:val="24"/>
          <w:szCs w:val="24"/>
        </w:rPr>
        <w:t xml:space="preserve"> as boilerplate examples of wording and formats that may be used or modified as appropriate.</w:t>
      </w:r>
    </w:p>
    <w:p w14:paraId="25D6022A" w14:textId="77777777" w:rsidR="005E5B22" w:rsidRPr="002B2FF0" w:rsidRDefault="005E5B22" w:rsidP="005E5B22">
      <w:pPr>
        <w:pStyle w:val="Instruction"/>
        <w:rPr>
          <w:rFonts w:ascii="Arial" w:hAnsi="Arial" w:cs="Arial"/>
          <w:szCs w:val="24"/>
        </w:rPr>
      </w:pPr>
      <w:r w:rsidRPr="002B2FF0">
        <w:rPr>
          <w:rFonts w:ascii="Arial" w:hAnsi="Arial" w:cs="Arial"/>
          <w:szCs w:val="24"/>
        </w:rPr>
        <w:t>When using this template, follow these steps:</w:t>
      </w:r>
    </w:p>
    <w:p w14:paraId="1E1DD150"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 xml:space="preserve">Table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above the table.</w:t>
      </w:r>
    </w:p>
    <w:p w14:paraId="78F3AB8C"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3709109F"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71CF79DA"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F829515"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 xml:space="preserve">Figure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0F9E2E42" w14:textId="77777777" w:rsidR="005E5B22" w:rsidRPr="002B2FF0" w:rsidRDefault="005E5B22" w:rsidP="005E5B22">
      <w:pPr>
        <w:pStyle w:val="BulletListMultiple"/>
        <w:numPr>
          <w:ilvl w:val="0"/>
          <w:numId w:val="44"/>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42615578" w14:textId="77777777" w:rsidR="005E5B22" w:rsidRDefault="005E5B22" w:rsidP="005E5B22">
      <w:pPr>
        <w:spacing w:before="0" w:after="0"/>
        <w:rPr>
          <w:rFonts w:ascii="Arial Narrow" w:hAnsi="Arial Narrow"/>
        </w:rPr>
      </w:pPr>
    </w:p>
    <w:p w14:paraId="2B18BEFA" w14:textId="77777777" w:rsidR="005E5B22" w:rsidRDefault="005E5B22" w:rsidP="005E5B22">
      <w:pPr>
        <w:rPr>
          <w:rFonts w:ascii="Arial Narrow" w:hAnsi="Arial Narrow"/>
        </w:rPr>
      </w:pPr>
    </w:p>
    <w:p w14:paraId="6F634340" w14:textId="77777777" w:rsidR="005E5B22" w:rsidRPr="00FF6734" w:rsidRDefault="005E5B22" w:rsidP="005E5B22">
      <w:r w:rsidRPr="00A95A63">
        <w:rPr>
          <w:rFonts w:ascii="Times New Roman" w:eastAsia="Calibri" w:hAnsi="Times New Roman"/>
          <w:color w:val="000000"/>
          <w:sz w:val="24"/>
          <w:szCs w:val="24"/>
        </w:rPr>
        <w:br w:type="page"/>
      </w:r>
    </w:p>
    <w:p w14:paraId="4E17E490" w14:textId="4BD4D6C6" w:rsidR="005E5B22" w:rsidRDefault="005E5B22" w:rsidP="005E5B22">
      <w:pPr>
        <w:pStyle w:val="BackMatterHeading"/>
      </w:pPr>
      <w:bookmarkStart w:id="185" w:name="_Toc395081368"/>
      <w:bookmarkStart w:id="186" w:name="_Toc395092006"/>
      <w:bookmarkStart w:id="187" w:name="_Toc395093015"/>
      <w:bookmarkStart w:id="188" w:name="_Toc395095152"/>
      <w:bookmarkStart w:id="189" w:name="_Toc395107351"/>
      <w:bookmarkStart w:id="190" w:name="_Toc395163191"/>
      <w:bookmarkStart w:id="191" w:name="_Toc395165909"/>
      <w:bookmarkStart w:id="192" w:name="_Toc395166944"/>
      <w:bookmarkStart w:id="193" w:name="_Toc395168745"/>
      <w:bookmarkStart w:id="194" w:name="_Toc395170185"/>
      <w:bookmarkStart w:id="195" w:name="_Toc395769972"/>
      <w:bookmarkStart w:id="196" w:name="_Toc395773793"/>
      <w:bookmarkStart w:id="197" w:name="_Toc363205563"/>
      <w:r>
        <w:lastRenderedPageBreak/>
        <w:t>Template Revision History</w:t>
      </w:r>
      <w:bookmarkEnd w:id="185"/>
      <w:bookmarkEnd w:id="186"/>
      <w:bookmarkEnd w:id="187"/>
      <w:bookmarkEnd w:id="188"/>
      <w:bookmarkEnd w:id="189"/>
      <w:bookmarkEnd w:id="190"/>
      <w:bookmarkEnd w:id="191"/>
      <w:bookmarkEnd w:id="192"/>
      <w:bookmarkEnd w:id="193"/>
      <w:bookmarkEnd w:id="194"/>
      <w:bookmarkEnd w:id="195"/>
      <w:bookmarkEnd w:id="196"/>
    </w:p>
    <w:p w14:paraId="05A83AF6" w14:textId="152B175A" w:rsidR="005E5B22" w:rsidRPr="00DA67D7" w:rsidRDefault="005E5B22" w:rsidP="005E5B22">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21EAB042" w14:textId="2987514A" w:rsidR="005E5B22" w:rsidRDefault="005E5B22" w:rsidP="005E5B22">
      <w:pPr>
        <w:pStyle w:val="Caption"/>
        <w:keepNext/>
      </w:pPr>
      <w:bookmarkStart w:id="198" w:name="_Toc391640586"/>
      <w:bookmarkStart w:id="199" w:name="_Toc395092489"/>
      <w:bookmarkStart w:id="200" w:name="_Toc395104120"/>
      <w:bookmarkStart w:id="201" w:name="_Toc395104376"/>
      <w:bookmarkStart w:id="202" w:name="_Toc395107357"/>
      <w:bookmarkStart w:id="203" w:name="_Toc395163199"/>
      <w:bookmarkStart w:id="204" w:name="_Toc395165917"/>
      <w:bookmarkStart w:id="205" w:name="_Toc395166956"/>
      <w:bookmarkStart w:id="206" w:name="_Toc395168758"/>
      <w:bookmarkStart w:id="207" w:name="_Toc395170195"/>
      <w:bookmarkStart w:id="208" w:name="_Toc395769980"/>
      <w:bookmarkStart w:id="209" w:name="_Toc395773334"/>
      <w:r>
        <w:t xml:space="preserve">Table </w:t>
      </w:r>
      <w:r w:rsidR="0040407A">
        <w:fldChar w:fldCharType="begin"/>
      </w:r>
      <w:r w:rsidR="0040407A">
        <w:instrText xml:space="preserve"> SEQ Table \* ARABIC </w:instrText>
      </w:r>
      <w:r w:rsidR="0040407A">
        <w:fldChar w:fldCharType="separate"/>
      </w:r>
      <w:r>
        <w:rPr>
          <w:noProof/>
        </w:rPr>
        <w:t>11</w:t>
      </w:r>
      <w:r w:rsidR="0040407A">
        <w:rPr>
          <w:noProof/>
        </w:rPr>
        <w:fldChar w:fldCharType="end"/>
      </w:r>
      <w:r>
        <w:t>: Template Revision History</w:t>
      </w:r>
      <w:bookmarkEnd w:id="198"/>
      <w:bookmarkEnd w:id="199"/>
      <w:bookmarkEnd w:id="200"/>
      <w:bookmarkEnd w:id="201"/>
      <w:bookmarkEnd w:id="202"/>
      <w:bookmarkEnd w:id="203"/>
      <w:bookmarkEnd w:id="204"/>
      <w:bookmarkEnd w:id="205"/>
      <w:bookmarkEnd w:id="206"/>
      <w:bookmarkEnd w:id="207"/>
      <w:bookmarkEnd w:id="208"/>
      <w:bookmarkEnd w:id="209"/>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440"/>
        <w:gridCol w:w="2601"/>
        <w:gridCol w:w="4126"/>
      </w:tblGrid>
      <w:tr w:rsidR="005E5B22" w:rsidRPr="000E5004" w14:paraId="69C6CAFC" w14:textId="77777777" w:rsidTr="0073459A">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437892FE" w14:textId="77777777" w:rsidR="005E5B22" w:rsidRPr="00956C5C" w:rsidRDefault="005E5B22" w:rsidP="005E5B22">
            <w:pPr>
              <w:pStyle w:val="TableColumnHeading"/>
            </w:pPr>
            <w:r w:rsidRPr="00956C5C">
              <w:t>Version</w:t>
            </w:r>
          </w:p>
          <w:p w14:paraId="03ABEAE6" w14:textId="77777777" w:rsidR="005E5B22" w:rsidRPr="00956C5C" w:rsidRDefault="005E5B22" w:rsidP="005E5B22">
            <w:pPr>
              <w:pStyle w:val="TableColumnHeading"/>
            </w:pPr>
            <w:r w:rsidRPr="00956C5C">
              <w:t>Number</w:t>
            </w:r>
          </w:p>
        </w:tc>
        <w:tc>
          <w:tcPr>
            <w:tcW w:w="78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55F3E1C" w14:textId="77777777" w:rsidR="005E5B22" w:rsidRPr="00956C5C" w:rsidRDefault="005E5B22" w:rsidP="005E5B22">
            <w:pPr>
              <w:pStyle w:val="TableColumnHeading"/>
            </w:pPr>
            <w:r w:rsidRPr="00956C5C">
              <w:t>Date</w:t>
            </w:r>
          </w:p>
        </w:tc>
        <w:tc>
          <w:tcPr>
            <w:tcW w:w="141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1DEC017" w14:textId="77777777" w:rsidR="005E5B22" w:rsidRPr="00A3688F" w:rsidRDefault="005E5B22" w:rsidP="005E5B22">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397C1F3A" w14:textId="77777777" w:rsidR="005E5B22" w:rsidRPr="00956C5C" w:rsidRDefault="005E5B22" w:rsidP="005E5B22">
            <w:pPr>
              <w:pStyle w:val="TableColumnHeading"/>
            </w:pPr>
            <w:r w:rsidRPr="00956C5C">
              <w:t>Description of Change</w:t>
            </w:r>
          </w:p>
        </w:tc>
      </w:tr>
      <w:tr w:rsidR="005E5B22" w14:paraId="5F69805C" w14:textId="77777777" w:rsidTr="0073459A">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0A661A5D" w14:textId="309E1A22" w:rsidR="005E5B22" w:rsidRDefault="008F2066" w:rsidP="005E5B22">
            <w:pPr>
              <w:pStyle w:val="TableText"/>
              <w:jc w:val="center"/>
            </w:pPr>
            <w:r>
              <w:rPr>
                <w:color w:val="000000" w:themeColor="text1"/>
              </w:rPr>
              <w:t>1.0</w:t>
            </w: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0A0E1C15" w14:textId="3C8E8B78" w:rsidR="005E5B22" w:rsidRDefault="008F2066" w:rsidP="005E5B22">
            <w:pPr>
              <w:pStyle w:val="TableText"/>
            </w:pPr>
            <w:r>
              <w:rPr>
                <w:color w:val="000000" w:themeColor="text1"/>
              </w:rPr>
              <w:t>07/29/2020</w:t>
            </w: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740C2ECC" w14:textId="77777777" w:rsidR="008F2066" w:rsidRDefault="008F2066" w:rsidP="008F2066">
            <w:pPr>
              <w:pStyle w:val="TableText"/>
            </w:pPr>
            <w:r>
              <w:t>Alex Smith</w:t>
            </w:r>
          </w:p>
          <w:p w14:paraId="5A58113E" w14:textId="126C3429" w:rsidR="005E5B22" w:rsidRDefault="008F2066" w:rsidP="008F2066">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7F9A5987" w14:textId="5CEC587A" w:rsidR="005E5B22" w:rsidRDefault="008F2066" w:rsidP="005E5B22">
            <w:pPr>
              <w:pStyle w:val="TableText"/>
            </w:pPr>
            <w:r>
              <w:rPr>
                <w:color w:val="000000" w:themeColor="text1"/>
              </w:rPr>
              <w:t>Baseline document</w:t>
            </w:r>
          </w:p>
        </w:tc>
      </w:tr>
      <w:tr w:rsidR="008F2066" w14:paraId="53C83288"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D6E2E0C" w14:textId="1CD4CFEC" w:rsidR="008F2066" w:rsidRPr="000E5004"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36E98064" w14:textId="2B395C0A" w:rsidR="008F2066" w:rsidRPr="000E5004"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36EF43BC" w14:textId="528CB42A" w:rsidR="008F2066" w:rsidRPr="000E5004"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406611C" w14:textId="7AE88280" w:rsidR="008F2066" w:rsidRPr="000E5004" w:rsidRDefault="008F2066" w:rsidP="005E5B22">
            <w:pPr>
              <w:pStyle w:val="TableText"/>
            </w:pPr>
          </w:p>
        </w:tc>
      </w:tr>
      <w:tr w:rsidR="008F2066" w14:paraId="0E9958DA"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247708F" w14:textId="44E36122" w:rsidR="008F2066" w:rsidRPr="000E5004"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49B60008" w14:textId="62124046" w:rsidR="008F2066" w:rsidRPr="000E5004"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662C03D4" w14:textId="71389EFC" w:rsidR="008F2066" w:rsidRPr="000E5004"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19BBC73" w14:textId="2438166B" w:rsidR="008F2066" w:rsidRPr="000E5004" w:rsidRDefault="008F2066" w:rsidP="005E5B22">
            <w:pPr>
              <w:pStyle w:val="TableText"/>
            </w:pPr>
          </w:p>
        </w:tc>
      </w:tr>
      <w:tr w:rsidR="008F2066" w14:paraId="65B2C839"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BF26B34" w14:textId="20AAF633" w:rsidR="008F2066" w:rsidRPr="000E5004"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0E0772B9" w14:textId="77777777" w:rsidR="008F2066" w:rsidRPr="000E5004"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4EC8EBF6" w14:textId="77777777" w:rsidR="008F2066" w:rsidRPr="000E5004"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D112485" w14:textId="77777777" w:rsidR="008F2066" w:rsidRPr="000E5004" w:rsidRDefault="008F2066" w:rsidP="005E5B22">
            <w:pPr>
              <w:pStyle w:val="TableText"/>
            </w:pPr>
          </w:p>
        </w:tc>
      </w:tr>
      <w:tr w:rsidR="008F2066" w14:paraId="6E8DA0FF"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6B81E9B"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307AE95D"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76577271"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3CE5B34" w14:textId="77777777" w:rsidR="008F2066" w:rsidRPr="004B5BBD" w:rsidRDefault="008F2066" w:rsidP="005E5B22">
            <w:pPr>
              <w:pStyle w:val="TableText"/>
            </w:pPr>
          </w:p>
        </w:tc>
      </w:tr>
      <w:tr w:rsidR="008F2066" w14:paraId="36C55684"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A663EF0"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4F895108"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61F6838F"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921F51E" w14:textId="77777777" w:rsidR="008F2066" w:rsidRPr="004B5BBD" w:rsidRDefault="008F2066" w:rsidP="005E5B22">
            <w:pPr>
              <w:pStyle w:val="TableText"/>
            </w:pPr>
          </w:p>
        </w:tc>
      </w:tr>
      <w:tr w:rsidR="008F2066" w14:paraId="523F9800"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B94DEE5"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2937C1F9"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5B192B92"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FA97021" w14:textId="77777777" w:rsidR="008F2066" w:rsidRPr="004B5BBD" w:rsidRDefault="008F2066" w:rsidP="005E5B22">
            <w:pPr>
              <w:pStyle w:val="TableText"/>
            </w:pPr>
          </w:p>
        </w:tc>
      </w:tr>
      <w:tr w:rsidR="008F2066" w14:paraId="7BFC6475"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CB71522"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46B2B116"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50407CDF"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50355B8" w14:textId="77777777" w:rsidR="008F2066" w:rsidRPr="004B5BBD" w:rsidRDefault="008F2066" w:rsidP="005E5B22">
            <w:pPr>
              <w:pStyle w:val="TableText"/>
            </w:pPr>
          </w:p>
        </w:tc>
      </w:tr>
      <w:tr w:rsidR="008F2066" w14:paraId="245DD794"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CA6DCEF"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48767D0A"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04A7B5AA"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0F0E3BF" w14:textId="77777777" w:rsidR="008F2066" w:rsidRPr="004B5BBD" w:rsidRDefault="008F2066" w:rsidP="005E5B22">
            <w:pPr>
              <w:pStyle w:val="TableText"/>
            </w:pPr>
          </w:p>
        </w:tc>
      </w:tr>
      <w:tr w:rsidR="008F2066" w14:paraId="7ABDF67A"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F23FD4A"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62B8E662"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6A6B2A05"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C37FBA7" w14:textId="77777777" w:rsidR="008F2066" w:rsidRPr="004B5BBD" w:rsidRDefault="008F2066" w:rsidP="005E5B22">
            <w:pPr>
              <w:pStyle w:val="TableText"/>
            </w:pPr>
          </w:p>
        </w:tc>
      </w:tr>
      <w:tr w:rsidR="008F2066" w14:paraId="29A47D9B"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4A5AB17"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42A18C76"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4A96756A"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9234897" w14:textId="77777777" w:rsidR="008F2066" w:rsidRPr="004B5BBD" w:rsidRDefault="008F2066" w:rsidP="005E5B22">
            <w:pPr>
              <w:pStyle w:val="TableText"/>
            </w:pPr>
          </w:p>
        </w:tc>
      </w:tr>
      <w:tr w:rsidR="008F2066" w14:paraId="1B81ED1C" w14:textId="77777777" w:rsidTr="007345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673785B" w14:textId="77777777" w:rsidR="008F2066" w:rsidRPr="004B5BBD" w:rsidRDefault="008F2066" w:rsidP="005E5B22">
            <w:pPr>
              <w:pStyle w:val="TableText"/>
              <w:jc w:val="center"/>
            </w:pPr>
          </w:p>
        </w:tc>
        <w:tc>
          <w:tcPr>
            <w:tcW w:w="781" w:type="pct"/>
            <w:tcBorders>
              <w:top w:val="single" w:sz="4" w:space="0" w:color="000000"/>
              <w:left w:val="single" w:sz="4" w:space="0" w:color="000000"/>
              <w:bottom w:val="single" w:sz="4" w:space="0" w:color="000000"/>
              <w:right w:val="single" w:sz="4" w:space="0" w:color="000000"/>
            </w:tcBorders>
            <w:shd w:val="clear" w:color="000080" w:fill="FFFFFF"/>
          </w:tcPr>
          <w:p w14:paraId="36DCF4C1" w14:textId="77777777" w:rsidR="008F2066" w:rsidRPr="004B5BBD" w:rsidRDefault="008F2066" w:rsidP="005E5B22">
            <w:pPr>
              <w:pStyle w:val="TableText"/>
            </w:pPr>
          </w:p>
        </w:tc>
        <w:tc>
          <w:tcPr>
            <w:tcW w:w="1411" w:type="pct"/>
            <w:tcBorders>
              <w:top w:val="single" w:sz="4" w:space="0" w:color="000000"/>
              <w:left w:val="single" w:sz="4" w:space="0" w:color="000000"/>
              <w:bottom w:val="single" w:sz="4" w:space="0" w:color="000000"/>
              <w:right w:val="single" w:sz="4" w:space="0" w:color="000000"/>
            </w:tcBorders>
            <w:shd w:val="clear" w:color="000080" w:fill="FFFFFF"/>
          </w:tcPr>
          <w:p w14:paraId="55A664B5" w14:textId="77777777" w:rsidR="008F2066" w:rsidRPr="004B5BBD" w:rsidRDefault="008F2066" w:rsidP="005E5B2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B72505D" w14:textId="77777777" w:rsidR="008F2066" w:rsidRPr="004B5BBD" w:rsidRDefault="008F2066" w:rsidP="005E5B22">
            <w:pPr>
              <w:pStyle w:val="TableText"/>
            </w:pPr>
          </w:p>
        </w:tc>
      </w:tr>
    </w:tbl>
    <w:p w14:paraId="6271FF3F" w14:textId="77777777" w:rsidR="005E5B22" w:rsidRDefault="005E5B22" w:rsidP="005E5B22">
      <w:pPr>
        <w:spacing w:before="0" w:after="0"/>
        <w:rPr>
          <w:sz w:val="20"/>
        </w:rPr>
      </w:pPr>
    </w:p>
    <w:p w14:paraId="4A59F6F1" w14:textId="77777777" w:rsidR="005E5B22" w:rsidRDefault="005E5B22" w:rsidP="005E5B22">
      <w:pPr>
        <w:spacing w:before="0" w:after="0"/>
        <w:rPr>
          <w:sz w:val="20"/>
        </w:rPr>
      </w:pPr>
      <w:r>
        <w:rPr>
          <w:sz w:val="20"/>
        </w:rPr>
        <w:br w:type="page"/>
      </w:r>
    </w:p>
    <w:p w14:paraId="78635A55" w14:textId="77777777" w:rsidR="005E5B22" w:rsidRDefault="005E5B22" w:rsidP="005E5B22">
      <w:pPr>
        <w:pStyle w:val="BackMatterHeading"/>
      </w:pPr>
      <w:bookmarkStart w:id="210" w:name="_Toc395081369"/>
      <w:bookmarkStart w:id="211" w:name="_Toc395092007"/>
      <w:bookmarkStart w:id="212" w:name="_Toc395093016"/>
      <w:bookmarkStart w:id="213" w:name="_Toc395095153"/>
      <w:bookmarkStart w:id="214" w:name="_Toc395107352"/>
      <w:bookmarkStart w:id="215" w:name="_Toc395163192"/>
      <w:bookmarkStart w:id="216" w:name="_Toc395165910"/>
      <w:bookmarkStart w:id="217" w:name="_Toc395166945"/>
      <w:bookmarkStart w:id="218" w:name="_Toc395168746"/>
      <w:bookmarkStart w:id="219" w:name="_Toc395170186"/>
      <w:bookmarkStart w:id="220" w:name="_Toc395769973"/>
      <w:bookmarkStart w:id="221" w:name="_Toc395773794"/>
      <w:bookmarkEnd w:id="197"/>
      <w:r>
        <w:lastRenderedPageBreak/>
        <w:t>Additional Appendices</w:t>
      </w:r>
      <w:bookmarkEnd w:id="210"/>
      <w:bookmarkEnd w:id="211"/>
      <w:bookmarkEnd w:id="212"/>
      <w:bookmarkEnd w:id="213"/>
      <w:bookmarkEnd w:id="214"/>
      <w:bookmarkEnd w:id="215"/>
      <w:bookmarkEnd w:id="216"/>
      <w:bookmarkEnd w:id="217"/>
      <w:bookmarkEnd w:id="218"/>
      <w:bookmarkEnd w:id="219"/>
      <w:bookmarkEnd w:id="220"/>
      <w:bookmarkEnd w:id="221"/>
    </w:p>
    <w:p w14:paraId="58A2F287" w14:textId="2F0350D4" w:rsidR="006F3AF3" w:rsidRPr="00D45B6D" w:rsidRDefault="005E5B22" w:rsidP="005E5B22">
      <w:pPr>
        <w:pStyle w:val="InfoBlue"/>
        <w:spacing w:after="360"/>
        <w:ind w:left="0"/>
        <w:jc w:val="left"/>
        <w:rPr>
          <w:i w:val="0"/>
          <w:szCs w:val="22"/>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48"/>
      <w:bookmarkEnd w:id="71"/>
    </w:p>
    <w:sectPr w:rsidR="006F3AF3" w:rsidRPr="00D45B6D" w:rsidSect="00985D5A">
      <w:headerReference w:type="default" r:id="rId25"/>
      <w:pgSz w:w="12240" w:h="15840" w:code="1"/>
      <w:pgMar w:top="1440" w:right="1440" w:bottom="1440" w:left="1440" w:header="504" w:footer="50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3AE0C" w14:textId="77777777" w:rsidR="0040407A" w:rsidRDefault="0040407A">
      <w:r>
        <w:separator/>
      </w:r>
    </w:p>
    <w:p w14:paraId="45F8CA4A" w14:textId="77777777" w:rsidR="0040407A" w:rsidRDefault="0040407A"/>
    <w:p w14:paraId="7475611B" w14:textId="77777777" w:rsidR="0040407A" w:rsidRDefault="0040407A"/>
  </w:endnote>
  <w:endnote w:type="continuationSeparator" w:id="0">
    <w:p w14:paraId="6DDB8048" w14:textId="77777777" w:rsidR="0040407A" w:rsidRDefault="0040407A">
      <w:r>
        <w:continuationSeparator/>
      </w:r>
    </w:p>
    <w:p w14:paraId="18D547E3" w14:textId="77777777" w:rsidR="0040407A" w:rsidRDefault="0040407A"/>
    <w:p w14:paraId="4933A183" w14:textId="77777777" w:rsidR="0040407A" w:rsidRDefault="00404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9B" w14:textId="491BD476" w:rsidR="00BB22CE" w:rsidRDefault="0040407A" w:rsidP="00736D57">
    <w:pPr>
      <w:pStyle w:val="Footer"/>
      <w:rPr>
        <w:rStyle w:val="PageNumber"/>
      </w:rPr>
    </w:pPr>
    <w:r>
      <w:fldChar w:fldCharType="begin"/>
    </w:r>
    <w:r>
      <w:instrText xml:space="preserve"> STYLEREF  "Doc Title"  \* MERGEFORMAT </w:instrText>
    </w:r>
    <w:r>
      <w:fldChar w:fldCharType="separate"/>
    </w:r>
    <w:r w:rsidR="008F2066">
      <w:rPr>
        <w:noProof/>
      </w:rPr>
      <w:t>Project Charter</w:t>
    </w:r>
    <w:r>
      <w:rPr>
        <w:noProof/>
      </w:rPr>
      <w:fldChar w:fldCharType="end"/>
    </w:r>
    <w:r w:rsidR="00BB22CE">
      <w:tab/>
    </w:r>
    <w:r w:rsidR="00BB22CE">
      <w:tab/>
    </w:r>
    <w:r w:rsidR="00BB22CE">
      <w:rPr>
        <w:rStyle w:val="PageNumber"/>
      </w:rPr>
      <w:fldChar w:fldCharType="begin"/>
    </w:r>
    <w:r w:rsidR="00BB22CE">
      <w:rPr>
        <w:rStyle w:val="PageNumber"/>
      </w:rPr>
      <w:instrText xml:space="preserve"> PAGE </w:instrText>
    </w:r>
    <w:r w:rsidR="00BB22CE">
      <w:rPr>
        <w:rStyle w:val="PageNumber"/>
      </w:rPr>
      <w:fldChar w:fldCharType="separate"/>
    </w:r>
    <w:r w:rsidR="008F2066">
      <w:rPr>
        <w:rStyle w:val="PageNumber"/>
        <w:noProof/>
      </w:rPr>
      <w:t>i</w:t>
    </w:r>
    <w:r w:rsidR="00BB22CE">
      <w:rPr>
        <w:rStyle w:val="PageNumber"/>
      </w:rPr>
      <w:fldChar w:fldCharType="end"/>
    </w:r>
  </w:p>
  <w:p w14:paraId="58A2F29C" w14:textId="37D077CE" w:rsidR="00BB22CE" w:rsidRDefault="00BB22CE" w:rsidP="00736D57">
    <w:pPr>
      <w:pStyle w:val="Footer"/>
      <w:rPr>
        <w:b/>
        <w:sz w:val="20"/>
      </w:rPr>
    </w:pPr>
    <w:r>
      <w:fldChar w:fldCharType="begin"/>
    </w:r>
    <w:r>
      <w:instrText xml:space="preserve"> STYLEREF  "Version Number"  \* MERGEFORMAT </w:instrText>
    </w:r>
    <w:r>
      <w:fldChar w:fldCharType="separate"/>
    </w:r>
    <w:r w:rsidR="008F2066">
      <w:rPr>
        <w:b/>
        <w:bCs/>
        <w:noProof/>
      </w:rPr>
      <w:t>Error! Use the Home tab to apply Version Number to the text that you want to appear here.</w:t>
    </w:r>
    <w:r>
      <w:fldChar w:fldCharType="end"/>
    </w:r>
    <w:r>
      <w:rPr>
        <w:rStyle w:val="PageNumber"/>
      </w:rPr>
      <w:tab/>
    </w:r>
    <w:r>
      <w:rPr>
        <w:rStyle w:val="PageNumber"/>
      </w:rPr>
      <w:tab/>
    </w:r>
    <w:r w:rsidR="0040407A">
      <w:fldChar w:fldCharType="begin"/>
    </w:r>
    <w:r w:rsidR="0040407A">
      <w:instrText xml:space="preserve"> STYLEREF  PubDate  \* MERGEFORMAT </w:instrText>
    </w:r>
    <w:r w:rsidR="0040407A">
      <w:fldChar w:fldCharType="separate"/>
    </w:r>
    <w:r w:rsidR="008F2066" w:rsidRPr="008F2066">
      <w:rPr>
        <w:rStyle w:val="PageNumber"/>
        <w:noProof/>
      </w:rPr>
      <w:t>MM/DD/YYYY</w:t>
    </w:r>
    <w:r w:rsidR="0040407A">
      <w:rPr>
        <w:rStyle w:val="PageNumber"/>
        <w:noProof/>
      </w:rPr>
      <w:fldChar w:fldCharType="end"/>
    </w:r>
    <w:r>
      <w:rPr>
        <w:rStyle w:val="PageNumber"/>
      </w:rPr>
      <w:t>&lt;Pub Date&gt;</w:t>
    </w:r>
    <w:r w:rsidR="0040407A">
      <w:fldChar w:fldCharType="begin"/>
    </w:r>
    <w:r w:rsidR="0040407A">
      <w:instrText xml:space="preserve"> STYLEREF PubDate \* MERGEFORMAT </w:instrText>
    </w:r>
    <w:r w:rsidR="0040407A">
      <w:fldChar w:fldCharType="separate"/>
    </w:r>
    <w:r w:rsidR="008F2066">
      <w:rPr>
        <w:noProof/>
      </w:rPr>
      <w:t>MM/DD/YYYY</w:t>
    </w:r>
    <w:r w:rsidR="0040407A">
      <w:rPr>
        <w:noProof/>
      </w:rPr>
      <w:fldChar w:fldCharType="end"/>
    </w:r>
  </w:p>
  <w:p w14:paraId="58A2F29D" w14:textId="5390DB40" w:rsidR="00BB22CE" w:rsidRPr="00736D57" w:rsidRDefault="00462434"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9E" w14:textId="54B11019" w:rsidR="00BB22CE" w:rsidRDefault="0040407A" w:rsidP="006F1044">
    <w:pPr>
      <w:pStyle w:val="Footer"/>
      <w:spacing w:before="120"/>
      <w:rPr>
        <w:rStyle w:val="PageNumber"/>
      </w:rPr>
    </w:pPr>
    <w:r>
      <w:fldChar w:fldCharType="begin"/>
    </w:r>
    <w:r>
      <w:instrText xml:space="preserve"> STYLEREF  "Doc Title"  \* MERGEFORMAT </w:instrText>
    </w:r>
    <w:r>
      <w:fldChar w:fldCharType="separate"/>
    </w:r>
    <w:r w:rsidR="0073459A">
      <w:rPr>
        <w:noProof/>
      </w:rPr>
      <w:t>Project Charter</w:t>
    </w:r>
    <w:r>
      <w:rPr>
        <w:noProof/>
      </w:rPr>
      <w:fldChar w:fldCharType="end"/>
    </w:r>
    <w:r w:rsidR="00BB22CE">
      <w:t xml:space="preserve"> </w:t>
    </w:r>
    <w:r>
      <w:fldChar w:fldCharType="begin"/>
    </w:r>
    <w:r>
      <w:instrText xml:space="preserve"> STYLEREF  Version  \* MERGEFORMAT </w:instrText>
    </w:r>
    <w:r>
      <w:fldChar w:fldCharType="separate"/>
    </w:r>
    <w:r w:rsidR="0073459A" w:rsidRPr="0073459A">
      <w:rPr>
        <w:rStyle w:val="PageNumber"/>
        <w:noProof/>
      </w:rPr>
      <w:t>Version</w:t>
    </w:r>
    <w:r w:rsidR="0073459A">
      <w:rPr>
        <w:noProof/>
      </w:rPr>
      <w:t xml:space="preserve"> X.X</w:t>
    </w:r>
    <w:r>
      <w:rPr>
        <w:noProof/>
      </w:rPr>
      <w:fldChar w:fldCharType="end"/>
    </w:r>
    <w:r w:rsidR="00BB22CE">
      <w:tab/>
    </w:r>
    <w:r w:rsidR="00BB22CE">
      <w:fldChar w:fldCharType="begin"/>
    </w:r>
    <w:r w:rsidR="00BB22CE">
      <w:instrText xml:space="preserve"> PAGE   \* MERGEFORMAT </w:instrText>
    </w:r>
    <w:r w:rsidR="00BB22CE">
      <w:fldChar w:fldCharType="separate"/>
    </w:r>
    <w:r w:rsidR="0073459A">
      <w:rPr>
        <w:noProof/>
      </w:rPr>
      <w:t>iii</w:t>
    </w:r>
    <w:r w:rsidR="00BB22CE">
      <w:rPr>
        <w:noProof/>
      </w:rPr>
      <w:fldChar w:fldCharType="end"/>
    </w:r>
    <w:r w:rsidR="00BB22CE">
      <w:tab/>
    </w:r>
    <w:r>
      <w:fldChar w:fldCharType="begin"/>
    </w:r>
    <w:r>
      <w:instrText xml:space="preserve"> STYLEREF  ProjectName  \* MERGEFORMAT </w:instrText>
    </w:r>
    <w:r>
      <w:fldChar w:fldCharType="separate"/>
    </w:r>
    <w:r w:rsidR="0073459A">
      <w:rPr>
        <w:noProof/>
      </w:rPr>
      <w:t>&lt;Project Name / Acronym&gt;</w:t>
    </w:r>
    <w:r>
      <w:rPr>
        <w:noProof/>
      </w:rPr>
      <w:fldChar w:fldCharType="end"/>
    </w:r>
  </w:p>
  <w:p w14:paraId="58A2F29F" w14:textId="77777777" w:rsidR="00BB22CE" w:rsidRPr="006F1044" w:rsidRDefault="00BB22CE"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A2" w14:textId="77777777" w:rsidR="00BB22CE" w:rsidRDefault="0040407A" w:rsidP="000C2654">
    <w:pPr>
      <w:pStyle w:val="Footer"/>
      <w:spacing w:before="120"/>
      <w:rPr>
        <w:rStyle w:val="PageNumber"/>
      </w:rPr>
    </w:pPr>
    <w:r>
      <w:fldChar w:fldCharType="begin"/>
    </w:r>
    <w:r>
      <w:instrText xml:space="preserve"> STYLEREF  "Doc Title"  \* MERGEFORMAT </w:instrText>
    </w:r>
    <w:r>
      <w:fldChar w:fldCharType="separate"/>
    </w:r>
    <w:r w:rsidR="00BB22CE">
      <w:rPr>
        <w:noProof/>
      </w:rPr>
      <w:t>Project Charter</w:t>
    </w:r>
    <w:r>
      <w:rPr>
        <w:noProof/>
      </w:rPr>
      <w:fldChar w:fldCharType="end"/>
    </w:r>
    <w:r w:rsidR="00BB22CE">
      <w:t xml:space="preserve"> </w:t>
    </w:r>
    <w:r>
      <w:fldChar w:fldCharType="begin"/>
    </w:r>
    <w:r>
      <w:instrText xml:space="preserve"> STYLEREF  Version  \* MERGEFORMAT </w:instrText>
    </w:r>
    <w:r>
      <w:fldChar w:fldCharType="separate"/>
    </w:r>
    <w:r w:rsidR="00BB22CE" w:rsidRPr="00707307">
      <w:rPr>
        <w:rStyle w:val="PageNumber"/>
        <w:noProof/>
      </w:rPr>
      <w:t>Version</w:t>
    </w:r>
    <w:r w:rsidR="00BB22CE">
      <w:rPr>
        <w:noProof/>
      </w:rPr>
      <w:t xml:space="preserve"> 3.0</w:t>
    </w:r>
    <w:r>
      <w:rPr>
        <w:noProof/>
      </w:rPr>
      <w:fldChar w:fldCharType="end"/>
    </w:r>
    <w:r w:rsidR="00BB22CE">
      <w:tab/>
    </w:r>
    <w:r w:rsidR="00BB22CE">
      <w:fldChar w:fldCharType="begin"/>
    </w:r>
    <w:r w:rsidR="00BB22CE">
      <w:instrText xml:space="preserve"> PAGE   \* MERGEFORMAT </w:instrText>
    </w:r>
    <w:r w:rsidR="00BB22CE">
      <w:fldChar w:fldCharType="separate"/>
    </w:r>
    <w:r w:rsidR="00BB22CE">
      <w:rPr>
        <w:noProof/>
      </w:rPr>
      <w:t>ii</w:t>
    </w:r>
    <w:r w:rsidR="00BB22CE">
      <w:rPr>
        <w:noProof/>
      </w:rPr>
      <w:fldChar w:fldCharType="end"/>
    </w:r>
    <w:r w:rsidR="00BB22CE">
      <w:tab/>
    </w:r>
    <w:r>
      <w:fldChar w:fldCharType="begin"/>
    </w:r>
    <w:r>
      <w:instrText xml:space="preserve"> STYLEREF  ProjectName  \* MERGEFORMAT </w:instrText>
    </w:r>
    <w:r>
      <w:fldChar w:fldCharType="separate"/>
    </w:r>
    <w:r w:rsidR="00BB22CE">
      <w:rPr>
        <w:noProof/>
      </w:rPr>
      <w:t>&lt;Project Name / Acronym&gt;</w:t>
    </w:r>
    <w:r>
      <w:rPr>
        <w:noProof/>
      </w:rPr>
      <w:fldChar w:fldCharType="end"/>
    </w:r>
    <w:r w:rsidR="00BB22CE">
      <w:tab/>
    </w:r>
  </w:p>
  <w:p w14:paraId="58A2F2A3" w14:textId="77777777" w:rsidR="00BB22CE" w:rsidRDefault="00BB22CE"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27D46" w14:textId="41E9D313" w:rsidR="00BB22CE" w:rsidRDefault="0040407A" w:rsidP="006F1044">
    <w:pPr>
      <w:pStyle w:val="Footer"/>
      <w:spacing w:before="120"/>
      <w:rPr>
        <w:rStyle w:val="PageNumber"/>
      </w:rPr>
    </w:pPr>
    <w:r>
      <w:fldChar w:fldCharType="begin"/>
    </w:r>
    <w:r>
      <w:instrText xml:space="preserve"> STYLEREF  "Doc Title"  \* MERGEFORMAT </w:instrText>
    </w:r>
    <w:r>
      <w:fldChar w:fldCharType="separate"/>
    </w:r>
    <w:r w:rsidR="0073459A">
      <w:rPr>
        <w:noProof/>
      </w:rPr>
      <w:t>Project Charter</w:t>
    </w:r>
    <w:r>
      <w:rPr>
        <w:noProof/>
      </w:rPr>
      <w:fldChar w:fldCharType="end"/>
    </w:r>
    <w:r w:rsidR="00BB22CE">
      <w:t xml:space="preserve"> </w:t>
    </w:r>
    <w:r>
      <w:fldChar w:fldCharType="begin"/>
    </w:r>
    <w:r>
      <w:instrText xml:space="preserve"> STYLEREF  Version  \* MERGEFORMAT </w:instrText>
    </w:r>
    <w:r>
      <w:fldChar w:fldCharType="separate"/>
    </w:r>
    <w:r w:rsidR="0073459A" w:rsidRPr="0073459A">
      <w:rPr>
        <w:rStyle w:val="PageNumber"/>
        <w:noProof/>
      </w:rPr>
      <w:t>Version</w:t>
    </w:r>
    <w:r w:rsidR="0073459A">
      <w:rPr>
        <w:noProof/>
      </w:rPr>
      <w:t xml:space="preserve"> X.X</w:t>
    </w:r>
    <w:r>
      <w:rPr>
        <w:noProof/>
      </w:rPr>
      <w:fldChar w:fldCharType="end"/>
    </w:r>
    <w:r w:rsidR="00BB22CE">
      <w:tab/>
    </w:r>
    <w:r w:rsidR="00BB22CE">
      <w:fldChar w:fldCharType="begin"/>
    </w:r>
    <w:r w:rsidR="00BB22CE">
      <w:instrText xml:space="preserve"> PAGE   \* MERGEFORMAT </w:instrText>
    </w:r>
    <w:r w:rsidR="00BB22CE">
      <w:fldChar w:fldCharType="separate"/>
    </w:r>
    <w:r w:rsidR="0073459A">
      <w:rPr>
        <w:noProof/>
      </w:rPr>
      <w:t>8</w:t>
    </w:r>
    <w:r w:rsidR="00BB22CE">
      <w:rPr>
        <w:noProof/>
      </w:rPr>
      <w:fldChar w:fldCharType="end"/>
    </w:r>
    <w:r w:rsidR="00BB22CE">
      <w:tab/>
    </w:r>
    <w:r>
      <w:fldChar w:fldCharType="begin"/>
    </w:r>
    <w:r>
      <w:instrText xml:space="preserve"> STYLEREF  ProjectName  \* MERGEFORMAT </w:instrText>
    </w:r>
    <w:r>
      <w:fldChar w:fldCharType="separate"/>
    </w:r>
    <w:r w:rsidR="0073459A">
      <w:rPr>
        <w:noProof/>
      </w:rPr>
      <w:t>&lt;Project Name / Acronym&gt;</w:t>
    </w:r>
    <w:r>
      <w:rPr>
        <w:noProof/>
      </w:rPr>
      <w:fldChar w:fldCharType="end"/>
    </w:r>
  </w:p>
  <w:p w14:paraId="26BCAE10" w14:textId="77777777" w:rsidR="00BB22CE" w:rsidRPr="006F1044" w:rsidRDefault="00BB22CE"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77B50" w14:textId="77777777" w:rsidR="0040407A" w:rsidRDefault="0040407A">
      <w:r>
        <w:separator/>
      </w:r>
    </w:p>
    <w:p w14:paraId="52A27F62" w14:textId="77777777" w:rsidR="0040407A" w:rsidRDefault="0040407A"/>
    <w:p w14:paraId="3EFDABD7" w14:textId="77777777" w:rsidR="0040407A" w:rsidRDefault="0040407A"/>
  </w:footnote>
  <w:footnote w:type="continuationSeparator" w:id="0">
    <w:p w14:paraId="7E6C0F78" w14:textId="77777777" w:rsidR="0040407A" w:rsidRDefault="0040407A">
      <w:r>
        <w:continuationSeparator/>
      </w:r>
    </w:p>
    <w:p w14:paraId="129A6030" w14:textId="77777777" w:rsidR="0040407A" w:rsidRDefault="0040407A"/>
    <w:p w14:paraId="4768D300" w14:textId="77777777" w:rsidR="0040407A" w:rsidRDefault="0040407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9A" w14:textId="67C7C2D6" w:rsidR="00BB22CE" w:rsidRDefault="00BB22CE" w:rsidP="006F1044">
    <w:pPr>
      <w:pStyle w:val="Header2"/>
    </w:pPr>
    <w:r>
      <w:t>CMS</w:t>
    </w:r>
    <w:r>
      <w:tab/>
    </w:r>
    <w:r w:rsidR="0040407A">
      <w:fldChar w:fldCharType="begin"/>
    </w:r>
    <w:r w:rsidR="0040407A">
      <w:instrText xml:space="preserve"> STYLEREF  "Front Matter Header"  \* MERGEFORMAT </w:instrText>
    </w:r>
    <w:r w:rsidR="0040407A">
      <w:fldChar w:fldCharType="separate"/>
    </w:r>
    <w:r w:rsidR="0073459A">
      <w:rPr>
        <w:noProof/>
      </w:rPr>
      <w:t>List of Figures</w:t>
    </w:r>
    <w:r w:rsidR="0040407A">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A0" w14:textId="77777777" w:rsidR="00BB22CE" w:rsidRPr="00DC0109" w:rsidRDefault="00BB22CE" w:rsidP="00EB5A4B">
    <w:pPr>
      <w:pStyle w:val="Footer"/>
      <w:pBdr>
        <w:top w:val="none" w:sz="0" w:space="0" w:color="auto"/>
        <w:bottom w:val="single" w:sz="4" w:space="1" w:color="auto"/>
      </w:pBdr>
    </w:pPr>
    <w:r>
      <w:tab/>
    </w:r>
    <w:r>
      <w:tab/>
    </w:r>
    <w:r w:rsidR="0040407A">
      <w:fldChar w:fldCharType="begin"/>
    </w:r>
    <w:r w:rsidR="0040407A">
      <w:instrText xml:space="preserve"> STYLEREF  "Front Matter Header"  \* MERGEFORMAT </w:instrText>
    </w:r>
    <w:r w:rsidR="0040407A">
      <w:fldChar w:fldCharType="separate"/>
    </w:r>
    <w:r>
      <w:rPr>
        <w:noProof/>
      </w:rPr>
      <w:t>Table of Contents</w:t>
    </w:r>
    <w:r w:rsidR="0040407A">
      <w:rPr>
        <w:noProof/>
      </w:rPr>
      <w:fldChar w:fldCharType="end"/>
    </w:r>
    <w:r w:rsidRPr="00DC0109">
      <w:t xml:space="preserve"> </w:t>
    </w:r>
  </w:p>
  <w:p w14:paraId="58A2F2A1" w14:textId="77777777" w:rsidR="00BB22CE" w:rsidRPr="00EB5A4B" w:rsidRDefault="00BB22CE"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2F2A6" w14:textId="1DFB4FE4" w:rsidR="00BB22CE" w:rsidRDefault="00BB22CE" w:rsidP="006F1044">
    <w:pPr>
      <w:pStyle w:val="Header2"/>
    </w:pPr>
    <w:r>
      <w:t>CMS</w:t>
    </w:r>
    <w:r>
      <w:tab/>
    </w:r>
    <w:r>
      <w:fldChar w:fldCharType="begin"/>
    </w:r>
    <w:r>
      <w:instrText xml:space="preserve"> STYLEREF  "Front Matter Header"  \* MERGEFORMAT </w:instrText>
    </w:r>
    <w:r>
      <w:fldChar w:fldCharType="end"/>
    </w:r>
    <w:r w:rsidR="0040407A">
      <w:fldChar w:fldCharType="begin"/>
    </w:r>
    <w:r w:rsidR="0040407A">
      <w:instrText xml:space="preserve"> STYLEREF  "Heading 1"  \* MERGEFORMAT </w:instrText>
    </w:r>
    <w:r w:rsidR="0040407A">
      <w:fldChar w:fldCharType="separate"/>
    </w:r>
    <w:r w:rsidR="0073459A">
      <w:rPr>
        <w:noProof/>
      </w:rPr>
      <w:t>Assumptions, Constraints and Risks</w:t>
    </w:r>
    <w:r w:rsidR="0040407A">
      <w:rPr>
        <w:noProof/>
      </w:rPr>
      <w:fldChar w:fldCharType="end"/>
    </w:r>
  </w:p>
  <w:p w14:paraId="58A2F2A7" w14:textId="77777777" w:rsidR="00BB22CE" w:rsidRDefault="00BB22C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32C12" w14:textId="16F5B804" w:rsidR="00586F14" w:rsidRDefault="00586F14" w:rsidP="006F1044">
    <w:pPr>
      <w:pStyle w:val="Header2"/>
    </w:pPr>
    <w:r>
      <w:t>CMS</w:t>
    </w:r>
    <w:r>
      <w:tab/>
    </w:r>
    <w:r>
      <w:fldChar w:fldCharType="begin"/>
    </w:r>
    <w:r>
      <w:instrText xml:space="preserve"> STYLEREF  "Front Matter Header"  \* MERGEFORMAT </w:instrText>
    </w:r>
    <w:r>
      <w:fldChar w:fldCharType="end"/>
    </w:r>
    <w:r w:rsidR="0040407A">
      <w:fldChar w:fldCharType="begin"/>
    </w:r>
    <w:r w:rsidR="0040407A">
      <w:instrText xml:space="preserve"> STYLEREF  "Back Matter Heading"  \* MERGEFORMAT </w:instrText>
    </w:r>
    <w:r w:rsidR="0040407A">
      <w:fldChar w:fldCharType="separate"/>
    </w:r>
    <w:r w:rsidR="0073459A">
      <w:rPr>
        <w:noProof/>
      </w:rPr>
      <w:t>Additional Appendices</w:t>
    </w:r>
    <w:r w:rsidR="0040407A">
      <w:rPr>
        <w:noProof/>
      </w:rPr>
      <w:fldChar w:fldCharType="end"/>
    </w:r>
  </w:p>
  <w:p w14:paraId="3EFE7ABE" w14:textId="77777777" w:rsidR="00586F14" w:rsidRDefault="00586F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5D38"/>
    <w:multiLevelType w:val="hybridMultilevel"/>
    <w:tmpl w:val="ECD4384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25868E1"/>
    <w:multiLevelType w:val="hybridMultilevel"/>
    <w:tmpl w:val="BE6477B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1DD6113"/>
    <w:multiLevelType w:val="hybridMultilevel"/>
    <w:tmpl w:val="D986982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4E3B1B"/>
    <w:multiLevelType w:val="hybridMultilevel"/>
    <w:tmpl w:val="85102BBE"/>
    <w:lvl w:ilvl="0" w:tplc="7638BE9C">
      <w:start w:val="1"/>
      <w:numFmt w:val="bullet"/>
      <w:lvlText w:val=""/>
      <w:lvlJc w:val="left"/>
      <w:pPr>
        <w:tabs>
          <w:tab w:val="num" w:pos="576"/>
        </w:tabs>
        <w:ind w:left="792" w:hanging="216"/>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4" w15:restartNumberingAfterBreak="0">
    <w:nsid w:val="27E11575"/>
    <w:multiLevelType w:val="hybridMultilevel"/>
    <w:tmpl w:val="664E5EC2"/>
    <w:lvl w:ilvl="0" w:tplc="0409000F">
      <w:start w:val="1"/>
      <w:numFmt w:val="decimal"/>
      <w:pStyle w:val="NumberedList"/>
      <w:lvlText w:val="%1."/>
      <w:lvlJc w:val="left"/>
      <w:pPr>
        <w:ind w:left="810" w:hanging="360"/>
      </w:pPr>
    </w:lvl>
    <w:lvl w:ilvl="1" w:tplc="0409000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172C6F"/>
    <w:multiLevelType w:val="hybridMultilevel"/>
    <w:tmpl w:val="A89CDAE6"/>
    <w:lvl w:ilvl="0" w:tplc="7638BE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84EE8"/>
    <w:multiLevelType w:val="hybridMultilevel"/>
    <w:tmpl w:val="E23CBABE"/>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9"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0" w15:restartNumberingAfterBreak="0">
    <w:nsid w:val="4408339A"/>
    <w:multiLevelType w:val="multilevel"/>
    <w:tmpl w:val="1610A950"/>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2"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3" w15:restartNumberingAfterBreak="0">
    <w:nsid w:val="49742506"/>
    <w:multiLevelType w:val="hybridMultilevel"/>
    <w:tmpl w:val="0EDE972A"/>
    <w:lvl w:ilvl="0" w:tplc="7AB6F6B6">
      <w:start w:val="1"/>
      <w:numFmt w:val="bullet"/>
      <w:pStyle w:val="Bullet1"/>
      <w:lvlText w:val=""/>
      <w:lvlJc w:val="left"/>
      <w:pPr>
        <w:tabs>
          <w:tab w:val="num" w:pos="720"/>
        </w:tabs>
        <w:ind w:left="720" w:hanging="360"/>
      </w:pPr>
      <w:rPr>
        <w:rFonts w:ascii="Symbol" w:hAnsi="Symbol" w:hint="default"/>
        <w:b w:val="0"/>
        <w:i w:val="0"/>
        <w:color w:val="auto"/>
        <w:sz w:val="19"/>
      </w:rPr>
    </w:lvl>
    <w:lvl w:ilvl="1" w:tplc="300C96C6" w:tentative="1">
      <w:start w:val="1"/>
      <w:numFmt w:val="bullet"/>
      <w:lvlText w:val="o"/>
      <w:lvlJc w:val="left"/>
      <w:pPr>
        <w:tabs>
          <w:tab w:val="num" w:pos="1440"/>
        </w:tabs>
        <w:ind w:left="1440" w:hanging="360"/>
      </w:pPr>
      <w:rPr>
        <w:rFonts w:ascii="Courier New" w:hAnsi="Courier New" w:cs="Courier New" w:hint="default"/>
      </w:rPr>
    </w:lvl>
    <w:lvl w:ilvl="2" w:tplc="9A762D0E" w:tentative="1">
      <w:start w:val="1"/>
      <w:numFmt w:val="bullet"/>
      <w:lvlText w:val=""/>
      <w:lvlJc w:val="left"/>
      <w:pPr>
        <w:tabs>
          <w:tab w:val="num" w:pos="2160"/>
        </w:tabs>
        <w:ind w:left="2160" w:hanging="360"/>
      </w:pPr>
      <w:rPr>
        <w:rFonts w:ascii="Wingdings" w:hAnsi="Wingdings" w:hint="default"/>
      </w:rPr>
    </w:lvl>
    <w:lvl w:ilvl="3" w:tplc="E8081F08" w:tentative="1">
      <w:start w:val="1"/>
      <w:numFmt w:val="bullet"/>
      <w:lvlText w:val=""/>
      <w:lvlJc w:val="left"/>
      <w:pPr>
        <w:tabs>
          <w:tab w:val="num" w:pos="2880"/>
        </w:tabs>
        <w:ind w:left="2880" w:hanging="360"/>
      </w:pPr>
      <w:rPr>
        <w:rFonts w:ascii="Symbol" w:hAnsi="Symbol" w:hint="default"/>
      </w:rPr>
    </w:lvl>
    <w:lvl w:ilvl="4" w:tplc="F34672D0" w:tentative="1">
      <w:start w:val="1"/>
      <w:numFmt w:val="bullet"/>
      <w:lvlText w:val="o"/>
      <w:lvlJc w:val="left"/>
      <w:pPr>
        <w:tabs>
          <w:tab w:val="num" w:pos="3600"/>
        </w:tabs>
        <w:ind w:left="3600" w:hanging="360"/>
      </w:pPr>
      <w:rPr>
        <w:rFonts w:ascii="Courier New" w:hAnsi="Courier New" w:cs="Courier New" w:hint="default"/>
      </w:rPr>
    </w:lvl>
    <w:lvl w:ilvl="5" w:tplc="FBD0289E" w:tentative="1">
      <w:start w:val="1"/>
      <w:numFmt w:val="bullet"/>
      <w:lvlText w:val=""/>
      <w:lvlJc w:val="left"/>
      <w:pPr>
        <w:tabs>
          <w:tab w:val="num" w:pos="4320"/>
        </w:tabs>
        <w:ind w:left="4320" w:hanging="360"/>
      </w:pPr>
      <w:rPr>
        <w:rFonts w:ascii="Wingdings" w:hAnsi="Wingdings" w:hint="default"/>
      </w:rPr>
    </w:lvl>
    <w:lvl w:ilvl="6" w:tplc="AF6C4CD8" w:tentative="1">
      <w:start w:val="1"/>
      <w:numFmt w:val="bullet"/>
      <w:lvlText w:val=""/>
      <w:lvlJc w:val="left"/>
      <w:pPr>
        <w:tabs>
          <w:tab w:val="num" w:pos="5040"/>
        </w:tabs>
        <w:ind w:left="5040" w:hanging="360"/>
      </w:pPr>
      <w:rPr>
        <w:rFonts w:ascii="Symbol" w:hAnsi="Symbol" w:hint="default"/>
      </w:rPr>
    </w:lvl>
    <w:lvl w:ilvl="7" w:tplc="4FE8F59C" w:tentative="1">
      <w:start w:val="1"/>
      <w:numFmt w:val="bullet"/>
      <w:lvlText w:val="o"/>
      <w:lvlJc w:val="left"/>
      <w:pPr>
        <w:tabs>
          <w:tab w:val="num" w:pos="5760"/>
        </w:tabs>
        <w:ind w:left="5760" w:hanging="360"/>
      </w:pPr>
      <w:rPr>
        <w:rFonts w:ascii="Courier New" w:hAnsi="Courier New" w:cs="Courier New" w:hint="default"/>
      </w:rPr>
    </w:lvl>
    <w:lvl w:ilvl="8" w:tplc="F942FFB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8F2A21"/>
    <w:multiLevelType w:val="hybridMultilevel"/>
    <w:tmpl w:val="F0302BC8"/>
    <w:lvl w:ilvl="0" w:tplc="449A3ED0">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41FA766A" w:tentative="1">
      <w:start w:val="1"/>
      <w:numFmt w:val="lowerLetter"/>
      <w:lvlText w:val="%2."/>
      <w:lvlJc w:val="left"/>
      <w:pPr>
        <w:tabs>
          <w:tab w:val="num" w:pos="1440"/>
        </w:tabs>
        <w:ind w:left="1440" w:hanging="360"/>
      </w:pPr>
    </w:lvl>
    <w:lvl w:ilvl="2" w:tplc="550C3F24" w:tentative="1">
      <w:start w:val="1"/>
      <w:numFmt w:val="lowerRoman"/>
      <w:lvlText w:val="%3."/>
      <w:lvlJc w:val="right"/>
      <w:pPr>
        <w:tabs>
          <w:tab w:val="num" w:pos="2160"/>
        </w:tabs>
        <w:ind w:left="2160" w:hanging="180"/>
      </w:pPr>
    </w:lvl>
    <w:lvl w:ilvl="3" w:tplc="ABC06A12" w:tentative="1">
      <w:start w:val="1"/>
      <w:numFmt w:val="decimal"/>
      <w:lvlText w:val="%4."/>
      <w:lvlJc w:val="left"/>
      <w:pPr>
        <w:tabs>
          <w:tab w:val="num" w:pos="2880"/>
        </w:tabs>
        <w:ind w:left="2880" w:hanging="360"/>
      </w:pPr>
    </w:lvl>
    <w:lvl w:ilvl="4" w:tplc="A242689E" w:tentative="1">
      <w:start w:val="1"/>
      <w:numFmt w:val="lowerLetter"/>
      <w:lvlText w:val="%5."/>
      <w:lvlJc w:val="left"/>
      <w:pPr>
        <w:tabs>
          <w:tab w:val="num" w:pos="3600"/>
        </w:tabs>
        <w:ind w:left="3600" w:hanging="360"/>
      </w:pPr>
    </w:lvl>
    <w:lvl w:ilvl="5" w:tplc="F8A217CA" w:tentative="1">
      <w:start w:val="1"/>
      <w:numFmt w:val="lowerRoman"/>
      <w:lvlText w:val="%6."/>
      <w:lvlJc w:val="right"/>
      <w:pPr>
        <w:tabs>
          <w:tab w:val="num" w:pos="4320"/>
        </w:tabs>
        <w:ind w:left="4320" w:hanging="180"/>
      </w:pPr>
    </w:lvl>
    <w:lvl w:ilvl="6" w:tplc="267CD80A" w:tentative="1">
      <w:start w:val="1"/>
      <w:numFmt w:val="decimal"/>
      <w:lvlText w:val="%7."/>
      <w:lvlJc w:val="left"/>
      <w:pPr>
        <w:tabs>
          <w:tab w:val="num" w:pos="5040"/>
        </w:tabs>
        <w:ind w:left="5040" w:hanging="360"/>
      </w:pPr>
    </w:lvl>
    <w:lvl w:ilvl="7" w:tplc="B470E4D6" w:tentative="1">
      <w:start w:val="1"/>
      <w:numFmt w:val="lowerLetter"/>
      <w:lvlText w:val="%8."/>
      <w:lvlJc w:val="left"/>
      <w:pPr>
        <w:tabs>
          <w:tab w:val="num" w:pos="5760"/>
        </w:tabs>
        <w:ind w:left="5760" w:hanging="360"/>
      </w:pPr>
    </w:lvl>
    <w:lvl w:ilvl="8" w:tplc="94C6F0C6" w:tentative="1">
      <w:start w:val="1"/>
      <w:numFmt w:val="lowerRoman"/>
      <w:lvlText w:val="%9."/>
      <w:lvlJc w:val="right"/>
      <w:pPr>
        <w:tabs>
          <w:tab w:val="num" w:pos="6480"/>
        </w:tabs>
        <w:ind w:left="6480" w:hanging="180"/>
      </w:pPr>
    </w:lvl>
  </w:abstractNum>
  <w:abstractNum w:abstractNumId="25"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5C5D1E54"/>
    <w:multiLevelType w:val="hybridMultilevel"/>
    <w:tmpl w:val="849A77C6"/>
    <w:lvl w:ilvl="0" w:tplc="9342E3AC">
      <w:start w:val="1"/>
      <w:numFmt w:val="bullet"/>
      <w:lvlText w:val=""/>
      <w:lvlJc w:val="left"/>
      <w:pPr>
        <w:ind w:left="720" w:hanging="360"/>
      </w:pPr>
      <w:rPr>
        <w:rFonts w:ascii="Symbol" w:hAnsi="Symbol" w:hint="default"/>
      </w:rPr>
    </w:lvl>
    <w:lvl w:ilvl="1" w:tplc="EEE455C0" w:tentative="1">
      <w:start w:val="1"/>
      <w:numFmt w:val="bullet"/>
      <w:lvlText w:val="o"/>
      <w:lvlJc w:val="left"/>
      <w:pPr>
        <w:ind w:left="1440" w:hanging="360"/>
      </w:pPr>
      <w:rPr>
        <w:rFonts w:ascii="Courier New" w:hAnsi="Courier New" w:cs="Courier New" w:hint="default"/>
      </w:rPr>
    </w:lvl>
    <w:lvl w:ilvl="2" w:tplc="F9B40E86" w:tentative="1">
      <w:start w:val="1"/>
      <w:numFmt w:val="bullet"/>
      <w:lvlText w:val=""/>
      <w:lvlJc w:val="left"/>
      <w:pPr>
        <w:ind w:left="2160" w:hanging="360"/>
      </w:pPr>
      <w:rPr>
        <w:rFonts w:ascii="Wingdings" w:hAnsi="Wingdings" w:hint="default"/>
      </w:rPr>
    </w:lvl>
    <w:lvl w:ilvl="3" w:tplc="6A84BE44" w:tentative="1">
      <w:start w:val="1"/>
      <w:numFmt w:val="bullet"/>
      <w:lvlText w:val=""/>
      <w:lvlJc w:val="left"/>
      <w:pPr>
        <w:ind w:left="2880" w:hanging="360"/>
      </w:pPr>
      <w:rPr>
        <w:rFonts w:ascii="Symbol" w:hAnsi="Symbol" w:hint="default"/>
      </w:rPr>
    </w:lvl>
    <w:lvl w:ilvl="4" w:tplc="C2F60FCE" w:tentative="1">
      <w:start w:val="1"/>
      <w:numFmt w:val="bullet"/>
      <w:lvlText w:val="o"/>
      <w:lvlJc w:val="left"/>
      <w:pPr>
        <w:ind w:left="3600" w:hanging="360"/>
      </w:pPr>
      <w:rPr>
        <w:rFonts w:ascii="Courier New" w:hAnsi="Courier New" w:cs="Courier New" w:hint="default"/>
      </w:rPr>
    </w:lvl>
    <w:lvl w:ilvl="5" w:tplc="BA24A646" w:tentative="1">
      <w:start w:val="1"/>
      <w:numFmt w:val="bullet"/>
      <w:lvlText w:val=""/>
      <w:lvlJc w:val="left"/>
      <w:pPr>
        <w:ind w:left="4320" w:hanging="360"/>
      </w:pPr>
      <w:rPr>
        <w:rFonts w:ascii="Wingdings" w:hAnsi="Wingdings" w:hint="default"/>
      </w:rPr>
    </w:lvl>
    <w:lvl w:ilvl="6" w:tplc="7F8E11E0" w:tentative="1">
      <w:start w:val="1"/>
      <w:numFmt w:val="bullet"/>
      <w:lvlText w:val=""/>
      <w:lvlJc w:val="left"/>
      <w:pPr>
        <w:ind w:left="5040" w:hanging="360"/>
      </w:pPr>
      <w:rPr>
        <w:rFonts w:ascii="Symbol" w:hAnsi="Symbol" w:hint="default"/>
      </w:rPr>
    </w:lvl>
    <w:lvl w:ilvl="7" w:tplc="30CA0B02" w:tentative="1">
      <w:start w:val="1"/>
      <w:numFmt w:val="bullet"/>
      <w:lvlText w:val="o"/>
      <w:lvlJc w:val="left"/>
      <w:pPr>
        <w:ind w:left="5760" w:hanging="360"/>
      </w:pPr>
      <w:rPr>
        <w:rFonts w:ascii="Courier New" w:hAnsi="Courier New" w:cs="Courier New" w:hint="default"/>
      </w:rPr>
    </w:lvl>
    <w:lvl w:ilvl="8" w:tplc="B90C8C32" w:tentative="1">
      <w:start w:val="1"/>
      <w:numFmt w:val="bullet"/>
      <w:lvlText w:val=""/>
      <w:lvlJc w:val="left"/>
      <w:pPr>
        <w:ind w:left="6480" w:hanging="360"/>
      </w:pPr>
      <w:rPr>
        <w:rFonts w:ascii="Wingdings" w:hAnsi="Wingdings" w:hint="default"/>
      </w:rPr>
    </w:lvl>
  </w:abstractNum>
  <w:abstractNum w:abstractNumId="27"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8" w15:restartNumberingAfterBreak="0">
    <w:nsid w:val="6F85021A"/>
    <w:multiLevelType w:val="hybridMultilevel"/>
    <w:tmpl w:val="B1B06050"/>
    <w:lvl w:ilvl="0" w:tplc="B428DF3C">
      <w:start w:val="1"/>
      <w:numFmt w:val="bullet"/>
      <w:lvlText w:val=""/>
      <w:lvlJc w:val="left"/>
      <w:pPr>
        <w:ind w:left="720" w:hanging="360"/>
      </w:pPr>
      <w:rPr>
        <w:rFonts w:ascii="Symbol" w:hAnsi="Symbol" w:hint="default"/>
      </w:rPr>
    </w:lvl>
    <w:lvl w:ilvl="1" w:tplc="AE2A1FB4" w:tentative="1">
      <w:start w:val="1"/>
      <w:numFmt w:val="bullet"/>
      <w:lvlText w:val="o"/>
      <w:lvlJc w:val="left"/>
      <w:pPr>
        <w:ind w:left="1440" w:hanging="360"/>
      </w:pPr>
      <w:rPr>
        <w:rFonts w:ascii="Courier New" w:hAnsi="Courier New" w:cs="Courier New" w:hint="default"/>
      </w:rPr>
    </w:lvl>
    <w:lvl w:ilvl="2" w:tplc="C6926B04" w:tentative="1">
      <w:start w:val="1"/>
      <w:numFmt w:val="bullet"/>
      <w:lvlText w:val=""/>
      <w:lvlJc w:val="left"/>
      <w:pPr>
        <w:ind w:left="2160" w:hanging="360"/>
      </w:pPr>
      <w:rPr>
        <w:rFonts w:ascii="Wingdings" w:hAnsi="Wingdings" w:hint="default"/>
      </w:rPr>
    </w:lvl>
    <w:lvl w:ilvl="3" w:tplc="EABCB36C" w:tentative="1">
      <w:start w:val="1"/>
      <w:numFmt w:val="bullet"/>
      <w:lvlText w:val=""/>
      <w:lvlJc w:val="left"/>
      <w:pPr>
        <w:ind w:left="2880" w:hanging="360"/>
      </w:pPr>
      <w:rPr>
        <w:rFonts w:ascii="Symbol" w:hAnsi="Symbol" w:hint="default"/>
      </w:rPr>
    </w:lvl>
    <w:lvl w:ilvl="4" w:tplc="AEF0BD36" w:tentative="1">
      <w:start w:val="1"/>
      <w:numFmt w:val="bullet"/>
      <w:lvlText w:val="o"/>
      <w:lvlJc w:val="left"/>
      <w:pPr>
        <w:ind w:left="3600" w:hanging="360"/>
      </w:pPr>
      <w:rPr>
        <w:rFonts w:ascii="Courier New" w:hAnsi="Courier New" w:cs="Courier New" w:hint="default"/>
      </w:rPr>
    </w:lvl>
    <w:lvl w:ilvl="5" w:tplc="6840BA00" w:tentative="1">
      <w:start w:val="1"/>
      <w:numFmt w:val="bullet"/>
      <w:lvlText w:val=""/>
      <w:lvlJc w:val="left"/>
      <w:pPr>
        <w:ind w:left="4320" w:hanging="360"/>
      </w:pPr>
      <w:rPr>
        <w:rFonts w:ascii="Wingdings" w:hAnsi="Wingdings" w:hint="default"/>
      </w:rPr>
    </w:lvl>
    <w:lvl w:ilvl="6" w:tplc="318AFBCA" w:tentative="1">
      <w:start w:val="1"/>
      <w:numFmt w:val="bullet"/>
      <w:lvlText w:val=""/>
      <w:lvlJc w:val="left"/>
      <w:pPr>
        <w:ind w:left="5040" w:hanging="360"/>
      </w:pPr>
      <w:rPr>
        <w:rFonts w:ascii="Symbol" w:hAnsi="Symbol" w:hint="default"/>
      </w:rPr>
    </w:lvl>
    <w:lvl w:ilvl="7" w:tplc="161C7146" w:tentative="1">
      <w:start w:val="1"/>
      <w:numFmt w:val="bullet"/>
      <w:lvlText w:val="o"/>
      <w:lvlJc w:val="left"/>
      <w:pPr>
        <w:ind w:left="5760" w:hanging="360"/>
      </w:pPr>
      <w:rPr>
        <w:rFonts w:ascii="Courier New" w:hAnsi="Courier New" w:cs="Courier New" w:hint="default"/>
      </w:rPr>
    </w:lvl>
    <w:lvl w:ilvl="8" w:tplc="2494BDBC" w:tentative="1">
      <w:start w:val="1"/>
      <w:numFmt w:val="bullet"/>
      <w:lvlText w:val=""/>
      <w:lvlJc w:val="left"/>
      <w:pPr>
        <w:ind w:left="6480" w:hanging="360"/>
      </w:pPr>
      <w:rPr>
        <w:rFonts w:ascii="Wingdings" w:hAnsi="Wingdings" w:hint="default"/>
      </w:rPr>
    </w:lvl>
  </w:abstractNum>
  <w:abstractNum w:abstractNumId="29"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0" w15:restartNumberingAfterBreak="0">
    <w:nsid w:val="757C72B1"/>
    <w:multiLevelType w:val="hybridMultilevel"/>
    <w:tmpl w:val="901C1F54"/>
    <w:lvl w:ilvl="0" w:tplc="406C01B6">
      <w:start w:val="1"/>
      <w:numFmt w:val="bullet"/>
      <w:lvlText w:val=""/>
      <w:lvlJc w:val="left"/>
      <w:pPr>
        <w:ind w:left="720" w:hanging="360"/>
      </w:pPr>
      <w:rPr>
        <w:rFonts w:ascii="Symbol" w:hAnsi="Symbol" w:hint="default"/>
      </w:rPr>
    </w:lvl>
    <w:lvl w:ilvl="1" w:tplc="E1E21DDE" w:tentative="1">
      <w:start w:val="1"/>
      <w:numFmt w:val="bullet"/>
      <w:lvlText w:val="o"/>
      <w:lvlJc w:val="left"/>
      <w:pPr>
        <w:ind w:left="1440" w:hanging="360"/>
      </w:pPr>
      <w:rPr>
        <w:rFonts w:ascii="Courier New" w:hAnsi="Courier New" w:cs="Courier New" w:hint="default"/>
      </w:rPr>
    </w:lvl>
    <w:lvl w:ilvl="2" w:tplc="0E10EA3A" w:tentative="1">
      <w:start w:val="1"/>
      <w:numFmt w:val="bullet"/>
      <w:lvlText w:val=""/>
      <w:lvlJc w:val="left"/>
      <w:pPr>
        <w:ind w:left="2160" w:hanging="360"/>
      </w:pPr>
      <w:rPr>
        <w:rFonts w:ascii="Wingdings" w:hAnsi="Wingdings" w:hint="default"/>
      </w:rPr>
    </w:lvl>
    <w:lvl w:ilvl="3" w:tplc="71E4B5E2" w:tentative="1">
      <w:start w:val="1"/>
      <w:numFmt w:val="bullet"/>
      <w:lvlText w:val=""/>
      <w:lvlJc w:val="left"/>
      <w:pPr>
        <w:ind w:left="2880" w:hanging="360"/>
      </w:pPr>
      <w:rPr>
        <w:rFonts w:ascii="Symbol" w:hAnsi="Symbol" w:hint="default"/>
      </w:rPr>
    </w:lvl>
    <w:lvl w:ilvl="4" w:tplc="4E2415A6" w:tentative="1">
      <w:start w:val="1"/>
      <w:numFmt w:val="bullet"/>
      <w:lvlText w:val="o"/>
      <w:lvlJc w:val="left"/>
      <w:pPr>
        <w:ind w:left="3600" w:hanging="360"/>
      </w:pPr>
      <w:rPr>
        <w:rFonts w:ascii="Courier New" w:hAnsi="Courier New" w:cs="Courier New" w:hint="default"/>
      </w:rPr>
    </w:lvl>
    <w:lvl w:ilvl="5" w:tplc="04E2BBE4" w:tentative="1">
      <w:start w:val="1"/>
      <w:numFmt w:val="bullet"/>
      <w:lvlText w:val=""/>
      <w:lvlJc w:val="left"/>
      <w:pPr>
        <w:ind w:left="4320" w:hanging="360"/>
      </w:pPr>
      <w:rPr>
        <w:rFonts w:ascii="Wingdings" w:hAnsi="Wingdings" w:hint="default"/>
      </w:rPr>
    </w:lvl>
    <w:lvl w:ilvl="6" w:tplc="A694FCF0" w:tentative="1">
      <w:start w:val="1"/>
      <w:numFmt w:val="bullet"/>
      <w:lvlText w:val=""/>
      <w:lvlJc w:val="left"/>
      <w:pPr>
        <w:ind w:left="5040" w:hanging="360"/>
      </w:pPr>
      <w:rPr>
        <w:rFonts w:ascii="Symbol" w:hAnsi="Symbol" w:hint="default"/>
      </w:rPr>
    </w:lvl>
    <w:lvl w:ilvl="7" w:tplc="0F9646B2" w:tentative="1">
      <w:start w:val="1"/>
      <w:numFmt w:val="bullet"/>
      <w:lvlText w:val="o"/>
      <w:lvlJc w:val="left"/>
      <w:pPr>
        <w:ind w:left="5760" w:hanging="360"/>
      </w:pPr>
      <w:rPr>
        <w:rFonts w:ascii="Courier New" w:hAnsi="Courier New" w:cs="Courier New" w:hint="default"/>
      </w:rPr>
    </w:lvl>
    <w:lvl w:ilvl="8" w:tplc="75863656" w:tentative="1">
      <w:start w:val="1"/>
      <w:numFmt w:val="bullet"/>
      <w:lvlText w:val=""/>
      <w:lvlJc w:val="left"/>
      <w:pPr>
        <w:ind w:left="6480" w:hanging="360"/>
      </w:pPr>
      <w:rPr>
        <w:rFonts w:ascii="Wingdings" w:hAnsi="Wingdings" w:hint="default"/>
      </w:rPr>
    </w:lvl>
  </w:abstractNum>
  <w:abstractNum w:abstractNumId="31"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2" w15:restartNumberingAfterBreak="0">
    <w:nsid w:val="7B95662F"/>
    <w:multiLevelType w:val="hybridMultilevel"/>
    <w:tmpl w:val="108E5490"/>
    <w:lvl w:ilvl="0" w:tplc="A41C4D86">
      <w:start w:val="1"/>
      <w:numFmt w:val="upperLetter"/>
      <w:pStyle w:val="BackMatterHeading"/>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7"/>
  </w:num>
  <w:num w:numId="3">
    <w:abstractNumId w:val="31"/>
  </w:num>
  <w:num w:numId="4">
    <w:abstractNumId w:val="19"/>
  </w:num>
  <w:num w:numId="5">
    <w:abstractNumId w:val="22"/>
  </w:num>
  <w:num w:numId="6">
    <w:abstractNumId w:val="5"/>
  </w:num>
  <w:num w:numId="7">
    <w:abstractNumId w:val="2"/>
  </w:num>
  <w:num w:numId="8">
    <w:abstractNumId w:val="29"/>
  </w:num>
  <w:num w:numId="9">
    <w:abstractNumId w:val="18"/>
  </w:num>
  <w:num w:numId="10">
    <w:abstractNumId w:val="6"/>
  </w:num>
  <w:num w:numId="11">
    <w:abstractNumId w:val="7"/>
  </w:num>
  <w:num w:numId="12">
    <w:abstractNumId w:val="21"/>
  </w:num>
  <w:num w:numId="13">
    <w:abstractNumId w:val="20"/>
  </w:num>
  <w:num w:numId="14">
    <w:abstractNumId w:val="1"/>
  </w:num>
  <w:num w:numId="15">
    <w:abstractNumId w:val="14"/>
  </w:num>
  <w:num w:numId="16">
    <w:abstractNumId w:val="8"/>
  </w:num>
  <w:num w:numId="17">
    <w:abstractNumId w:val="23"/>
  </w:num>
  <w:num w:numId="18">
    <w:abstractNumId w:val="16"/>
  </w:num>
  <w:num w:numId="19">
    <w:abstractNumId w:val="12"/>
  </w:num>
  <w:num w:numId="20">
    <w:abstractNumId w:val="9"/>
  </w:num>
  <w:num w:numId="21">
    <w:abstractNumId w:val="15"/>
  </w:num>
  <w:num w:numId="22">
    <w:abstractNumId w:val="26"/>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4"/>
  </w:num>
  <w:num w:numId="34">
    <w:abstractNumId w:val="11"/>
  </w:num>
  <w:num w:numId="35">
    <w:abstractNumId w:val="17"/>
  </w:num>
  <w:num w:numId="36">
    <w:abstractNumId w:val="13"/>
  </w:num>
  <w:num w:numId="37">
    <w:abstractNumId w:val="28"/>
  </w:num>
  <w:num w:numId="38">
    <w:abstractNumId w:val="24"/>
  </w:num>
  <w:num w:numId="39">
    <w:abstractNumId w:val="20"/>
  </w:num>
  <w:num w:numId="40">
    <w:abstractNumId w:val="30"/>
  </w:num>
  <w:num w:numId="41">
    <w:abstractNumId w:val="10"/>
  </w:num>
  <w:num w:numId="42">
    <w:abstractNumId w:val="0"/>
  </w:num>
  <w:num w:numId="43">
    <w:abstractNumId w:val="32"/>
  </w:num>
  <w:num w:numId="4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45B9"/>
    <w:rsid w:val="00035097"/>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95C9C"/>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438"/>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A2E29"/>
    <w:rsid w:val="003B0143"/>
    <w:rsid w:val="003B0A55"/>
    <w:rsid w:val="003B1269"/>
    <w:rsid w:val="003B3D6A"/>
    <w:rsid w:val="003B49BA"/>
    <w:rsid w:val="003B4A0E"/>
    <w:rsid w:val="003B53AF"/>
    <w:rsid w:val="003B7BF1"/>
    <w:rsid w:val="003C40A4"/>
    <w:rsid w:val="003C5AAB"/>
    <w:rsid w:val="003C72BE"/>
    <w:rsid w:val="003C778F"/>
    <w:rsid w:val="003C78FE"/>
    <w:rsid w:val="003D58EF"/>
    <w:rsid w:val="003D593F"/>
    <w:rsid w:val="003E44C5"/>
    <w:rsid w:val="003E4887"/>
    <w:rsid w:val="003F46A0"/>
    <w:rsid w:val="0040407A"/>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2434"/>
    <w:rsid w:val="0046392F"/>
    <w:rsid w:val="004641E6"/>
    <w:rsid w:val="00466EF2"/>
    <w:rsid w:val="00475D38"/>
    <w:rsid w:val="004764F0"/>
    <w:rsid w:val="00482A0F"/>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501"/>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34CF"/>
    <w:rsid w:val="00564AF5"/>
    <w:rsid w:val="00573A6B"/>
    <w:rsid w:val="005743AA"/>
    <w:rsid w:val="005754A2"/>
    <w:rsid w:val="005761B0"/>
    <w:rsid w:val="00576A03"/>
    <w:rsid w:val="00577ABD"/>
    <w:rsid w:val="005833D2"/>
    <w:rsid w:val="00586F14"/>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E5B22"/>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07307"/>
    <w:rsid w:val="00711610"/>
    <w:rsid w:val="00711EBF"/>
    <w:rsid w:val="0071591E"/>
    <w:rsid w:val="00721854"/>
    <w:rsid w:val="007220B6"/>
    <w:rsid w:val="0072320F"/>
    <w:rsid w:val="00731440"/>
    <w:rsid w:val="00733351"/>
    <w:rsid w:val="00733BEA"/>
    <w:rsid w:val="0073459A"/>
    <w:rsid w:val="00736D57"/>
    <w:rsid w:val="00741589"/>
    <w:rsid w:val="0074349B"/>
    <w:rsid w:val="00746B96"/>
    <w:rsid w:val="00747944"/>
    <w:rsid w:val="00752BAE"/>
    <w:rsid w:val="00753563"/>
    <w:rsid w:val="00760870"/>
    <w:rsid w:val="00767650"/>
    <w:rsid w:val="00774737"/>
    <w:rsid w:val="00774FC2"/>
    <w:rsid w:val="00777240"/>
    <w:rsid w:val="0079777C"/>
    <w:rsid w:val="007A034F"/>
    <w:rsid w:val="007A2F4C"/>
    <w:rsid w:val="007B5DAF"/>
    <w:rsid w:val="007C54DE"/>
    <w:rsid w:val="007D0122"/>
    <w:rsid w:val="007D10C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3791F"/>
    <w:rsid w:val="0084294B"/>
    <w:rsid w:val="0084453E"/>
    <w:rsid w:val="00846BEB"/>
    <w:rsid w:val="00856F77"/>
    <w:rsid w:val="00866F1C"/>
    <w:rsid w:val="00870699"/>
    <w:rsid w:val="00887983"/>
    <w:rsid w:val="00890211"/>
    <w:rsid w:val="00893F91"/>
    <w:rsid w:val="008A1BEF"/>
    <w:rsid w:val="008A2D14"/>
    <w:rsid w:val="008A6323"/>
    <w:rsid w:val="008A7F06"/>
    <w:rsid w:val="008B0355"/>
    <w:rsid w:val="008C788D"/>
    <w:rsid w:val="008D3417"/>
    <w:rsid w:val="008D5FA1"/>
    <w:rsid w:val="008E2582"/>
    <w:rsid w:val="008E5F11"/>
    <w:rsid w:val="008E64DE"/>
    <w:rsid w:val="008F03D1"/>
    <w:rsid w:val="008F1C07"/>
    <w:rsid w:val="008F2066"/>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85D5A"/>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6382"/>
    <w:rsid w:val="00AF66D0"/>
    <w:rsid w:val="00B03E39"/>
    <w:rsid w:val="00B03EB1"/>
    <w:rsid w:val="00B04270"/>
    <w:rsid w:val="00B05A90"/>
    <w:rsid w:val="00B05CB0"/>
    <w:rsid w:val="00B06A57"/>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51C"/>
    <w:rsid w:val="00B82831"/>
    <w:rsid w:val="00B83E56"/>
    <w:rsid w:val="00B94101"/>
    <w:rsid w:val="00BA1118"/>
    <w:rsid w:val="00BA28BF"/>
    <w:rsid w:val="00BA56C4"/>
    <w:rsid w:val="00BA6A2C"/>
    <w:rsid w:val="00BB0E4C"/>
    <w:rsid w:val="00BB22CE"/>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0739D"/>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C2FF0"/>
    <w:rsid w:val="00CD3740"/>
    <w:rsid w:val="00CD44DF"/>
    <w:rsid w:val="00CD5651"/>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164"/>
    <w:rsid w:val="00E95C80"/>
    <w:rsid w:val="00E97781"/>
    <w:rsid w:val="00EA3AC6"/>
    <w:rsid w:val="00EA4756"/>
    <w:rsid w:val="00EB31C8"/>
    <w:rsid w:val="00EB596B"/>
    <w:rsid w:val="00EB5A4B"/>
    <w:rsid w:val="00EB7DBA"/>
    <w:rsid w:val="00EC0B41"/>
    <w:rsid w:val="00EC1046"/>
    <w:rsid w:val="00EC16BD"/>
    <w:rsid w:val="00EC3354"/>
    <w:rsid w:val="00EC47FC"/>
    <w:rsid w:val="00ED14D0"/>
    <w:rsid w:val="00ED4BF1"/>
    <w:rsid w:val="00EE3177"/>
    <w:rsid w:val="00EE4865"/>
    <w:rsid w:val="00EF1A33"/>
    <w:rsid w:val="00EF4BE4"/>
    <w:rsid w:val="00F0158A"/>
    <w:rsid w:val="00F04EA6"/>
    <w:rsid w:val="00F058C6"/>
    <w:rsid w:val="00F06AE2"/>
    <w:rsid w:val="00F07062"/>
    <w:rsid w:val="00F11895"/>
    <w:rsid w:val="00F13A12"/>
    <w:rsid w:val="00F149A2"/>
    <w:rsid w:val="00F15407"/>
    <w:rsid w:val="00F15871"/>
    <w:rsid w:val="00F160D8"/>
    <w:rsid w:val="00F16308"/>
    <w:rsid w:val="00F201D1"/>
    <w:rsid w:val="00F246E2"/>
    <w:rsid w:val="00F2760F"/>
    <w:rsid w:val="00F33423"/>
    <w:rsid w:val="00F3403B"/>
    <w:rsid w:val="00F423AF"/>
    <w:rsid w:val="00F426E3"/>
    <w:rsid w:val="00F427E1"/>
    <w:rsid w:val="00F434A3"/>
    <w:rsid w:val="00F45051"/>
    <w:rsid w:val="00F52D6A"/>
    <w:rsid w:val="00F535CB"/>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2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3A2E29"/>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5E5B22"/>
    <w:pPr>
      <w:keepNext/>
      <w:pageBreakBefore/>
      <w:numPr>
        <w:numId w:val="43"/>
      </w:numPr>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747944"/>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3A2E29"/>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styleId="BodyText3">
    <w:name w:val="Body Text 3"/>
    <w:basedOn w:val="Normal"/>
    <w:link w:val="BodyText3Char"/>
    <w:rsid w:val="00EB7DBA"/>
    <w:pPr>
      <w:tabs>
        <w:tab w:val="num" w:pos="1800"/>
      </w:tabs>
      <w:spacing w:before="60" w:after="60"/>
      <w:jc w:val="both"/>
    </w:pPr>
    <w:rPr>
      <w:rFonts w:ascii="Times New Roman" w:hAnsi="Times New Roman"/>
      <w:sz w:val="24"/>
      <w:szCs w:val="24"/>
    </w:rPr>
  </w:style>
  <w:style w:type="character" w:customStyle="1" w:styleId="BodyText3Char">
    <w:name w:val="Body Text 3 Char"/>
    <w:basedOn w:val="DefaultParagraphFont"/>
    <w:link w:val="BodyText3"/>
    <w:rsid w:val="00EB7DBA"/>
    <w:rPr>
      <w:sz w:val="24"/>
      <w:szCs w:val="24"/>
    </w:rPr>
  </w:style>
  <w:style w:type="paragraph" w:customStyle="1" w:styleId="Instruction">
    <w:name w:val="Instruction"/>
    <w:basedOn w:val="Normal"/>
    <w:rsid w:val="005E5B22"/>
    <w:rPr>
      <w:rFonts w:ascii="Times New Roman" w:hAnsi="Times New Roman"/>
      <w:i/>
      <w:color w:val="0000FF"/>
      <w:sz w:val="24"/>
    </w:rPr>
  </w:style>
  <w:style w:type="paragraph" w:customStyle="1" w:styleId="BodyText10ItalicBorders">
    <w:name w:val="Body Text 10 Italic Borders"/>
    <w:basedOn w:val="Footer"/>
    <w:qFormat/>
    <w:rsid w:val="00253438"/>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253438"/>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087036">
      <w:bodyDiv w:val="1"/>
      <w:marLeft w:val="0"/>
      <w:marRight w:val="0"/>
      <w:marTop w:val="0"/>
      <w:marBottom w:val="0"/>
      <w:divBdr>
        <w:top w:val="none" w:sz="0" w:space="0" w:color="auto"/>
        <w:left w:val="none" w:sz="0" w:space="0" w:color="auto"/>
        <w:bottom w:val="none" w:sz="0" w:space="0" w:color="auto"/>
        <w:right w:val="none" w:sz="0" w:space="0" w:color="auto"/>
      </w:divBdr>
    </w:div>
    <w:div w:id="544560189">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oleObject" Target="embeddings/Microsoft_Excel_97-2003_Worksheet.xls"/><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2.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31</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3.0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5248C-D5FF-4EE9-96CA-08BBC7C61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757669A9-1009-4DA5-8512-BDBC47EED8C4}">
  <ds:schemaRefs>
    <ds:schemaRef ds:uri="http://schemas.microsoft.com/office/2006/metadata/customXsn"/>
  </ds:schemaRefs>
</ds:datastoreItem>
</file>

<file path=customXml/itemProps5.xml><?xml version="1.0" encoding="utf-8"?>
<ds:datastoreItem xmlns:ds="http://schemas.openxmlformats.org/officeDocument/2006/customXml" ds:itemID="{AC777E7B-1CBB-44D1-B819-907A05D1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22</Pages>
  <Words>3104</Words>
  <Characters>17695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Project Charter</vt:lpstr>
    </vt:vector>
  </TitlesOfParts>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creator/>
  <cp:lastModifiedBy/>
  <cp:revision>1</cp:revision>
  <cp:lastPrinted>2002-11-19T18:54:00Z</cp:lastPrinted>
  <dcterms:created xsi:type="dcterms:W3CDTF">2020-07-29T18:36:00Z</dcterms:created>
  <dcterms:modified xsi:type="dcterms:W3CDTF">2021-03-11T15:28:00Z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Internal</vt:lpwstr>
  </property>
  <property fmtid="{D5CDD505-2E9C-101B-9397-08002B2CF9AE}" pid="9" name="CMS Website URL">
    <vt:lpwstr>, </vt:lpwstr>
  </property>
  <property fmtid="{D5CDD505-2E9C-101B-9397-08002B2CF9AE}" pid="10" name="Order">
    <vt:r8>11700</vt:r8>
  </property>
  <property fmtid="{D5CDD505-2E9C-101B-9397-08002B2CF9AE}" pid="11" name="Archive">
    <vt:bool>false</vt:bool>
  </property>
  <property fmtid="{D5CDD505-2E9C-101B-9397-08002B2CF9AE}" pid="12" name="_AdHocReviewCycleID">
    <vt:i4>1466152674</vt:i4>
  </property>
  <property fmtid="{D5CDD505-2E9C-101B-9397-08002B2CF9AE}" pid="13" name="_NewReviewCycle">
    <vt:lpwstr/>
  </property>
  <property fmtid="{D5CDD505-2E9C-101B-9397-08002B2CF9AE}" pid="14" name="_ReviewingToolsShownOnce">
    <vt:lpwstr/>
  </property>
</Properties>
</file>